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519"/>
        <w:gridCol w:w="567"/>
        <w:gridCol w:w="992"/>
        <w:gridCol w:w="142"/>
        <w:gridCol w:w="283"/>
        <w:gridCol w:w="474"/>
        <w:gridCol w:w="377"/>
        <w:gridCol w:w="425"/>
        <w:gridCol w:w="48"/>
        <w:gridCol w:w="803"/>
        <w:gridCol w:w="425"/>
        <w:gridCol w:w="48"/>
        <w:gridCol w:w="235"/>
        <w:gridCol w:w="426"/>
        <w:gridCol w:w="141"/>
        <w:gridCol w:w="875"/>
        <w:gridCol w:w="543"/>
        <w:gridCol w:w="425"/>
        <w:gridCol w:w="709"/>
        <w:gridCol w:w="190"/>
        <w:gridCol w:w="46"/>
        <w:gridCol w:w="804"/>
      </w:tblGrid>
      <w:tr w:rsidR="0042703C" w:rsidTr="002F6AA7">
        <w:trPr>
          <w:trHeight w:val="274"/>
          <w:jc w:val="center"/>
        </w:trPr>
        <w:tc>
          <w:tcPr>
            <w:tcW w:w="3213" w:type="dxa"/>
            <w:gridSpan w:val="5"/>
            <w:vMerge w:val="restart"/>
            <w:tcBorders>
              <w:right w:val="single" w:sz="4" w:space="0" w:color="auto"/>
            </w:tcBorders>
          </w:tcPr>
          <w:p w:rsidR="0042703C" w:rsidRDefault="0042703C">
            <w:r w:rsidRPr="00291D2D">
              <w:rPr>
                <w:noProof/>
              </w:rPr>
              <w:drawing>
                <wp:inline distT="0" distB="0" distL="0" distR="0" wp14:anchorId="75F596EE" wp14:editId="69AC22BE">
                  <wp:extent cx="1943100" cy="1057275"/>
                  <wp:effectExtent l="0" t="0" r="0" b="9525"/>
                  <wp:docPr id="2" name="Picture 4" descr="D:\Dep of Agriculture Brandmarks\JPEGS\Low Resolution 72dpi\Department_Logo_2011_CMYK L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ep of Agriculture Brandmarks\JPEGS\Low Resolution 72dpi\Department_Logo_2011_CMYK L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766" cy="1056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2703C" w:rsidRPr="00CE227B" w:rsidRDefault="0042703C" w:rsidP="00E43016">
            <w:pPr>
              <w:pStyle w:val="NoSpacing"/>
            </w:pPr>
            <w:r w:rsidRPr="00CE227B">
              <w:t>Pesticide Registration &amp; Control Division</w:t>
            </w:r>
            <w:r w:rsidR="00F55A3E" w:rsidRPr="00CE227B">
              <w:t>s</w:t>
            </w:r>
          </w:p>
          <w:p w:rsidR="001B7564" w:rsidRPr="00CE227B" w:rsidRDefault="00CE227B" w:rsidP="00E43016">
            <w:pPr>
              <w:pStyle w:val="NoSpacing"/>
            </w:pPr>
            <w:r w:rsidRPr="00CE227B">
              <w:t xml:space="preserve">Department </w:t>
            </w:r>
            <w:r w:rsidR="00F55A3E" w:rsidRPr="00CE227B">
              <w:t xml:space="preserve"> of Agriculture Food and the Marine</w:t>
            </w:r>
            <w:r w:rsidR="00B124B7" w:rsidRPr="00CE227B">
              <w:t xml:space="preserve"> </w:t>
            </w:r>
          </w:p>
          <w:p w:rsidR="0042703C" w:rsidRPr="00CE227B" w:rsidRDefault="0042703C" w:rsidP="00E43016">
            <w:pPr>
              <w:pStyle w:val="NoSpacing"/>
            </w:pPr>
            <w:r w:rsidRPr="00CE227B">
              <w:t>Backweston Campus</w:t>
            </w:r>
            <w:r w:rsidR="00F55A3E" w:rsidRPr="00CE227B">
              <w:t>, Young’s Cross</w:t>
            </w:r>
          </w:p>
          <w:p w:rsidR="0042703C" w:rsidRPr="00264D5E" w:rsidRDefault="0042703C" w:rsidP="00E43016">
            <w:pPr>
              <w:pStyle w:val="NoSpacing"/>
            </w:pPr>
            <w:r w:rsidRPr="00CE227B">
              <w:t>Celbridge</w:t>
            </w:r>
          </w:p>
          <w:p w:rsidR="0042703C" w:rsidRPr="00291D2D" w:rsidRDefault="0042703C" w:rsidP="00E43016">
            <w:pPr>
              <w:pStyle w:val="NoSpacing"/>
            </w:pPr>
            <w:r w:rsidRPr="00291D2D">
              <w:t>Co Kildare</w:t>
            </w:r>
          </w:p>
          <w:p w:rsidR="0042703C" w:rsidRPr="00291D2D" w:rsidRDefault="0042703C" w:rsidP="00E43016">
            <w:pPr>
              <w:pStyle w:val="NoSpacing"/>
            </w:pPr>
            <w:r w:rsidRPr="00291D2D">
              <w:t>Tel: 01-6157552        Email:</w:t>
            </w:r>
            <w:r>
              <w:t xml:space="preserve"> </w:t>
            </w:r>
            <w:hyperlink r:id="rId11" w:history="1">
              <w:r w:rsidR="002F6AA7" w:rsidRPr="00AB0CB3">
                <w:rPr>
                  <w:rStyle w:val="Hyperlink"/>
                  <w:sz w:val="20"/>
                  <w:szCs w:val="20"/>
                </w:rPr>
                <w:t>pesticidetrials@agriculture.gov.ie</w:t>
              </w:r>
            </w:hyperlink>
            <w:r>
              <w:t xml:space="preserve"> </w:t>
            </w:r>
          </w:p>
          <w:p w:rsidR="0042703C" w:rsidRDefault="0042703C" w:rsidP="00E43016">
            <w:pPr>
              <w:pStyle w:val="NoSpacing"/>
            </w:pPr>
            <w:r w:rsidRPr="00291D2D">
              <w:t>Fax:01-6157575         Web:</w:t>
            </w:r>
            <w:r>
              <w:t xml:space="preserve"> </w:t>
            </w:r>
            <w:hyperlink r:id="rId12" w:history="1">
              <w:r w:rsidRPr="001E0028">
                <w:rPr>
                  <w:rStyle w:val="Hyperlink"/>
                  <w:sz w:val="20"/>
                  <w:szCs w:val="20"/>
                </w:rPr>
                <w:t>www.pcs.agriculture.gov.ie</w:t>
              </w:r>
            </w:hyperlink>
            <w:r>
              <w:t xml:space="preserve"> 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2703C" w:rsidRDefault="0042703C" w:rsidP="00A73222">
            <w:pPr>
              <w:jc w:val="center"/>
            </w:pPr>
          </w:p>
        </w:tc>
      </w:tr>
      <w:tr w:rsidR="0042703C" w:rsidTr="002F6AA7">
        <w:trPr>
          <w:trHeight w:val="625"/>
          <w:jc w:val="center"/>
        </w:trPr>
        <w:tc>
          <w:tcPr>
            <w:tcW w:w="3213" w:type="dxa"/>
            <w:gridSpan w:val="5"/>
            <w:vMerge/>
            <w:tcBorders>
              <w:right w:val="single" w:sz="4" w:space="0" w:color="auto"/>
            </w:tcBorders>
          </w:tcPr>
          <w:p w:rsidR="0042703C" w:rsidRDefault="0042703C"/>
        </w:tc>
        <w:tc>
          <w:tcPr>
            <w:tcW w:w="552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2703C" w:rsidRDefault="0042703C"/>
        </w:tc>
        <w:tc>
          <w:tcPr>
            <w:tcW w:w="17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03C" w:rsidRDefault="0042703C" w:rsidP="00E43016">
            <w:bookmarkStart w:id="0" w:name="_GoBack"/>
            <w:bookmarkEnd w:id="0"/>
          </w:p>
        </w:tc>
      </w:tr>
      <w:tr w:rsidR="0042703C" w:rsidRPr="00D27993" w:rsidTr="002F6AA7">
        <w:trPr>
          <w:jc w:val="center"/>
        </w:trPr>
        <w:tc>
          <w:tcPr>
            <w:tcW w:w="10490" w:type="dxa"/>
            <w:gridSpan w:val="23"/>
          </w:tcPr>
          <w:p w:rsidR="0042703C" w:rsidRPr="000F1B53" w:rsidRDefault="0042703C" w:rsidP="000F1B53">
            <w:pPr>
              <w:rPr>
                <w:sz w:val="16"/>
                <w:szCs w:val="16"/>
              </w:rPr>
            </w:pPr>
          </w:p>
          <w:p w:rsidR="0042703C" w:rsidRDefault="0042703C" w:rsidP="000F1B53">
            <w:pPr>
              <w:jc w:val="center"/>
              <w:rPr>
                <w:sz w:val="24"/>
                <w:szCs w:val="24"/>
              </w:rPr>
            </w:pPr>
            <w:r w:rsidRPr="00D27993">
              <w:rPr>
                <w:sz w:val="24"/>
                <w:szCs w:val="24"/>
              </w:rPr>
              <w:t>European Communities(Plant Protection Products) Regulations, 2012 (S.I. No. 159 of 2012)</w:t>
            </w:r>
          </w:p>
          <w:p w:rsidR="0042703C" w:rsidRPr="000F1B53" w:rsidRDefault="0042703C" w:rsidP="000F1B53">
            <w:pPr>
              <w:jc w:val="center"/>
              <w:rPr>
                <w:sz w:val="16"/>
                <w:szCs w:val="16"/>
              </w:rPr>
            </w:pPr>
          </w:p>
        </w:tc>
      </w:tr>
      <w:tr w:rsidR="00F84F7B" w:rsidRPr="00D27993" w:rsidTr="002F6AA7">
        <w:trPr>
          <w:trHeight w:val="399"/>
          <w:jc w:val="center"/>
        </w:trPr>
        <w:tc>
          <w:tcPr>
            <w:tcW w:w="10490" w:type="dxa"/>
            <w:gridSpan w:val="23"/>
          </w:tcPr>
          <w:p w:rsidR="00F84F7B" w:rsidRPr="00D27993" w:rsidRDefault="00F84F7B" w:rsidP="00A606D4">
            <w:pPr>
              <w:rPr>
                <w:sz w:val="16"/>
                <w:szCs w:val="16"/>
              </w:rPr>
            </w:pPr>
            <w:r w:rsidRPr="00CE227B">
              <w:rPr>
                <w:b/>
                <w:szCs w:val="24"/>
                <w:u w:val="single"/>
              </w:rPr>
              <w:t>Please read Information note before completing this form</w:t>
            </w:r>
          </w:p>
        </w:tc>
      </w:tr>
      <w:tr w:rsidR="0042703C" w:rsidRPr="00D27993" w:rsidTr="002F6AA7">
        <w:trPr>
          <w:trHeight w:val="750"/>
          <w:jc w:val="center"/>
        </w:trPr>
        <w:tc>
          <w:tcPr>
            <w:tcW w:w="10490" w:type="dxa"/>
            <w:gridSpan w:val="23"/>
          </w:tcPr>
          <w:p w:rsidR="0042703C" w:rsidRPr="00D27993" w:rsidRDefault="0042703C" w:rsidP="00D27993">
            <w:pPr>
              <w:jc w:val="center"/>
              <w:rPr>
                <w:sz w:val="16"/>
                <w:szCs w:val="16"/>
              </w:rPr>
            </w:pPr>
          </w:p>
          <w:p w:rsidR="0042703C" w:rsidRPr="00570D9C" w:rsidRDefault="0042703C" w:rsidP="00C8705E">
            <w:pPr>
              <w:spacing w:after="200" w:line="276" w:lineRule="auto"/>
              <w:jc w:val="center"/>
              <w:rPr>
                <w:b/>
                <w:sz w:val="32"/>
                <w:szCs w:val="32"/>
                <w:u w:val="single"/>
              </w:rPr>
            </w:pPr>
            <w:r w:rsidRPr="00913461">
              <w:rPr>
                <w:b/>
                <w:sz w:val="32"/>
                <w:szCs w:val="32"/>
                <w:u w:val="single"/>
              </w:rPr>
              <w:t>Application for a Test Facility Trial Permit</w:t>
            </w:r>
            <w:r w:rsidR="00AF57E3" w:rsidRPr="00913461">
              <w:rPr>
                <w:b/>
                <w:sz w:val="32"/>
                <w:szCs w:val="32"/>
                <w:u w:val="single"/>
              </w:rPr>
              <w:t xml:space="preserve"> (TFTP)</w:t>
            </w:r>
          </w:p>
        </w:tc>
      </w:tr>
      <w:tr w:rsidR="00624F33" w:rsidRPr="00624F33" w:rsidTr="002F6AA7">
        <w:trPr>
          <w:jc w:val="center"/>
        </w:trPr>
        <w:tc>
          <w:tcPr>
            <w:tcW w:w="10490" w:type="dxa"/>
            <w:gridSpan w:val="23"/>
          </w:tcPr>
          <w:p w:rsidR="0042703C" w:rsidRPr="00624F33" w:rsidRDefault="009C57FF" w:rsidP="000F1B53">
            <w:pPr>
              <w:rPr>
                <w:sz w:val="16"/>
                <w:szCs w:val="16"/>
              </w:rPr>
            </w:pPr>
            <w:r w:rsidRPr="00624F33">
              <w:rPr>
                <w:sz w:val="16"/>
                <w:szCs w:val="16"/>
              </w:rPr>
              <w:t>Please t</w:t>
            </w:r>
            <w:r w:rsidR="0042703C" w:rsidRPr="00624F33">
              <w:rPr>
                <w:sz w:val="16"/>
                <w:szCs w:val="16"/>
              </w:rPr>
              <w:t>ick as appropriate:</w:t>
            </w:r>
          </w:p>
          <w:p w:rsidR="0042703C" w:rsidRPr="00624F33" w:rsidRDefault="0042703C" w:rsidP="000F1B53">
            <w:pPr>
              <w:rPr>
                <w:b/>
              </w:rPr>
            </w:pPr>
            <w:r w:rsidRPr="00624F33">
              <w:t xml:space="preserve">                         Programmes of Trials</w:t>
            </w:r>
            <w:r w:rsidRPr="00624F33">
              <w:rPr>
                <w:b/>
              </w:rPr>
              <w:t xml:space="preserve">    </w:t>
            </w:r>
            <w:r w:rsidRPr="00624F33">
              <w:rPr>
                <w:rFonts w:ascii="Times New Roman" w:hAnsi="Times New Roman" w:cs="Times New Roman"/>
              </w:rPr>
              <w:t>□</w:t>
            </w:r>
            <w:r w:rsidRPr="00624F33">
              <w:rPr>
                <w:b/>
              </w:rPr>
              <w:t xml:space="preserve">                                                     </w:t>
            </w:r>
            <w:r w:rsidRPr="00624F33">
              <w:t>Once off trial</w:t>
            </w:r>
            <w:r w:rsidRPr="00624F33">
              <w:rPr>
                <w:b/>
              </w:rPr>
              <w:t xml:space="preserve">    </w:t>
            </w:r>
            <w:r w:rsidRPr="00624F33">
              <w:rPr>
                <w:rFonts w:ascii="Times New Roman" w:hAnsi="Times New Roman" w:cs="Times New Roman"/>
              </w:rPr>
              <w:t>□</w:t>
            </w:r>
          </w:p>
          <w:p w:rsidR="0042703C" w:rsidRPr="00624F33" w:rsidRDefault="0042703C" w:rsidP="000F1B53">
            <w:pPr>
              <w:rPr>
                <w:b/>
                <w:sz w:val="12"/>
                <w:szCs w:val="12"/>
              </w:rPr>
            </w:pPr>
          </w:p>
        </w:tc>
      </w:tr>
      <w:tr w:rsidR="00624F33" w:rsidRPr="00624F33" w:rsidTr="002F6AA7">
        <w:trPr>
          <w:jc w:val="center"/>
        </w:trPr>
        <w:tc>
          <w:tcPr>
            <w:tcW w:w="10490" w:type="dxa"/>
            <w:gridSpan w:val="23"/>
          </w:tcPr>
          <w:p w:rsidR="0042703C" w:rsidRPr="00624F33" w:rsidRDefault="0042703C">
            <w:pPr>
              <w:rPr>
                <w:b/>
                <w:sz w:val="28"/>
                <w:szCs w:val="28"/>
                <w:u w:val="single"/>
              </w:rPr>
            </w:pPr>
            <w:r w:rsidRPr="00624F33">
              <w:rPr>
                <w:b/>
                <w:sz w:val="28"/>
                <w:szCs w:val="28"/>
                <w:u w:val="single"/>
              </w:rPr>
              <w:t>Section 1- Applicant Details</w:t>
            </w:r>
          </w:p>
        </w:tc>
      </w:tr>
      <w:tr w:rsidR="00624F33" w:rsidRPr="00624F33" w:rsidTr="002F6AA7">
        <w:trPr>
          <w:jc w:val="center"/>
        </w:trPr>
        <w:tc>
          <w:tcPr>
            <w:tcW w:w="10490" w:type="dxa"/>
            <w:gridSpan w:val="23"/>
          </w:tcPr>
          <w:p w:rsidR="0042703C" w:rsidRPr="00C97FC3" w:rsidRDefault="0042703C" w:rsidP="00C97FC3">
            <w:pPr>
              <w:spacing w:after="200" w:line="276" w:lineRule="auto"/>
              <w:rPr>
                <w:b/>
              </w:rPr>
            </w:pPr>
            <w:r w:rsidRPr="00624F33">
              <w:t>1</w:t>
            </w:r>
            <w:r w:rsidR="00F55A3E" w:rsidRPr="00624F33">
              <w:t>.1</w:t>
            </w:r>
            <w:r w:rsidRPr="00624F33">
              <w:t xml:space="preserve"> - </w:t>
            </w:r>
            <w:r w:rsidRPr="00624F33">
              <w:rPr>
                <w:b/>
              </w:rPr>
              <w:t>Applicant Name and Address</w:t>
            </w:r>
            <w:r w:rsidR="00C97FC3">
              <w:rPr>
                <w:b/>
              </w:rPr>
              <w:t xml:space="preserve"> </w:t>
            </w:r>
          </w:p>
        </w:tc>
      </w:tr>
      <w:tr w:rsidR="00624F33" w:rsidRPr="00624F33" w:rsidTr="002F6AA7">
        <w:trPr>
          <w:trHeight w:val="510"/>
          <w:jc w:val="center"/>
        </w:trPr>
        <w:tc>
          <w:tcPr>
            <w:tcW w:w="993" w:type="dxa"/>
            <w:vAlign w:val="center"/>
          </w:tcPr>
          <w:p w:rsidR="0042703C" w:rsidRPr="00624F33" w:rsidRDefault="0042703C">
            <w:r w:rsidRPr="00624F33">
              <w:t>Name:</w:t>
            </w:r>
          </w:p>
        </w:tc>
        <w:tc>
          <w:tcPr>
            <w:tcW w:w="5103" w:type="dxa"/>
            <w:gridSpan w:val="12"/>
            <w:vAlign w:val="center"/>
          </w:tcPr>
          <w:p w:rsidR="0042703C" w:rsidRPr="00624F33" w:rsidRDefault="0042703C"/>
        </w:tc>
        <w:tc>
          <w:tcPr>
            <w:tcW w:w="802" w:type="dxa"/>
            <w:gridSpan w:val="3"/>
            <w:vAlign w:val="center"/>
          </w:tcPr>
          <w:p w:rsidR="0042703C" w:rsidRPr="00624F33" w:rsidRDefault="0042703C">
            <w:r w:rsidRPr="00624F33">
              <w:t>Tel:</w:t>
            </w:r>
          </w:p>
        </w:tc>
        <w:tc>
          <w:tcPr>
            <w:tcW w:w="3592" w:type="dxa"/>
            <w:gridSpan w:val="7"/>
            <w:vAlign w:val="center"/>
          </w:tcPr>
          <w:p w:rsidR="0042703C" w:rsidRPr="00624F33" w:rsidRDefault="0042703C"/>
        </w:tc>
      </w:tr>
      <w:tr w:rsidR="00624F33" w:rsidRPr="00624F33" w:rsidTr="002F6AA7">
        <w:trPr>
          <w:trHeight w:val="510"/>
          <w:jc w:val="center"/>
        </w:trPr>
        <w:tc>
          <w:tcPr>
            <w:tcW w:w="993" w:type="dxa"/>
            <w:vMerge w:val="restart"/>
            <w:tcBorders>
              <w:top w:val="nil"/>
            </w:tcBorders>
          </w:tcPr>
          <w:p w:rsidR="0042703C" w:rsidRPr="00624F33" w:rsidRDefault="0042703C">
            <w:r w:rsidRPr="00624F33">
              <w:t>Address</w:t>
            </w:r>
          </w:p>
        </w:tc>
        <w:tc>
          <w:tcPr>
            <w:tcW w:w="5103" w:type="dxa"/>
            <w:gridSpan w:val="12"/>
          </w:tcPr>
          <w:p w:rsidR="0042703C" w:rsidRPr="00624F33" w:rsidRDefault="0042703C"/>
        </w:tc>
        <w:tc>
          <w:tcPr>
            <w:tcW w:w="802" w:type="dxa"/>
            <w:gridSpan w:val="3"/>
            <w:vAlign w:val="center"/>
          </w:tcPr>
          <w:p w:rsidR="0042703C" w:rsidRPr="00624F33" w:rsidRDefault="0042703C">
            <w:r w:rsidRPr="00624F33">
              <w:t>Fax:</w:t>
            </w:r>
          </w:p>
        </w:tc>
        <w:tc>
          <w:tcPr>
            <w:tcW w:w="3592" w:type="dxa"/>
            <w:gridSpan w:val="7"/>
          </w:tcPr>
          <w:p w:rsidR="0042703C" w:rsidRPr="00624F33" w:rsidRDefault="0042703C"/>
        </w:tc>
      </w:tr>
      <w:tr w:rsidR="00624F33" w:rsidRPr="00624F33" w:rsidTr="002F6AA7">
        <w:trPr>
          <w:trHeight w:val="510"/>
          <w:jc w:val="center"/>
        </w:trPr>
        <w:tc>
          <w:tcPr>
            <w:tcW w:w="993" w:type="dxa"/>
            <w:vMerge/>
          </w:tcPr>
          <w:p w:rsidR="0042703C" w:rsidRPr="00624F33" w:rsidRDefault="0042703C"/>
        </w:tc>
        <w:tc>
          <w:tcPr>
            <w:tcW w:w="5103" w:type="dxa"/>
            <w:gridSpan w:val="12"/>
          </w:tcPr>
          <w:p w:rsidR="0042703C" w:rsidRPr="00624F33" w:rsidRDefault="0042703C"/>
        </w:tc>
        <w:tc>
          <w:tcPr>
            <w:tcW w:w="802" w:type="dxa"/>
            <w:gridSpan w:val="3"/>
            <w:vAlign w:val="center"/>
          </w:tcPr>
          <w:p w:rsidR="0042703C" w:rsidRPr="00624F33" w:rsidRDefault="0042703C">
            <w:r w:rsidRPr="00624F33">
              <w:t>Mob:</w:t>
            </w:r>
          </w:p>
        </w:tc>
        <w:tc>
          <w:tcPr>
            <w:tcW w:w="3592" w:type="dxa"/>
            <w:gridSpan w:val="7"/>
          </w:tcPr>
          <w:p w:rsidR="0042703C" w:rsidRPr="00624F33" w:rsidRDefault="0042703C"/>
        </w:tc>
      </w:tr>
      <w:tr w:rsidR="00624F33" w:rsidRPr="00624F33" w:rsidTr="002F6AA7">
        <w:trPr>
          <w:trHeight w:val="510"/>
          <w:jc w:val="center"/>
        </w:trPr>
        <w:tc>
          <w:tcPr>
            <w:tcW w:w="993" w:type="dxa"/>
            <w:vMerge/>
          </w:tcPr>
          <w:p w:rsidR="0042703C" w:rsidRPr="00624F33" w:rsidRDefault="0042703C"/>
        </w:tc>
        <w:tc>
          <w:tcPr>
            <w:tcW w:w="5103" w:type="dxa"/>
            <w:gridSpan w:val="12"/>
            <w:tcBorders>
              <w:bottom w:val="single" w:sz="4" w:space="0" w:color="auto"/>
            </w:tcBorders>
          </w:tcPr>
          <w:p w:rsidR="0042703C" w:rsidRPr="00624F33" w:rsidRDefault="0042703C"/>
        </w:tc>
        <w:tc>
          <w:tcPr>
            <w:tcW w:w="802" w:type="dxa"/>
            <w:gridSpan w:val="3"/>
            <w:tcBorders>
              <w:bottom w:val="single" w:sz="4" w:space="0" w:color="auto"/>
            </w:tcBorders>
            <w:vAlign w:val="center"/>
          </w:tcPr>
          <w:p w:rsidR="0042703C" w:rsidRPr="00624F33" w:rsidRDefault="0042703C">
            <w:r w:rsidRPr="00624F33">
              <w:t>Email:</w:t>
            </w:r>
          </w:p>
        </w:tc>
        <w:tc>
          <w:tcPr>
            <w:tcW w:w="3592" w:type="dxa"/>
            <w:gridSpan w:val="7"/>
            <w:tcBorders>
              <w:bottom w:val="single" w:sz="4" w:space="0" w:color="auto"/>
            </w:tcBorders>
          </w:tcPr>
          <w:p w:rsidR="0042703C" w:rsidRPr="00624F33" w:rsidRDefault="0042703C"/>
        </w:tc>
      </w:tr>
      <w:tr w:rsidR="00624F33" w:rsidRPr="00624F33" w:rsidTr="002F6AA7">
        <w:trPr>
          <w:jc w:val="center"/>
        </w:trPr>
        <w:tc>
          <w:tcPr>
            <w:tcW w:w="10490" w:type="dxa"/>
            <w:gridSpan w:val="23"/>
            <w:tcBorders>
              <w:bottom w:val="single" w:sz="4" w:space="0" w:color="auto"/>
            </w:tcBorders>
          </w:tcPr>
          <w:p w:rsidR="0042703C" w:rsidRPr="00624F33" w:rsidRDefault="00F55A3E">
            <w:pPr>
              <w:rPr>
                <w:sz w:val="16"/>
                <w:szCs w:val="16"/>
              </w:rPr>
            </w:pPr>
            <w:r w:rsidRPr="00624F33">
              <w:rPr>
                <w:b/>
              </w:rPr>
              <w:t>1.</w:t>
            </w:r>
            <w:r w:rsidR="0042703C" w:rsidRPr="00624F33">
              <w:rPr>
                <w:b/>
              </w:rPr>
              <w:t>2 –</w:t>
            </w:r>
            <w:r w:rsidR="0042703C" w:rsidRPr="00624F33">
              <w:t xml:space="preserve"> </w:t>
            </w:r>
            <w:r w:rsidR="0042703C" w:rsidRPr="00624F33">
              <w:rPr>
                <w:b/>
              </w:rPr>
              <w:t xml:space="preserve">Application </w:t>
            </w:r>
            <w:r w:rsidR="00BA19CE" w:rsidRPr="00624F33">
              <w:rPr>
                <w:b/>
              </w:rPr>
              <w:t>for Test Facility Trial Permit (TFTP)</w:t>
            </w:r>
            <w:r w:rsidR="00BA19CE" w:rsidRPr="00624F33">
              <w:rPr>
                <w:sz w:val="16"/>
                <w:szCs w:val="16"/>
              </w:rPr>
              <w:t xml:space="preserve">    </w:t>
            </w:r>
            <w:r w:rsidR="0042703C" w:rsidRPr="00624F33">
              <w:rPr>
                <w:sz w:val="20"/>
                <w:szCs w:val="20"/>
              </w:rPr>
              <w:t>(</w:t>
            </w:r>
            <w:r w:rsidR="009C57FF" w:rsidRPr="00624F33">
              <w:rPr>
                <w:sz w:val="20"/>
                <w:szCs w:val="20"/>
              </w:rPr>
              <w:t xml:space="preserve">please </w:t>
            </w:r>
            <w:r w:rsidR="0042703C" w:rsidRPr="00624F33">
              <w:rPr>
                <w:sz w:val="20"/>
                <w:szCs w:val="20"/>
              </w:rPr>
              <w:t>tick as appropriate</w:t>
            </w:r>
            <w:r w:rsidR="0042703C" w:rsidRPr="00624F33">
              <w:rPr>
                <w:sz w:val="16"/>
                <w:szCs w:val="16"/>
              </w:rPr>
              <w:t>)</w:t>
            </w:r>
          </w:p>
          <w:p w:rsidR="0042703C" w:rsidRPr="00624F33" w:rsidRDefault="0042703C" w:rsidP="005B1C3B">
            <w:r w:rsidRPr="00624F33">
              <w:t>New TF</w:t>
            </w:r>
            <w:r w:rsidR="00BA19CE" w:rsidRPr="00624F33">
              <w:t>T</w:t>
            </w:r>
            <w:r w:rsidRPr="00624F33">
              <w:t>P</w:t>
            </w:r>
            <w:r w:rsidRPr="00624F33">
              <w:rPr>
                <w:sz w:val="20"/>
                <w:szCs w:val="20"/>
              </w:rPr>
              <w:t xml:space="preserve">   </w:t>
            </w:r>
            <w:r w:rsidR="00BA19CE" w:rsidRPr="00624F33">
              <w:rPr>
                <w:sz w:val="20"/>
                <w:szCs w:val="20"/>
              </w:rPr>
              <w:t xml:space="preserve">     </w:t>
            </w:r>
            <w:r w:rsidRPr="00624F33">
              <w:rPr>
                <w:sz w:val="20"/>
                <w:szCs w:val="20"/>
              </w:rPr>
              <w:t xml:space="preserve">  </w:t>
            </w:r>
            <w:r w:rsidRPr="00624F33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  <w:r w:rsidR="00BA19CE" w:rsidRPr="00624F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4F33">
              <w:rPr>
                <w:sz w:val="20"/>
                <w:szCs w:val="20"/>
              </w:rPr>
              <w:t xml:space="preserve">       </w:t>
            </w:r>
            <w:r w:rsidR="00BA19CE" w:rsidRPr="00624F33">
              <w:rPr>
                <w:sz w:val="20"/>
                <w:szCs w:val="20"/>
              </w:rPr>
              <w:t xml:space="preserve"> </w:t>
            </w:r>
            <w:r w:rsidR="002C3692" w:rsidRPr="00624F33">
              <w:rPr>
                <w:sz w:val="20"/>
                <w:szCs w:val="20"/>
              </w:rPr>
              <w:t xml:space="preserve">          </w:t>
            </w:r>
            <w:r w:rsidR="00BA19CE" w:rsidRPr="00624F33">
              <w:rPr>
                <w:sz w:val="20"/>
                <w:szCs w:val="20"/>
              </w:rPr>
              <w:t xml:space="preserve">                 </w:t>
            </w:r>
            <w:r w:rsidRPr="00624F33">
              <w:rPr>
                <w:sz w:val="20"/>
                <w:szCs w:val="20"/>
              </w:rPr>
              <w:t xml:space="preserve"> </w:t>
            </w:r>
            <w:r w:rsidRPr="00624F33">
              <w:t>Renewal of a TFTP</w:t>
            </w:r>
            <w:r w:rsidR="00BA19CE" w:rsidRPr="00624F33">
              <w:rPr>
                <w:sz w:val="20"/>
                <w:szCs w:val="20"/>
              </w:rPr>
              <w:t xml:space="preserve">           </w:t>
            </w:r>
            <w:r w:rsidRPr="00624F33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  <w:r w:rsidR="00BA19CE" w:rsidRPr="00624F33">
              <w:rPr>
                <w:sz w:val="20"/>
                <w:szCs w:val="20"/>
              </w:rPr>
              <w:t xml:space="preserve">             </w:t>
            </w:r>
            <w:r w:rsidR="002C3692" w:rsidRPr="00624F33">
              <w:rPr>
                <w:sz w:val="20"/>
                <w:szCs w:val="20"/>
              </w:rPr>
              <w:t xml:space="preserve">     </w:t>
            </w:r>
            <w:r w:rsidR="00BA19CE" w:rsidRPr="00624F33">
              <w:rPr>
                <w:sz w:val="20"/>
                <w:szCs w:val="20"/>
              </w:rPr>
              <w:t xml:space="preserve">                </w:t>
            </w:r>
            <w:r w:rsidR="00BA19CE" w:rsidRPr="00624F33">
              <w:t>Extension of a TFTP</w:t>
            </w:r>
            <w:r w:rsidR="00BA19CE" w:rsidRPr="00624F33">
              <w:rPr>
                <w:sz w:val="20"/>
                <w:szCs w:val="20"/>
              </w:rPr>
              <w:t xml:space="preserve">           </w:t>
            </w:r>
            <w:r w:rsidR="00BA19CE" w:rsidRPr="00624F33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  <w:p w:rsidR="0042703C" w:rsidRPr="00624F33" w:rsidRDefault="0042703C">
            <w:pPr>
              <w:rPr>
                <w:sz w:val="16"/>
                <w:szCs w:val="16"/>
              </w:rPr>
            </w:pPr>
          </w:p>
        </w:tc>
      </w:tr>
      <w:tr w:rsidR="00624F33" w:rsidRPr="00624F33" w:rsidTr="002F6AA7">
        <w:trPr>
          <w:jc w:val="center"/>
        </w:trPr>
        <w:tc>
          <w:tcPr>
            <w:tcW w:w="10490" w:type="dxa"/>
            <w:gridSpan w:val="23"/>
            <w:tcBorders>
              <w:bottom w:val="single" w:sz="4" w:space="0" w:color="auto"/>
            </w:tcBorders>
          </w:tcPr>
          <w:p w:rsidR="0042703C" w:rsidRPr="00624F33" w:rsidRDefault="00F55A3E">
            <w:pPr>
              <w:rPr>
                <w:sz w:val="24"/>
                <w:szCs w:val="24"/>
              </w:rPr>
            </w:pPr>
            <w:r w:rsidRPr="00624F33">
              <w:rPr>
                <w:b/>
              </w:rPr>
              <w:t>1.</w:t>
            </w:r>
            <w:r w:rsidR="0042703C" w:rsidRPr="00624F33">
              <w:rPr>
                <w:b/>
              </w:rPr>
              <w:t>3 - Status of Applicant:</w:t>
            </w:r>
            <w:r w:rsidR="0042703C" w:rsidRPr="00624F33">
              <w:rPr>
                <w:sz w:val="20"/>
                <w:szCs w:val="20"/>
              </w:rPr>
              <w:t xml:space="preserve"> (</w:t>
            </w:r>
            <w:r w:rsidR="009C57FF" w:rsidRPr="00624F33">
              <w:rPr>
                <w:sz w:val="20"/>
                <w:szCs w:val="20"/>
              </w:rPr>
              <w:t xml:space="preserve">please </w:t>
            </w:r>
            <w:r w:rsidR="0042703C" w:rsidRPr="00624F33">
              <w:rPr>
                <w:sz w:val="20"/>
                <w:szCs w:val="20"/>
              </w:rPr>
              <w:t>tick one or more as appropriate)</w:t>
            </w:r>
          </w:p>
          <w:p w:rsidR="0042703C" w:rsidRPr="00624F33" w:rsidRDefault="0042703C">
            <w:pPr>
              <w:rPr>
                <w:sz w:val="16"/>
                <w:szCs w:val="16"/>
              </w:rPr>
            </w:pPr>
          </w:p>
        </w:tc>
      </w:tr>
      <w:tr w:rsidR="00624F33" w:rsidRPr="00624F33" w:rsidTr="002F6AA7">
        <w:trPr>
          <w:trHeight w:val="207"/>
          <w:jc w:val="center"/>
        </w:trPr>
        <w:tc>
          <w:tcPr>
            <w:tcW w:w="3970" w:type="dxa"/>
            <w:gridSpan w:val="7"/>
            <w:tcBorders>
              <w:bottom w:val="nil"/>
              <w:right w:val="nil"/>
            </w:tcBorders>
          </w:tcPr>
          <w:p w:rsidR="0042703C" w:rsidRPr="00624F33" w:rsidRDefault="0042703C">
            <w:r w:rsidRPr="00624F33">
              <w:t>Professional Agricultural Organization</w:t>
            </w:r>
          </w:p>
        </w:tc>
        <w:tc>
          <w:tcPr>
            <w:tcW w:w="2078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42703C" w:rsidRPr="00624F33" w:rsidRDefault="0042703C" w:rsidP="002C1197">
            <w:pPr>
              <w:rPr>
                <w:sz w:val="36"/>
                <w:szCs w:val="36"/>
              </w:rPr>
            </w:pPr>
            <w:r w:rsidRPr="00624F33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3592" w:type="dxa"/>
            <w:gridSpan w:val="9"/>
            <w:tcBorders>
              <w:left w:val="nil"/>
              <w:bottom w:val="nil"/>
              <w:right w:val="nil"/>
            </w:tcBorders>
          </w:tcPr>
          <w:p w:rsidR="0042703C" w:rsidRPr="00624F33" w:rsidRDefault="0042703C">
            <w:r w:rsidRPr="00624F33">
              <w:t xml:space="preserve">Official Body </w:t>
            </w:r>
            <w:r w:rsidRPr="00624F33">
              <w:rPr>
                <w:sz w:val="18"/>
                <w:szCs w:val="18"/>
              </w:rPr>
              <w:t>(involved in agricultural activities)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</w:tcBorders>
            <w:vAlign w:val="center"/>
          </w:tcPr>
          <w:p w:rsidR="0042703C" w:rsidRPr="00624F33" w:rsidRDefault="0042703C" w:rsidP="002C1197">
            <w:pPr>
              <w:rPr>
                <w:sz w:val="36"/>
                <w:szCs w:val="36"/>
              </w:rPr>
            </w:pPr>
            <w:r w:rsidRPr="00624F33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624F33" w:rsidRPr="00624F33" w:rsidTr="002F6AA7">
        <w:trPr>
          <w:trHeight w:val="206"/>
          <w:jc w:val="center"/>
        </w:trPr>
        <w:tc>
          <w:tcPr>
            <w:tcW w:w="3970" w:type="dxa"/>
            <w:gridSpan w:val="7"/>
            <w:tcBorders>
              <w:top w:val="nil"/>
              <w:bottom w:val="nil"/>
              <w:right w:val="nil"/>
            </w:tcBorders>
          </w:tcPr>
          <w:p w:rsidR="0042703C" w:rsidRPr="00624F33" w:rsidRDefault="0042703C">
            <w:r w:rsidRPr="00624F33">
              <w:t>Commercial Company</w:t>
            </w:r>
          </w:p>
        </w:tc>
        <w:tc>
          <w:tcPr>
            <w:tcW w:w="20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03C" w:rsidRPr="00624F33" w:rsidRDefault="0042703C" w:rsidP="002C1197">
            <w:pPr>
              <w:rPr>
                <w:sz w:val="36"/>
                <w:szCs w:val="36"/>
              </w:rPr>
            </w:pPr>
            <w:r w:rsidRPr="00624F33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35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2703C" w:rsidRPr="00624F33" w:rsidRDefault="0042703C" w:rsidP="006D12F2">
            <w:r w:rsidRPr="00624F33">
              <w:t>Scientific Body</w:t>
            </w:r>
            <w:r w:rsidRPr="00624F33">
              <w:rPr>
                <w:sz w:val="18"/>
                <w:szCs w:val="18"/>
              </w:rPr>
              <w:t>(involved in agricultural activities)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42703C" w:rsidRPr="00624F33" w:rsidRDefault="0042703C" w:rsidP="002C1197">
            <w:pPr>
              <w:rPr>
                <w:sz w:val="36"/>
                <w:szCs w:val="36"/>
              </w:rPr>
            </w:pPr>
            <w:r w:rsidRPr="00624F33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624F33" w:rsidRPr="00624F33" w:rsidTr="002F6AA7">
        <w:trPr>
          <w:trHeight w:val="206"/>
          <w:jc w:val="center"/>
        </w:trPr>
        <w:tc>
          <w:tcPr>
            <w:tcW w:w="3970" w:type="dxa"/>
            <w:gridSpan w:val="7"/>
            <w:tcBorders>
              <w:top w:val="nil"/>
              <w:bottom w:val="nil"/>
              <w:right w:val="nil"/>
            </w:tcBorders>
          </w:tcPr>
          <w:p w:rsidR="0042703C" w:rsidRPr="00913461" w:rsidRDefault="0042703C">
            <w:r w:rsidRPr="00913461">
              <w:t xml:space="preserve">Agri Consultant/ Agronomist </w:t>
            </w:r>
          </w:p>
        </w:tc>
        <w:tc>
          <w:tcPr>
            <w:tcW w:w="20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03C" w:rsidRPr="00913461" w:rsidRDefault="0042703C" w:rsidP="002C1197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35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2703C" w:rsidRPr="00624F33" w:rsidRDefault="0042703C">
            <w:r w:rsidRPr="00624F33">
              <w:t>Educational Body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42703C" w:rsidRPr="00624F33" w:rsidRDefault="0042703C" w:rsidP="002C1197">
            <w:pPr>
              <w:rPr>
                <w:sz w:val="36"/>
                <w:szCs w:val="36"/>
              </w:rPr>
            </w:pPr>
            <w:r w:rsidRPr="00624F33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C12B40" w:rsidRPr="00624F33" w:rsidTr="002F6AA7">
        <w:trPr>
          <w:trHeight w:val="206"/>
          <w:jc w:val="center"/>
        </w:trPr>
        <w:tc>
          <w:tcPr>
            <w:tcW w:w="10490" w:type="dxa"/>
            <w:gridSpan w:val="23"/>
            <w:tcBorders>
              <w:top w:val="nil"/>
            </w:tcBorders>
          </w:tcPr>
          <w:p w:rsidR="00C12B40" w:rsidRPr="00C12B40" w:rsidRDefault="00C12B40" w:rsidP="002C1197">
            <w:r w:rsidRPr="00913461">
              <w:t>Other (specify)...........................................</w:t>
            </w:r>
            <w:r>
              <w:t>........................................................................................................</w:t>
            </w: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FA3DE6" w:rsidRPr="00624F33" w:rsidTr="002F6AA7">
        <w:trPr>
          <w:jc w:val="center"/>
        </w:trPr>
        <w:tc>
          <w:tcPr>
            <w:tcW w:w="10490" w:type="dxa"/>
            <w:gridSpan w:val="23"/>
            <w:tcBorders>
              <w:bottom w:val="single" w:sz="4" w:space="0" w:color="auto"/>
            </w:tcBorders>
          </w:tcPr>
          <w:p w:rsidR="00FA3DE6" w:rsidRPr="00624F33" w:rsidRDefault="00FA3DE6">
            <w:r w:rsidRPr="00624F33">
              <w:rPr>
                <w:b/>
              </w:rPr>
              <w:t>1.4</w:t>
            </w:r>
            <w:r w:rsidRPr="00624F33">
              <w:t xml:space="preserve"> </w:t>
            </w:r>
            <w:r w:rsidRPr="00624F33">
              <w:rPr>
                <w:b/>
              </w:rPr>
              <w:t xml:space="preserve">Type of test:  </w:t>
            </w:r>
            <w:r w:rsidRPr="00624F33">
              <w:t>Efficacy test</w:t>
            </w:r>
            <w:r w:rsidRPr="00624F33">
              <w:rPr>
                <w:sz w:val="16"/>
                <w:szCs w:val="16"/>
              </w:rPr>
              <w:t xml:space="preserve">   </w:t>
            </w:r>
            <w:r w:rsidRPr="00624F33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  <w:r w:rsidRPr="00624F33">
              <w:rPr>
                <w:sz w:val="16"/>
                <w:szCs w:val="16"/>
              </w:rPr>
              <w:t xml:space="preserve">             </w:t>
            </w:r>
            <w:r w:rsidRPr="00624F33">
              <w:t>Residue test</w:t>
            </w:r>
            <w:r w:rsidRPr="00624F33">
              <w:rPr>
                <w:sz w:val="16"/>
                <w:szCs w:val="16"/>
              </w:rPr>
              <w:t xml:space="preserve">   </w:t>
            </w:r>
            <w:r w:rsidRPr="00624F33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  <w:r w:rsidRPr="00624F33">
              <w:rPr>
                <w:sz w:val="16"/>
                <w:szCs w:val="16"/>
              </w:rPr>
              <w:t xml:space="preserve">           </w:t>
            </w:r>
            <w:r w:rsidRPr="00624F33">
              <w:t>Other (describe)</w:t>
            </w:r>
            <w:r w:rsidRPr="00624F33">
              <w:rPr>
                <w:sz w:val="16"/>
                <w:szCs w:val="16"/>
              </w:rPr>
              <w:t xml:space="preserve">   </w:t>
            </w:r>
            <w:r w:rsidRPr="00624F33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  <w:r w:rsidRPr="00624F33">
              <w:rPr>
                <w:sz w:val="16"/>
                <w:szCs w:val="16"/>
              </w:rPr>
              <w:t xml:space="preserve">                                                                             </w:t>
            </w:r>
          </w:p>
          <w:p w:rsidR="00FA3DE6" w:rsidRPr="00624F33" w:rsidRDefault="00FA3DE6" w:rsidP="007676F6">
            <w:pPr>
              <w:rPr>
                <w:sz w:val="16"/>
                <w:szCs w:val="16"/>
              </w:rPr>
            </w:pPr>
            <w:r w:rsidRPr="00624F33">
              <w:rPr>
                <w:sz w:val="20"/>
                <w:szCs w:val="20"/>
              </w:rPr>
              <w:t>(please tick as appropriate</w:t>
            </w:r>
            <w:r w:rsidRPr="00624F33">
              <w:rPr>
                <w:sz w:val="16"/>
                <w:szCs w:val="16"/>
              </w:rPr>
              <w:t>)</w:t>
            </w:r>
          </w:p>
        </w:tc>
      </w:tr>
      <w:tr w:rsidR="00FA3DE6" w:rsidRPr="00624F33" w:rsidTr="002F6AA7">
        <w:trPr>
          <w:jc w:val="center"/>
        </w:trPr>
        <w:tc>
          <w:tcPr>
            <w:tcW w:w="1049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E6" w:rsidRPr="00624F33" w:rsidRDefault="00FA3DE6" w:rsidP="001D0505">
            <w:pPr>
              <w:spacing w:after="200" w:line="276" w:lineRule="auto"/>
              <w:rPr>
                <w:b/>
              </w:rPr>
            </w:pPr>
            <w:r w:rsidRPr="00624F33">
              <w:rPr>
                <w:b/>
              </w:rPr>
              <w:t>1.5 – Professionally Qualified Persons under whose Supervision trials/experiments will be carried out</w:t>
            </w:r>
          </w:p>
        </w:tc>
      </w:tr>
      <w:tr w:rsidR="00FA3DE6" w:rsidRPr="00624F33" w:rsidTr="002F6AA7">
        <w:trPr>
          <w:trHeight w:val="942"/>
          <w:jc w:val="center"/>
        </w:trPr>
        <w:tc>
          <w:tcPr>
            <w:tcW w:w="2079" w:type="dxa"/>
            <w:gridSpan w:val="3"/>
            <w:tcBorders>
              <w:top w:val="single" w:sz="4" w:space="0" w:color="auto"/>
            </w:tcBorders>
          </w:tcPr>
          <w:p w:rsidR="00FA3DE6" w:rsidRPr="00624F33" w:rsidRDefault="00FA3DE6">
            <w:pPr>
              <w:rPr>
                <w:b/>
                <w:u w:val="single"/>
              </w:rPr>
            </w:pPr>
            <w:r w:rsidRPr="00624F33">
              <w:rPr>
                <w:b/>
                <w:u w:val="single"/>
              </w:rPr>
              <w:t>Name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FA3DE6" w:rsidRPr="00624F33" w:rsidRDefault="00FA3DE6">
            <w:pPr>
              <w:rPr>
                <w:b/>
                <w:u w:val="single"/>
              </w:rPr>
            </w:pPr>
            <w:r w:rsidRPr="00624F33">
              <w:rPr>
                <w:b/>
                <w:u w:val="single"/>
              </w:rPr>
              <w:t>Professional Qualification</w:t>
            </w:r>
          </w:p>
        </w:tc>
        <w:tc>
          <w:tcPr>
            <w:tcW w:w="1324" w:type="dxa"/>
            <w:gridSpan w:val="4"/>
            <w:tcBorders>
              <w:top w:val="single" w:sz="4" w:space="0" w:color="auto"/>
            </w:tcBorders>
          </w:tcPr>
          <w:p w:rsidR="00FA3DE6" w:rsidRPr="00624F33" w:rsidRDefault="00FA3DE6">
            <w:pPr>
              <w:rPr>
                <w:b/>
                <w:u w:val="single"/>
              </w:rPr>
            </w:pPr>
            <w:r w:rsidRPr="00624F33">
              <w:rPr>
                <w:b/>
                <w:u w:val="single"/>
              </w:rPr>
              <w:t>No. of years relevant experience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</w:tcBorders>
          </w:tcPr>
          <w:p w:rsidR="00FA3DE6" w:rsidRPr="00624F33" w:rsidRDefault="00FA3DE6">
            <w:pPr>
              <w:rPr>
                <w:b/>
                <w:u w:val="single"/>
              </w:rPr>
            </w:pPr>
            <w:r w:rsidRPr="00624F33">
              <w:rPr>
                <w:b/>
                <w:u w:val="single"/>
              </w:rPr>
              <w:t>Contact No.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right w:val="nil"/>
            </w:tcBorders>
          </w:tcPr>
          <w:p w:rsidR="00FA3DE6" w:rsidRPr="00624F33" w:rsidRDefault="00FA3DE6">
            <w:pPr>
              <w:rPr>
                <w:b/>
                <w:u w:val="single"/>
              </w:rPr>
            </w:pPr>
            <w:r w:rsidRPr="00624F33">
              <w:rPr>
                <w:b/>
                <w:u w:val="single"/>
              </w:rPr>
              <w:t>E Mail</w:t>
            </w:r>
          </w:p>
        </w:tc>
        <w:tc>
          <w:tcPr>
            <w:tcW w:w="27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DE6" w:rsidRPr="00624F33" w:rsidRDefault="00FA3DE6">
            <w:pPr>
              <w:rPr>
                <w:b/>
                <w:u w:val="single"/>
              </w:rPr>
            </w:pPr>
          </w:p>
        </w:tc>
      </w:tr>
      <w:tr w:rsidR="00FA3DE6" w:rsidRPr="00624F33" w:rsidTr="002F6AA7">
        <w:trPr>
          <w:trHeight w:val="510"/>
          <w:jc w:val="center"/>
        </w:trPr>
        <w:tc>
          <w:tcPr>
            <w:tcW w:w="2079" w:type="dxa"/>
            <w:gridSpan w:val="3"/>
          </w:tcPr>
          <w:p w:rsidR="00FA3DE6" w:rsidRPr="00624F33" w:rsidRDefault="00FA3DE6"/>
        </w:tc>
        <w:tc>
          <w:tcPr>
            <w:tcW w:w="1417" w:type="dxa"/>
            <w:gridSpan w:val="3"/>
          </w:tcPr>
          <w:p w:rsidR="00FA3DE6" w:rsidRPr="00624F33" w:rsidRDefault="00FA3DE6"/>
        </w:tc>
        <w:tc>
          <w:tcPr>
            <w:tcW w:w="1324" w:type="dxa"/>
            <w:gridSpan w:val="4"/>
          </w:tcPr>
          <w:p w:rsidR="00FA3DE6" w:rsidRPr="00624F33" w:rsidRDefault="00FA3DE6"/>
        </w:tc>
        <w:tc>
          <w:tcPr>
            <w:tcW w:w="1511" w:type="dxa"/>
            <w:gridSpan w:val="4"/>
          </w:tcPr>
          <w:p w:rsidR="00FA3DE6" w:rsidRPr="00624F33" w:rsidRDefault="00FA3DE6"/>
        </w:tc>
        <w:tc>
          <w:tcPr>
            <w:tcW w:w="1442" w:type="dxa"/>
            <w:gridSpan w:val="3"/>
            <w:tcBorders>
              <w:right w:val="nil"/>
            </w:tcBorders>
          </w:tcPr>
          <w:p w:rsidR="00FA3DE6" w:rsidRPr="00624F33" w:rsidRDefault="00FA3DE6"/>
        </w:tc>
        <w:tc>
          <w:tcPr>
            <w:tcW w:w="27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DE6" w:rsidRPr="00624F33" w:rsidRDefault="00FA3DE6"/>
        </w:tc>
      </w:tr>
      <w:tr w:rsidR="00FA3DE6" w:rsidRPr="00624F33" w:rsidTr="002F6AA7">
        <w:trPr>
          <w:trHeight w:val="510"/>
          <w:jc w:val="center"/>
        </w:trPr>
        <w:tc>
          <w:tcPr>
            <w:tcW w:w="2079" w:type="dxa"/>
            <w:gridSpan w:val="3"/>
            <w:tcBorders>
              <w:bottom w:val="single" w:sz="4" w:space="0" w:color="auto"/>
            </w:tcBorders>
          </w:tcPr>
          <w:p w:rsidR="00FA3DE6" w:rsidRPr="00624F33" w:rsidRDefault="00FA3DE6" w:rsidP="005F38A9"/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FA3DE6" w:rsidRPr="00624F33" w:rsidRDefault="00FA3DE6"/>
        </w:tc>
        <w:tc>
          <w:tcPr>
            <w:tcW w:w="1324" w:type="dxa"/>
            <w:gridSpan w:val="4"/>
            <w:tcBorders>
              <w:bottom w:val="single" w:sz="4" w:space="0" w:color="auto"/>
            </w:tcBorders>
          </w:tcPr>
          <w:p w:rsidR="00FA3DE6" w:rsidRPr="00624F33" w:rsidRDefault="00FA3DE6"/>
        </w:tc>
        <w:tc>
          <w:tcPr>
            <w:tcW w:w="1511" w:type="dxa"/>
            <w:gridSpan w:val="4"/>
            <w:tcBorders>
              <w:bottom w:val="single" w:sz="4" w:space="0" w:color="auto"/>
            </w:tcBorders>
          </w:tcPr>
          <w:p w:rsidR="00FA3DE6" w:rsidRPr="00624F33" w:rsidRDefault="00FA3DE6"/>
        </w:tc>
        <w:tc>
          <w:tcPr>
            <w:tcW w:w="1442" w:type="dxa"/>
            <w:gridSpan w:val="3"/>
            <w:tcBorders>
              <w:bottom w:val="single" w:sz="4" w:space="0" w:color="auto"/>
              <w:right w:val="nil"/>
            </w:tcBorders>
          </w:tcPr>
          <w:p w:rsidR="00FA3DE6" w:rsidRPr="00624F33" w:rsidRDefault="00FA3DE6"/>
        </w:tc>
        <w:tc>
          <w:tcPr>
            <w:tcW w:w="27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DE6" w:rsidRPr="00624F33" w:rsidRDefault="00FA3DE6"/>
        </w:tc>
      </w:tr>
      <w:tr w:rsidR="00FA3DE6" w:rsidRPr="00624F33" w:rsidTr="002F6AA7">
        <w:trPr>
          <w:trHeight w:val="510"/>
          <w:jc w:val="center"/>
        </w:trPr>
        <w:tc>
          <w:tcPr>
            <w:tcW w:w="2079" w:type="dxa"/>
            <w:gridSpan w:val="3"/>
            <w:tcBorders>
              <w:bottom w:val="single" w:sz="4" w:space="0" w:color="auto"/>
            </w:tcBorders>
          </w:tcPr>
          <w:p w:rsidR="00FA3DE6" w:rsidRPr="00624F33" w:rsidRDefault="00FA3DE6" w:rsidP="005F38A9"/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FA3DE6" w:rsidRPr="00624F33" w:rsidRDefault="00FA3DE6"/>
        </w:tc>
        <w:tc>
          <w:tcPr>
            <w:tcW w:w="1324" w:type="dxa"/>
            <w:gridSpan w:val="4"/>
            <w:tcBorders>
              <w:bottom w:val="single" w:sz="4" w:space="0" w:color="auto"/>
            </w:tcBorders>
          </w:tcPr>
          <w:p w:rsidR="00FA3DE6" w:rsidRPr="00624F33" w:rsidRDefault="00FA3DE6"/>
        </w:tc>
        <w:tc>
          <w:tcPr>
            <w:tcW w:w="1511" w:type="dxa"/>
            <w:gridSpan w:val="4"/>
            <w:tcBorders>
              <w:bottom w:val="single" w:sz="4" w:space="0" w:color="auto"/>
            </w:tcBorders>
          </w:tcPr>
          <w:p w:rsidR="00FA3DE6" w:rsidRPr="00624F33" w:rsidRDefault="00FA3DE6"/>
        </w:tc>
        <w:tc>
          <w:tcPr>
            <w:tcW w:w="1442" w:type="dxa"/>
            <w:gridSpan w:val="3"/>
            <w:tcBorders>
              <w:bottom w:val="single" w:sz="4" w:space="0" w:color="auto"/>
              <w:right w:val="nil"/>
            </w:tcBorders>
          </w:tcPr>
          <w:p w:rsidR="00FA3DE6" w:rsidRPr="00624F33" w:rsidRDefault="00FA3DE6"/>
        </w:tc>
        <w:tc>
          <w:tcPr>
            <w:tcW w:w="27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DE6" w:rsidRPr="00624F33" w:rsidRDefault="00FA3DE6"/>
        </w:tc>
      </w:tr>
      <w:tr w:rsidR="00FA3DE6" w:rsidRPr="00624F33" w:rsidTr="002F6AA7">
        <w:trPr>
          <w:trHeight w:val="510"/>
          <w:jc w:val="center"/>
        </w:trPr>
        <w:tc>
          <w:tcPr>
            <w:tcW w:w="2079" w:type="dxa"/>
            <w:gridSpan w:val="3"/>
            <w:tcBorders>
              <w:bottom w:val="single" w:sz="4" w:space="0" w:color="auto"/>
            </w:tcBorders>
          </w:tcPr>
          <w:p w:rsidR="00FA3DE6" w:rsidRPr="00624F33" w:rsidRDefault="00FA3DE6" w:rsidP="005F38A9"/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FA3DE6" w:rsidRPr="00624F33" w:rsidRDefault="00FA3DE6"/>
        </w:tc>
        <w:tc>
          <w:tcPr>
            <w:tcW w:w="1324" w:type="dxa"/>
            <w:gridSpan w:val="4"/>
            <w:tcBorders>
              <w:bottom w:val="single" w:sz="4" w:space="0" w:color="auto"/>
            </w:tcBorders>
          </w:tcPr>
          <w:p w:rsidR="00FA3DE6" w:rsidRPr="00624F33" w:rsidRDefault="00FA3DE6"/>
        </w:tc>
        <w:tc>
          <w:tcPr>
            <w:tcW w:w="1511" w:type="dxa"/>
            <w:gridSpan w:val="4"/>
            <w:tcBorders>
              <w:bottom w:val="single" w:sz="4" w:space="0" w:color="auto"/>
            </w:tcBorders>
          </w:tcPr>
          <w:p w:rsidR="00FA3DE6" w:rsidRPr="00624F33" w:rsidRDefault="00FA3DE6"/>
        </w:tc>
        <w:tc>
          <w:tcPr>
            <w:tcW w:w="1442" w:type="dxa"/>
            <w:gridSpan w:val="3"/>
            <w:tcBorders>
              <w:bottom w:val="single" w:sz="4" w:space="0" w:color="auto"/>
              <w:right w:val="nil"/>
            </w:tcBorders>
          </w:tcPr>
          <w:p w:rsidR="00FA3DE6" w:rsidRPr="00624F33" w:rsidRDefault="00FA3DE6"/>
        </w:tc>
        <w:tc>
          <w:tcPr>
            <w:tcW w:w="27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DE6" w:rsidRPr="00624F33" w:rsidRDefault="00FA3DE6"/>
        </w:tc>
      </w:tr>
      <w:tr w:rsidR="00FA3DE6" w:rsidRPr="00624F33" w:rsidTr="002F6AA7">
        <w:trPr>
          <w:trHeight w:val="567"/>
          <w:jc w:val="center"/>
        </w:trPr>
        <w:tc>
          <w:tcPr>
            <w:tcW w:w="10490" w:type="dxa"/>
            <w:gridSpan w:val="23"/>
            <w:tcBorders>
              <w:bottom w:val="single" w:sz="4" w:space="0" w:color="auto"/>
            </w:tcBorders>
            <w:vAlign w:val="center"/>
          </w:tcPr>
          <w:p w:rsidR="00FA3DE6" w:rsidRPr="00624F33" w:rsidRDefault="00FA3DE6" w:rsidP="0033745E">
            <w:pPr>
              <w:rPr>
                <w:b/>
                <w:sz w:val="28"/>
                <w:szCs w:val="28"/>
                <w:u w:val="single"/>
              </w:rPr>
            </w:pPr>
            <w:r w:rsidRPr="00624F33">
              <w:rPr>
                <w:b/>
                <w:sz w:val="28"/>
                <w:szCs w:val="28"/>
                <w:u w:val="single"/>
              </w:rPr>
              <w:lastRenderedPageBreak/>
              <w:t xml:space="preserve">Section 2 – Crop types/area </w:t>
            </w:r>
            <w:r>
              <w:rPr>
                <w:b/>
                <w:sz w:val="28"/>
                <w:szCs w:val="28"/>
                <w:u w:val="single"/>
              </w:rPr>
              <w:t>&amp; Trial types</w:t>
            </w:r>
            <w:r w:rsidRPr="00624F33">
              <w:rPr>
                <w:b/>
                <w:sz w:val="28"/>
                <w:szCs w:val="28"/>
                <w:u w:val="single"/>
              </w:rPr>
              <w:t xml:space="preserve"> proposed trials/experiments will be carried out: </w:t>
            </w:r>
            <w:r w:rsidRPr="00624F33">
              <w:rPr>
                <w:sz w:val="20"/>
                <w:szCs w:val="20"/>
              </w:rPr>
              <w:t xml:space="preserve">(please tick </w:t>
            </w:r>
            <w:r>
              <w:rPr>
                <w:sz w:val="20"/>
                <w:szCs w:val="20"/>
              </w:rPr>
              <w:t>the effectiveness and/or</w:t>
            </w:r>
            <w:r w:rsidRPr="00624F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crop safety box for each</w:t>
            </w:r>
            <w:r w:rsidRPr="00624F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crop type/area applied for</w:t>
            </w:r>
            <w:r w:rsidRPr="00624F33">
              <w:rPr>
                <w:sz w:val="20"/>
                <w:szCs w:val="20"/>
              </w:rPr>
              <w:t>)</w:t>
            </w:r>
          </w:p>
        </w:tc>
      </w:tr>
      <w:tr w:rsidR="00FA3DE6" w:rsidRPr="00624F33" w:rsidTr="002F6AA7">
        <w:trPr>
          <w:trHeight w:val="397"/>
          <w:jc w:val="center"/>
        </w:trPr>
        <w:tc>
          <w:tcPr>
            <w:tcW w:w="34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A3DE6" w:rsidRPr="00624F33" w:rsidRDefault="00FA3DE6"/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DE6" w:rsidRPr="004F2CF3" w:rsidRDefault="00FA3DE6" w:rsidP="00337A5A">
            <w:pPr>
              <w:jc w:val="center"/>
              <w:rPr>
                <w:rFonts w:ascii="Times New Roman" w:hAnsi="Times New Roman" w:cs="Times New Roman"/>
                <w:sz w:val="18"/>
                <w:szCs w:val="32"/>
              </w:rPr>
            </w:pPr>
            <w:r>
              <w:rPr>
                <w:rFonts w:ascii="Times New Roman" w:hAnsi="Times New Roman" w:cs="Times New Roman"/>
                <w:sz w:val="18"/>
                <w:szCs w:val="32"/>
              </w:rPr>
              <w:t>Effectiveness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DE6" w:rsidRDefault="00FA3DE6" w:rsidP="00337A5A">
            <w:pPr>
              <w:jc w:val="center"/>
              <w:rPr>
                <w:rFonts w:ascii="Times New Roman" w:hAnsi="Times New Roman" w:cs="Times New Roman"/>
                <w:sz w:val="18"/>
                <w:szCs w:val="32"/>
              </w:rPr>
            </w:pPr>
            <w:r>
              <w:rPr>
                <w:rFonts w:ascii="Times New Roman" w:hAnsi="Times New Roman" w:cs="Times New Roman"/>
                <w:sz w:val="18"/>
                <w:szCs w:val="32"/>
              </w:rPr>
              <w:t>Crop</w:t>
            </w:r>
          </w:p>
          <w:p w:rsidR="00FA3DE6" w:rsidRPr="004F2CF3" w:rsidRDefault="00FA3DE6" w:rsidP="00337A5A">
            <w:pPr>
              <w:jc w:val="center"/>
              <w:rPr>
                <w:rFonts w:ascii="Times New Roman" w:hAnsi="Times New Roman" w:cs="Times New Roman"/>
                <w:sz w:val="18"/>
                <w:szCs w:val="32"/>
              </w:rPr>
            </w:pPr>
            <w:r>
              <w:rPr>
                <w:rFonts w:ascii="Times New Roman" w:hAnsi="Times New Roman" w:cs="Times New Roman"/>
                <w:sz w:val="18"/>
                <w:szCs w:val="32"/>
              </w:rPr>
              <w:t>Safety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/>
        </w:tc>
        <w:tc>
          <w:tcPr>
            <w:tcW w:w="13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3DE6" w:rsidRPr="004F2CF3" w:rsidRDefault="00FA3DE6" w:rsidP="00B0322E">
            <w:pPr>
              <w:jc w:val="center"/>
              <w:rPr>
                <w:rFonts w:ascii="Times New Roman" w:hAnsi="Times New Roman" w:cs="Times New Roman"/>
                <w:sz w:val="18"/>
                <w:szCs w:val="32"/>
              </w:rPr>
            </w:pPr>
            <w:r>
              <w:rPr>
                <w:rFonts w:ascii="Times New Roman" w:hAnsi="Times New Roman" w:cs="Times New Roman"/>
                <w:sz w:val="18"/>
                <w:szCs w:val="32"/>
              </w:rPr>
              <w:t>Effectiveness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3DE6" w:rsidRDefault="00FA3DE6" w:rsidP="004C5D9F">
            <w:pPr>
              <w:jc w:val="center"/>
              <w:rPr>
                <w:rFonts w:ascii="Times New Roman" w:hAnsi="Times New Roman" w:cs="Times New Roman"/>
                <w:sz w:val="18"/>
                <w:szCs w:val="32"/>
              </w:rPr>
            </w:pPr>
            <w:r>
              <w:rPr>
                <w:rFonts w:ascii="Times New Roman" w:hAnsi="Times New Roman" w:cs="Times New Roman"/>
                <w:sz w:val="18"/>
                <w:szCs w:val="32"/>
              </w:rPr>
              <w:t>Crop</w:t>
            </w:r>
          </w:p>
          <w:p w:rsidR="00FA3DE6" w:rsidRPr="004F2CF3" w:rsidRDefault="00FA3DE6" w:rsidP="004C5D9F">
            <w:pPr>
              <w:jc w:val="center"/>
              <w:rPr>
                <w:rFonts w:ascii="Times New Roman" w:hAnsi="Times New Roman" w:cs="Times New Roman"/>
                <w:sz w:val="18"/>
                <w:szCs w:val="32"/>
              </w:rPr>
            </w:pPr>
            <w:r>
              <w:rPr>
                <w:rFonts w:ascii="Times New Roman" w:hAnsi="Times New Roman" w:cs="Times New Roman"/>
                <w:sz w:val="18"/>
                <w:szCs w:val="32"/>
              </w:rPr>
              <w:t>Safety</w:t>
            </w:r>
          </w:p>
        </w:tc>
      </w:tr>
      <w:tr w:rsidR="00FA3DE6" w:rsidRPr="00624F33" w:rsidTr="002F6AA7">
        <w:trPr>
          <w:trHeight w:val="397"/>
          <w:jc w:val="center"/>
        </w:trPr>
        <w:tc>
          <w:tcPr>
            <w:tcW w:w="34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A3DE6" w:rsidRPr="00624F33" w:rsidRDefault="00FA3DE6">
            <w:r w:rsidRPr="00624F33">
              <w:t>Aquatic area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337A5A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>
            <w:r w:rsidRPr="00624F33">
              <w:t>Oilseeds</w:t>
            </w:r>
          </w:p>
        </w:tc>
        <w:tc>
          <w:tcPr>
            <w:tcW w:w="13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337A5A">
            <w:pPr>
              <w:jc w:val="center"/>
              <w:rPr>
                <w:sz w:val="32"/>
                <w:szCs w:val="32"/>
              </w:rPr>
            </w:pPr>
            <w:r w:rsidRPr="004F2CF3">
              <w:rPr>
                <w:sz w:val="32"/>
                <w:szCs w:val="32"/>
              </w:rPr>
              <w:t>□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4F2CF3">
              <w:rPr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397"/>
          <w:jc w:val="center"/>
        </w:trPr>
        <w:tc>
          <w:tcPr>
            <w:tcW w:w="349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A3DE6" w:rsidRPr="00624F33" w:rsidRDefault="00FA3DE6">
            <w:r w:rsidRPr="00624F33">
              <w:t>Cereals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337A5A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>
            <w:r w:rsidRPr="00624F33">
              <w:t>Orchards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337A5A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397"/>
          <w:jc w:val="center"/>
        </w:trPr>
        <w:tc>
          <w:tcPr>
            <w:tcW w:w="349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A3DE6" w:rsidRPr="00624F33" w:rsidRDefault="00FA3DE6">
            <w:r w:rsidRPr="00624F33">
              <w:t xml:space="preserve">Forestry </w:t>
            </w:r>
            <w:r w:rsidRPr="00624F33">
              <w:rPr>
                <w:sz w:val="18"/>
                <w:szCs w:val="18"/>
              </w:rPr>
              <w:t>(including forest nurseries)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>
            <w:r w:rsidRPr="00624F33">
              <w:t>Ornamentals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337A5A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397"/>
          <w:jc w:val="center"/>
        </w:trPr>
        <w:tc>
          <w:tcPr>
            <w:tcW w:w="349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A3DE6" w:rsidRPr="00624F33" w:rsidRDefault="00FA3DE6" w:rsidP="00B14AD2">
            <w:r w:rsidRPr="00624F33">
              <w:t xml:space="preserve">Fruit </w:t>
            </w:r>
            <w:r w:rsidRPr="00624F33">
              <w:rPr>
                <w:sz w:val="18"/>
                <w:szCs w:val="18"/>
              </w:rPr>
              <w:t>(including pome fruit, berries and small fruits, and stone fruit)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7F0782">
            <w:r w:rsidRPr="00624F33">
              <w:t>Potatoes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337A5A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397"/>
          <w:jc w:val="center"/>
        </w:trPr>
        <w:tc>
          <w:tcPr>
            <w:tcW w:w="349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A3DE6" w:rsidRPr="00624F33" w:rsidRDefault="00FA3DE6" w:rsidP="007F0782">
            <w:r w:rsidRPr="00624F33">
              <w:t>Fungi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337A5A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>
            <w:r w:rsidRPr="00624F33">
              <w:t>Pulses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337A5A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397"/>
          <w:jc w:val="center"/>
        </w:trPr>
        <w:tc>
          <w:tcPr>
            <w:tcW w:w="349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A3DE6" w:rsidRPr="00913461" w:rsidRDefault="00FA3DE6" w:rsidP="002F481C"/>
          <w:p w:rsidR="00FA3DE6" w:rsidRPr="00913461" w:rsidRDefault="00FA3DE6" w:rsidP="002F481C">
            <w:r w:rsidRPr="00913461">
              <w:t>Grassland (forage)</w:t>
            </w:r>
          </w:p>
          <w:p w:rsidR="00FA3DE6" w:rsidRPr="00913461" w:rsidRDefault="00FA3DE6" w:rsidP="002F481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FA3DE6" w:rsidP="004F2CF3">
            <w:pPr>
              <w:jc w:val="center"/>
              <w:rPr>
                <w:sz w:val="32"/>
                <w:szCs w:val="32"/>
              </w:rPr>
            </w:pPr>
            <w:r w:rsidRPr="00913461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FA3DE6" w:rsidP="004C5D9F">
            <w:pPr>
              <w:jc w:val="center"/>
              <w:rPr>
                <w:sz w:val="32"/>
                <w:szCs w:val="32"/>
              </w:rPr>
            </w:pPr>
            <w:r w:rsidRPr="00913461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FA3DE6" w:rsidP="00B14AD2">
            <w:r w:rsidRPr="00913461">
              <w:t xml:space="preserve">Vegetables </w:t>
            </w:r>
            <w:r w:rsidRPr="00913461">
              <w:rPr>
                <w:sz w:val="18"/>
                <w:szCs w:val="18"/>
              </w:rPr>
              <w:t>(including stem, fruiting, leafy, bulb, root and tuber, brassica etc.)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337A5A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397"/>
          <w:jc w:val="center"/>
        </w:trPr>
        <w:tc>
          <w:tcPr>
            <w:tcW w:w="349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A3DE6" w:rsidRPr="00913461" w:rsidRDefault="00FA3DE6" w:rsidP="002F481C">
            <w:r w:rsidRPr="00913461">
              <w:t>Grassland (amenity)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FA3DE6" w:rsidP="00337A5A">
            <w:pPr>
              <w:jc w:val="center"/>
              <w:rPr>
                <w:sz w:val="32"/>
                <w:szCs w:val="32"/>
              </w:rPr>
            </w:pPr>
            <w:r w:rsidRPr="00913461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FA3DE6" w:rsidP="004C5D9F">
            <w:pPr>
              <w:jc w:val="center"/>
              <w:rPr>
                <w:sz w:val="32"/>
                <w:szCs w:val="32"/>
              </w:rPr>
            </w:pPr>
            <w:r w:rsidRPr="00913461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FA3DE6" w:rsidP="00B85808">
            <w:r w:rsidRPr="00913461">
              <w:t>Protected crop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B85808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397"/>
          <w:jc w:val="center"/>
        </w:trPr>
        <w:tc>
          <w:tcPr>
            <w:tcW w:w="349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A3DE6" w:rsidRPr="00913461" w:rsidRDefault="00FA3DE6" w:rsidP="007F0782">
            <w:r w:rsidRPr="00913461">
              <w:t>Maize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FA3DE6" w:rsidP="00337A5A">
            <w:pPr>
              <w:jc w:val="center"/>
              <w:rPr>
                <w:sz w:val="32"/>
                <w:szCs w:val="32"/>
              </w:rPr>
            </w:pPr>
            <w:r w:rsidRPr="00913461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FA3DE6" w:rsidP="004C5D9F">
            <w:pPr>
              <w:jc w:val="center"/>
              <w:rPr>
                <w:sz w:val="32"/>
                <w:szCs w:val="32"/>
              </w:rPr>
            </w:pPr>
            <w:r w:rsidRPr="00913461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FA3DE6" w:rsidP="00B85808">
            <w:r w:rsidRPr="00913461">
              <w:t>Amenity (other)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B85808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397"/>
          <w:jc w:val="center"/>
        </w:trPr>
        <w:tc>
          <w:tcPr>
            <w:tcW w:w="349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A3DE6" w:rsidRPr="00913461" w:rsidRDefault="00FA3DE6" w:rsidP="007F0782">
            <w:r w:rsidRPr="00913461">
              <w:t>Non-crop area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9271E8" w:rsidP="00337A5A">
            <w:pPr>
              <w:jc w:val="center"/>
              <w:rPr>
                <w:sz w:val="32"/>
                <w:szCs w:val="32"/>
              </w:rPr>
            </w:pPr>
            <w:r w:rsidRPr="00FC21DF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FA3DE6" w:rsidP="004C5D9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913461" w:rsidRDefault="00FA3DE6" w:rsidP="00B85808">
            <w:r w:rsidRPr="00913461">
              <w:t>Other</w:t>
            </w:r>
            <w:r w:rsidRPr="00913461">
              <w:rPr>
                <w:sz w:val="18"/>
                <w:szCs w:val="18"/>
              </w:rPr>
              <w:t>(specify)______________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B85808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DE6" w:rsidRPr="00624F33" w:rsidRDefault="00FA3DE6" w:rsidP="004C5D9F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567"/>
          <w:jc w:val="center"/>
        </w:trPr>
        <w:tc>
          <w:tcPr>
            <w:tcW w:w="10490" w:type="dxa"/>
            <w:gridSpan w:val="2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DE6" w:rsidRPr="00624F33" w:rsidRDefault="00FA3DE6" w:rsidP="00174C95">
            <w:pPr>
              <w:rPr>
                <w:sz w:val="20"/>
                <w:szCs w:val="20"/>
              </w:rPr>
            </w:pPr>
            <w:r w:rsidRPr="00624F33">
              <w:rPr>
                <w:b/>
                <w:sz w:val="28"/>
                <w:szCs w:val="28"/>
                <w:u w:val="single"/>
              </w:rPr>
              <w:t xml:space="preserve">Section 3 - Equipment and Other Facilities necessary to conduct trials/ experiments </w:t>
            </w:r>
            <w:r w:rsidRPr="00624F33">
              <w:rPr>
                <w:sz w:val="20"/>
                <w:szCs w:val="20"/>
              </w:rPr>
              <w:t>(whether owned or available to the applicant) Please tick 1 or more as appropriate</w:t>
            </w:r>
          </w:p>
        </w:tc>
      </w:tr>
      <w:tr w:rsidR="00FA3DE6" w:rsidRPr="00624F33" w:rsidTr="002F6AA7">
        <w:trPr>
          <w:trHeight w:val="228"/>
          <w:jc w:val="center"/>
        </w:trPr>
        <w:tc>
          <w:tcPr>
            <w:tcW w:w="3071" w:type="dxa"/>
            <w:gridSpan w:val="4"/>
            <w:tcBorders>
              <w:bottom w:val="nil"/>
              <w:right w:val="nil"/>
            </w:tcBorders>
          </w:tcPr>
          <w:p w:rsidR="00FA3DE6" w:rsidRPr="00624F33" w:rsidRDefault="00FA3DE6" w:rsidP="006F1F3A"/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A3DE6" w:rsidRPr="00624F33" w:rsidRDefault="00FA3DE6" w:rsidP="006F1F3A">
            <w:r w:rsidRPr="00624F33">
              <w:t>Owned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A3DE6" w:rsidRPr="00624F33" w:rsidRDefault="00FA3DE6" w:rsidP="006F1F3A">
            <w:r w:rsidRPr="00624F33">
              <w:t>Available</w:t>
            </w:r>
          </w:p>
        </w:tc>
        <w:tc>
          <w:tcPr>
            <w:tcW w:w="2693" w:type="dxa"/>
            <w:gridSpan w:val="7"/>
            <w:tcBorders>
              <w:left w:val="nil"/>
              <w:bottom w:val="nil"/>
              <w:right w:val="nil"/>
            </w:tcBorders>
          </w:tcPr>
          <w:p w:rsidR="00FA3DE6" w:rsidRPr="00624F33" w:rsidRDefault="00FA3DE6" w:rsidP="006F1F3A"/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A3DE6" w:rsidRPr="00624F33" w:rsidRDefault="00FA3DE6" w:rsidP="006F1F3A">
            <w:r w:rsidRPr="00624F33">
              <w:t>Owned</w:t>
            </w:r>
          </w:p>
        </w:tc>
        <w:tc>
          <w:tcPr>
            <w:tcW w:w="10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A3DE6" w:rsidRPr="00624F33" w:rsidRDefault="00FA3DE6" w:rsidP="006F1F3A">
            <w:r w:rsidRPr="00624F33">
              <w:t>Available</w:t>
            </w:r>
          </w:p>
        </w:tc>
      </w:tr>
      <w:tr w:rsidR="00FA3DE6" w:rsidRPr="00624F33" w:rsidTr="002F6AA7">
        <w:trPr>
          <w:trHeight w:val="510"/>
          <w:jc w:val="center"/>
        </w:trPr>
        <w:tc>
          <w:tcPr>
            <w:tcW w:w="307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FA3DE6" w:rsidRPr="00624F33" w:rsidRDefault="00FA3DE6" w:rsidP="006F1F3A">
            <w:r w:rsidRPr="00624F33">
              <w:t>Cultivation / Sowing / Fertilising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A27DDA">
            <w:r w:rsidRPr="00624F33">
              <w:t>Weighing / counting / quality assessments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510"/>
          <w:jc w:val="center"/>
        </w:trPr>
        <w:tc>
          <w:tcPr>
            <w:tcW w:w="307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FA3DE6" w:rsidRPr="00624F33" w:rsidRDefault="00FA3DE6" w:rsidP="006F1F3A">
            <w:r w:rsidRPr="00624F33">
              <w:t>Marking out / Measuring of plots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A27DDA">
            <w:r w:rsidRPr="00624F33">
              <w:t>Harvesting and Transport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510"/>
          <w:jc w:val="center"/>
        </w:trPr>
        <w:tc>
          <w:tcPr>
            <w:tcW w:w="307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FA3DE6" w:rsidRPr="00624F33" w:rsidRDefault="00FA3DE6" w:rsidP="006F1F3A">
            <w:r w:rsidRPr="00624F33">
              <w:t xml:space="preserve">Environmental monitoring equipment – </w:t>
            </w:r>
            <w:r w:rsidRPr="00624F33">
              <w:rPr>
                <w:sz w:val="18"/>
                <w:szCs w:val="18"/>
              </w:rPr>
              <w:t>(temperature, wind speed, humidity, precipitation)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A27DDA">
            <w:r w:rsidRPr="00624F33">
              <w:t>Sample storage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510"/>
          <w:jc w:val="center"/>
        </w:trPr>
        <w:tc>
          <w:tcPr>
            <w:tcW w:w="307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FA3DE6" w:rsidRPr="00624F33" w:rsidRDefault="00FA3DE6" w:rsidP="006F1F3A">
            <w:r w:rsidRPr="00624F33">
              <w:t xml:space="preserve">Product application equipment 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F1F3A">
            <w:r w:rsidRPr="00624F33">
              <w:t xml:space="preserve">Disposal facilities </w:t>
            </w:r>
            <w:r w:rsidRPr="00624F33">
              <w:rPr>
                <w:sz w:val="18"/>
                <w:szCs w:val="18"/>
              </w:rPr>
              <w:t>(where appropriate)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510"/>
          <w:jc w:val="center"/>
        </w:trPr>
        <w:tc>
          <w:tcPr>
            <w:tcW w:w="307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FA3DE6" w:rsidRPr="00624F33" w:rsidRDefault="00FA3DE6" w:rsidP="006F1F3A">
            <w:r w:rsidRPr="00624F33">
              <w:t>Product preparation / storage / transport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F1F3A">
            <w:r w:rsidRPr="00624F33">
              <w:t>Ancillary equipment/ facilities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</w:tr>
      <w:tr w:rsidR="00FA3DE6" w:rsidRPr="00624F33" w:rsidTr="002F6AA7">
        <w:trPr>
          <w:trHeight w:val="510"/>
          <w:jc w:val="center"/>
        </w:trPr>
        <w:tc>
          <w:tcPr>
            <w:tcW w:w="307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FA3DE6" w:rsidRPr="00624F33" w:rsidRDefault="00FA3DE6" w:rsidP="00A27DDA">
            <w:r w:rsidRPr="00624F33">
              <w:t>PPE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FE68C2">
            <w:r w:rsidRPr="00624F33">
              <w:t>Other (specify)</w:t>
            </w:r>
            <w:r>
              <w:t>_________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F1F3A">
            <w:r w:rsidRPr="00624F33">
              <w:rPr>
                <w:rFonts w:ascii="Times New Roman" w:hAnsi="Times New Roman" w:cs="Times New Roman"/>
                <w:sz w:val="32"/>
                <w:szCs w:val="32"/>
              </w:rPr>
              <w:t xml:space="preserve">    □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FA3DE6" w:rsidRPr="00624F33" w:rsidRDefault="00FA3DE6" w:rsidP="00682812">
            <w:r w:rsidRPr="00624F33">
              <w:rPr>
                <w:rFonts w:ascii="Times New Roman" w:hAnsi="Times New Roman" w:cs="Times New Roman"/>
                <w:sz w:val="32"/>
                <w:szCs w:val="32"/>
              </w:rPr>
              <w:t xml:space="preserve">     □</w:t>
            </w:r>
          </w:p>
        </w:tc>
      </w:tr>
      <w:tr w:rsidR="00FA3DE6" w:rsidRPr="00624F33" w:rsidTr="002F6AA7">
        <w:trPr>
          <w:trHeight w:val="510"/>
          <w:jc w:val="center"/>
        </w:trPr>
        <w:tc>
          <w:tcPr>
            <w:tcW w:w="307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FA3DE6" w:rsidRPr="00624F33" w:rsidRDefault="00FA3DE6" w:rsidP="00A27DDA">
            <w:r w:rsidRPr="00624F33">
              <w:t>Data Recording/ analysis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E7AF2">
            <w:pPr>
              <w:jc w:val="center"/>
              <w:rPr>
                <w:sz w:val="32"/>
                <w:szCs w:val="32"/>
              </w:rPr>
            </w:pPr>
            <w:r w:rsidRPr="00624F33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F1F3A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DE6" w:rsidRPr="00624F33" w:rsidRDefault="00FA3DE6" w:rsidP="006F1F3A"/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FA3DE6" w:rsidRPr="00624F33" w:rsidRDefault="00FA3DE6" w:rsidP="006F1F3A"/>
        </w:tc>
      </w:tr>
      <w:tr w:rsidR="00FA3DE6" w:rsidRPr="00624F33" w:rsidTr="002F6AA7">
        <w:trPr>
          <w:trHeight w:val="510"/>
          <w:jc w:val="center"/>
        </w:trPr>
        <w:tc>
          <w:tcPr>
            <w:tcW w:w="1049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E6" w:rsidRPr="00913461" w:rsidRDefault="00FA3DE6" w:rsidP="006F1F3A">
            <w:r w:rsidRPr="00913461">
              <w:rPr>
                <w:b/>
                <w:sz w:val="24"/>
                <w:szCs w:val="24"/>
              </w:rPr>
              <w:t>NB: A separate list of all items of owned and available equipment/machinery/facilities must be provided with this application</w:t>
            </w:r>
          </w:p>
        </w:tc>
      </w:tr>
      <w:tr w:rsidR="00FA3DE6" w:rsidRPr="00624F33" w:rsidTr="002F6AA7">
        <w:trPr>
          <w:trHeight w:val="510"/>
          <w:jc w:val="center"/>
        </w:trPr>
        <w:tc>
          <w:tcPr>
            <w:tcW w:w="1049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E6" w:rsidRPr="00913461" w:rsidRDefault="00FA3DE6" w:rsidP="006F1F3A">
            <w:r w:rsidRPr="00913461">
              <w:rPr>
                <w:sz w:val="24"/>
                <w:szCs w:val="24"/>
              </w:rPr>
              <w:t xml:space="preserve">I declare that all items listed have regular calibration and maintenance as appropriate and that these records are available for inspection       </w:t>
            </w: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  <w:r w:rsidRPr="00913461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13461">
              <w:rPr>
                <w:rFonts w:ascii="Times New Roman" w:hAnsi="Times New Roman" w:cs="Times New Roman"/>
                <w:sz w:val="20"/>
                <w:szCs w:val="20"/>
              </w:rPr>
              <w:t>please tick box</w:t>
            </w:r>
          </w:p>
        </w:tc>
      </w:tr>
      <w:tr w:rsidR="00FA3DE6" w:rsidRPr="00624F33" w:rsidTr="002F6AA7">
        <w:trPr>
          <w:trHeight w:val="157"/>
          <w:jc w:val="center"/>
        </w:trPr>
        <w:tc>
          <w:tcPr>
            <w:tcW w:w="9450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3DE6" w:rsidRPr="00624F33" w:rsidRDefault="00FA3DE6" w:rsidP="00235CEA">
            <w:pPr>
              <w:pStyle w:val="Default"/>
              <w:rPr>
                <w:rFonts w:asciiTheme="minorHAnsi" w:hAnsiTheme="minorHAnsi" w:cstheme="minorHAnsi"/>
                <w:color w:val="auto"/>
                <w:sz w:val="28"/>
                <w:szCs w:val="28"/>
                <w:u w:val="single"/>
              </w:rPr>
            </w:pPr>
            <w:r w:rsidRPr="00624F33">
              <w:rPr>
                <w:rFonts w:asciiTheme="minorHAnsi" w:hAnsiTheme="minorHAnsi" w:cstheme="minorHAnsi"/>
                <w:b/>
                <w:bCs/>
                <w:color w:val="auto"/>
                <w:sz w:val="28"/>
                <w:szCs w:val="28"/>
                <w:u w:val="single"/>
              </w:rPr>
              <w:t xml:space="preserve">Section 4. Standard Operating Procedures (SOPs)/Manuals </w:t>
            </w:r>
          </w:p>
          <w:p w:rsidR="00FA3DE6" w:rsidRPr="00624F33" w:rsidRDefault="00FA3DE6" w:rsidP="00174C95">
            <w:r w:rsidRPr="00624F33">
              <w:rPr>
                <w:sz w:val="23"/>
                <w:szCs w:val="23"/>
              </w:rPr>
              <w:t>––</w:t>
            </w:r>
            <w:r w:rsidRPr="00624F33">
              <w:rPr>
                <w:b/>
              </w:rPr>
              <w:t>Please provide a separate list and copies of all SOPs relating to efficacy testing work</w:t>
            </w:r>
            <w:r w:rsidRPr="00624F33">
              <w:t xml:space="preserve"> </w:t>
            </w:r>
          </w:p>
          <w:p w:rsidR="00FA3DE6" w:rsidRPr="00624F33" w:rsidRDefault="00FA3DE6" w:rsidP="00174C95">
            <w:pPr>
              <w:rPr>
                <w:b/>
                <w:sz w:val="24"/>
                <w:szCs w:val="24"/>
              </w:rPr>
            </w:pPr>
          </w:p>
          <w:p w:rsidR="00FA3DE6" w:rsidRPr="00624F33" w:rsidRDefault="00FA3DE6" w:rsidP="00174C95">
            <w:pPr>
              <w:rPr>
                <w:b/>
                <w:sz w:val="24"/>
                <w:szCs w:val="24"/>
              </w:rPr>
            </w:pPr>
          </w:p>
          <w:p w:rsidR="00FA3DE6" w:rsidRDefault="00FA3DE6" w:rsidP="00174C95">
            <w:pPr>
              <w:rPr>
                <w:b/>
                <w:sz w:val="24"/>
                <w:szCs w:val="24"/>
              </w:rPr>
            </w:pPr>
          </w:p>
          <w:p w:rsidR="00FA3DE6" w:rsidRPr="00624F33" w:rsidRDefault="00FA3DE6" w:rsidP="00174C95">
            <w:pPr>
              <w:rPr>
                <w:b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DE6" w:rsidRPr="00624F33" w:rsidRDefault="00FA3DE6" w:rsidP="006F1F3A"/>
        </w:tc>
      </w:tr>
      <w:tr w:rsidR="00FA3DE6" w:rsidRPr="00624F33" w:rsidTr="002F6AA7">
        <w:trPr>
          <w:trHeight w:val="567"/>
          <w:jc w:val="center"/>
        </w:trPr>
        <w:tc>
          <w:tcPr>
            <w:tcW w:w="10490" w:type="dxa"/>
            <w:gridSpan w:val="23"/>
            <w:tcBorders>
              <w:top w:val="single" w:sz="4" w:space="0" w:color="auto"/>
            </w:tcBorders>
          </w:tcPr>
          <w:p w:rsidR="00FA3DE6" w:rsidRDefault="00FA3DE6" w:rsidP="00A96AC4">
            <w:r w:rsidRPr="00624F33">
              <w:rPr>
                <w:b/>
                <w:sz w:val="28"/>
                <w:szCs w:val="28"/>
                <w:u w:val="single"/>
              </w:rPr>
              <w:t xml:space="preserve">Section 5 – Sites and Premises </w:t>
            </w:r>
            <w:r w:rsidRPr="00624F33">
              <w:rPr>
                <w:b/>
                <w:u w:val="single"/>
              </w:rPr>
              <w:t>– See appendix 1 (complete appendix  1 for each site or premises for which the application applies</w:t>
            </w:r>
            <w:r w:rsidRPr="00624F33">
              <w:t>)</w:t>
            </w:r>
          </w:p>
          <w:p w:rsidR="00FA3DE6" w:rsidRPr="00624F33" w:rsidRDefault="00FA3DE6" w:rsidP="00A96AC4"/>
          <w:p w:rsidR="00FA3DE6" w:rsidRDefault="00FA3DE6" w:rsidP="00A96AC4">
            <w:pPr>
              <w:rPr>
                <w:b/>
                <w:sz w:val="28"/>
                <w:szCs w:val="28"/>
                <w:u w:val="single"/>
              </w:rPr>
            </w:pPr>
          </w:p>
          <w:p w:rsidR="00D64D62" w:rsidRPr="00624F33" w:rsidRDefault="00D64D62" w:rsidP="00A96AC4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FA3DE6" w:rsidRPr="00624F33" w:rsidTr="002F6AA7">
        <w:trPr>
          <w:trHeight w:val="567"/>
          <w:jc w:val="center"/>
        </w:trPr>
        <w:tc>
          <w:tcPr>
            <w:tcW w:w="10490" w:type="dxa"/>
            <w:gridSpan w:val="23"/>
            <w:tcBorders>
              <w:top w:val="single" w:sz="4" w:space="0" w:color="auto"/>
            </w:tcBorders>
          </w:tcPr>
          <w:p w:rsidR="00FA3DE6" w:rsidRDefault="00FA3DE6" w:rsidP="00A96AC4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Section 6- Further information:</w:t>
            </w:r>
          </w:p>
          <w:p w:rsidR="00FA3DE6" w:rsidRDefault="00FA3DE6" w:rsidP="00264D5E">
            <w:pPr>
              <w:rPr>
                <w:b/>
                <w:sz w:val="28"/>
                <w:szCs w:val="28"/>
                <w:u w:val="single"/>
              </w:rPr>
            </w:pPr>
          </w:p>
          <w:p w:rsidR="00FA3DE6" w:rsidRDefault="00FA3DE6" w:rsidP="00264D5E">
            <w:pPr>
              <w:rPr>
                <w:b/>
                <w:sz w:val="28"/>
                <w:szCs w:val="28"/>
                <w:u w:val="single"/>
              </w:rPr>
            </w:pPr>
          </w:p>
          <w:p w:rsidR="00FA3DE6" w:rsidRDefault="00FA3DE6" w:rsidP="00264D5E">
            <w:pPr>
              <w:rPr>
                <w:b/>
                <w:sz w:val="28"/>
                <w:szCs w:val="28"/>
                <w:u w:val="single"/>
              </w:rPr>
            </w:pPr>
          </w:p>
          <w:p w:rsidR="00FA3DE6" w:rsidRDefault="00FA3DE6" w:rsidP="00264D5E">
            <w:pPr>
              <w:rPr>
                <w:b/>
                <w:sz w:val="28"/>
                <w:szCs w:val="28"/>
                <w:u w:val="single"/>
              </w:rPr>
            </w:pPr>
          </w:p>
          <w:p w:rsidR="00C12B40" w:rsidRDefault="00C12B40" w:rsidP="00264D5E">
            <w:pPr>
              <w:rPr>
                <w:b/>
                <w:sz w:val="28"/>
                <w:szCs w:val="28"/>
                <w:u w:val="single"/>
              </w:rPr>
            </w:pPr>
          </w:p>
          <w:p w:rsidR="00C12B40" w:rsidRDefault="00C12B40" w:rsidP="00264D5E">
            <w:pPr>
              <w:rPr>
                <w:b/>
                <w:sz w:val="28"/>
                <w:szCs w:val="28"/>
                <w:u w:val="single"/>
              </w:rPr>
            </w:pPr>
          </w:p>
          <w:p w:rsidR="00C12B40" w:rsidRDefault="00C12B40" w:rsidP="00264D5E">
            <w:pPr>
              <w:rPr>
                <w:b/>
                <w:sz w:val="28"/>
                <w:szCs w:val="28"/>
                <w:u w:val="single"/>
              </w:rPr>
            </w:pPr>
          </w:p>
          <w:p w:rsidR="00FA3DE6" w:rsidRDefault="00FA3DE6" w:rsidP="00264D5E">
            <w:pPr>
              <w:rPr>
                <w:b/>
                <w:sz w:val="28"/>
                <w:szCs w:val="28"/>
                <w:u w:val="single"/>
              </w:rPr>
            </w:pPr>
          </w:p>
          <w:p w:rsidR="00FA3DE6" w:rsidRPr="00264D5E" w:rsidRDefault="00FA3DE6" w:rsidP="00264D5E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FA3DE6" w:rsidRPr="00624F33" w:rsidTr="002F6AA7">
        <w:trPr>
          <w:trHeight w:val="567"/>
          <w:jc w:val="center"/>
        </w:trPr>
        <w:tc>
          <w:tcPr>
            <w:tcW w:w="10490" w:type="dxa"/>
            <w:gridSpan w:val="23"/>
            <w:vAlign w:val="center"/>
          </w:tcPr>
          <w:p w:rsidR="00FA3DE6" w:rsidRPr="00624F33" w:rsidRDefault="00FA3DE6" w:rsidP="006F1F3A">
            <w:r w:rsidRPr="00624F33">
              <w:rPr>
                <w:b/>
                <w:sz w:val="28"/>
                <w:szCs w:val="28"/>
                <w:u w:val="single"/>
              </w:rPr>
              <w:t xml:space="preserve">Section </w:t>
            </w:r>
            <w:r>
              <w:rPr>
                <w:b/>
                <w:sz w:val="28"/>
                <w:szCs w:val="28"/>
                <w:u w:val="single"/>
              </w:rPr>
              <w:t>7</w:t>
            </w:r>
            <w:r w:rsidRPr="00624F33">
              <w:rPr>
                <w:b/>
                <w:sz w:val="28"/>
                <w:szCs w:val="28"/>
                <w:u w:val="single"/>
              </w:rPr>
              <w:t xml:space="preserve"> – Declaration:</w:t>
            </w:r>
          </w:p>
        </w:tc>
      </w:tr>
      <w:tr w:rsidR="00FA3DE6" w:rsidRPr="00624F33" w:rsidTr="002F6AA7">
        <w:trPr>
          <w:jc w:val="center"/>
        </w:trPr>
        <w:tc>
          <w:tcPr>
            <w:tcW w:w="10490" w:type="dxa"/>
            <w:gridSpan w:val="23"/>
          </w:tcPr>
          <w:p w:rsidR="00FA3DE6" w:rsidRPr="00624F33" w:rsidRDefault="00FA3DE6" w:rsidP="00287CE9">
            <w:pPr>
              <w:rPr>
                <w:rFonts w:cstheme="minorHAnsi"/>
              </w:rPr>
            </w:pPr>
            <w:r w:rsidRPr="00624F33">
              <w:rPr>
                <w:rFonts w:cstheme="minorHAnsi"/>
              </w:rPr>
              <w:t xml:space="preserve">I am willing to allow my contact details to be published on a DAFM database of registered Test Facilities: </w:t>
            </w:r>
            <w:r>
              <w:rPr>
                <w:rFonts w:cstheme="minorHAnsi"/>
              </w:rPr>
              <w:t xml:space="preserve">     </w:t>
            </w:r>
            <w:r w:rsidRPr="00264D5E">
              <w:rPr>
                <w:rFonts w:ascii="Times New Roman" w:hAnsi="Times New Roman" w:cs="Times New Roman"/>
                <w:sz w:val="40"/>
                <w:szCs w:val="40"/>
              </w:rPr>
              <w:t>□</w:t>
            </w:r>
            <w:r w:rsidRPr="00264D5E">
              <w:rPr>
                <w:rFonts w:cstheme="minorHAnsi"/>
                <w:sz w:val="40"/>
                <w:szCs w:val="40"/>
              </w:rPr>
              <w:t xml:space="preserve"> </w:t>
            </w:r>
            <w:r w:rsidRPr="00624F33">
              <w:rPr>
                <w:rFonts w:cstheme="minorHAnsi"/>
              </w:rPr>
              <w:t xml:space="preserve"> </w:t>
            </w:r>
          </w:p>
          <w:p w:rsidR="00FA3DE6" w:rsidRPr="00264D5E" w:rsidRDefault="00FA3DE6" w:rsidP="00287CE9">
            <w:pPr>
              <w:rPr>
                <w:rFonts w:cstheme="minorHAnsi"/>
                <w:sz w:val="20"/>
                <w:szCs w:val="20"/>
              </w:rPr>
            </w:pPr>
            <w:r w:rsidRPr="00264D5E">
              <w:rPr>
                <w:rFonts w:cstheme="minorHAnsi"/>
                <w:sz w:val="20"/>
                <w:szCs w:val="20"/>
              </w:rPr>
              <w:t>(please tick box if you agree).</w:t>
            </w:r>
          </w:p>
          <w:p w:rsidR="00FA3DE6" w:rsidRPr="00624F33" w:rsidRDefault="00FA3DE6" w:rsidP="00287CE9">
            <w:pPr>
              <w:rPr>
                <w:rFonts w:ascii="Times New Roman" w:hAnsi="Times New Roman" w:cs="Times New Roman"/>
              </w:rPr>
            </w:pPr>
          </w:p>
          <w:p w:rsidR="00FA3DE6" w:rsidRPr="00624F33" w:rsidRDefault="00FA3DE6" w:rsidP="00C345C1">
            <w:r w:rsidRPr="00624F33">
              <w:t>I confirm that the information provided in and with this application is correct and complete and if a Test Facility Trial Permit is granted, agree to abide by its terms and conditions and undertake to immediately inform the competent authority (DAFM)</w:t>
            </w:r>
            <w:r w:rsidR="00D64D62">
              <w:t xml:space="preserve"> </w:t>
            </w:r>
            <w:r w:rsidRPr="00624F33">
              <w:t>of all new information on the potentially harmful effects of plant protection products or of their residues on human or animal health or on the environment.</w:t>
            </w:r>
            <w:r w:rsidRPr="00624F3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3DE6" w:rsidRPr="00624F33" w:rsidTr="002F6AA7">
        <w:trPr>
          <w:trHeight w:val="397"/>
          <w:jc w:val="center"/>
        </w:trPr>
        <w:tc>
          <w:tcPr>
            <w:tcW w:w="10490" w:type="dxa"/>
            <w:gridSpan w:val="23"/>
            <w:vAlign w:val="center"/>
          </w:tcPr>
          <w:p w:rsidR="00FA3DE6" w:rsidRPr="00624F33" w:rsidRDefault="00FA3DE6">
            <w:r w:rsidRPr="00624F33">
              <w:t xml:space="preserve">For and on behalf </w:t>
            </w:r>
            <w:r w:rsidRPr="00913461">
              <w:t>of applicant (Company</w:t>
            </w:r>
            <w:r w:rsidRPr="00624F33">
              <w:t>/Organization/Body/Consultant/etc):</w:t>
            </w:r>
          </w:p>
          <w:p w:rsidR="00FA3DE6" w:rsidRPr="00624F33" w:rsidRDefault="00FA3DE6"/>
        </w:tc>
      </w:tr>
      <w:tr w:rsidR="00FA3DE6" w:rsidRPr="00624F33" w:rsidTr="002F6AA7">
        <w:trPr>
          <w:trHeight w:val="414"/>
          <w:jc w:val="center"/>
        </w:trPr>
        <w:tc>
          <w:tcPr>
            <w:tcW w:w="1512" w:type="dxa"/>
            <w:gridSpan w:val="2"/>
            <w:vAlign w:val="center"/>
          </w:tcPr>
          <w:p w:rsidR="00FA3DE6" w:rsidRPr="00624F33" w:rsidRDefault="00FA3DE6" w:rsidP="00AC3596">
            <w:pPr>
              <w:rPr>
                <w:b/>
              </w:rPr>
            </w:pPr>
            <w:r w:rsidRPr="00624F33">
              <w:rPr>
                <w:b/>
              </w:rPr>
              <w:t>Name (Print)</w:t>
            </w:r>
          </w:p>
        </w:tc>
        <w:tc>
          <w:tcPr>
            <w:tcW w:w="4111" w:type="dxa"/>
            <w:gridSpan w:val="9"/>
            <w:vAlign w:val="center"/>
          </w:tcPr>
          <w:p w:rsidR="00FA3DE6" w:rsidRPr="00624F33" w:rsidRDefault="00FA3DE6"/>
        </w:tc>
        <w:tc>
          <w:tcPr>
            <w:tcW w:w="1134" w:type="dxa"/>
            <w:gridSpan w:val="4"/>
            <w:vAlign w:val="center"/>
          </w:tcPr>
          <w:p w:rsidR="00FA3DE6" w:rsidRPr="00624F33" w:rsidRDefault="00FA3DE6" w:rsidP="00AC3596">
            <w:pPr>
              <w:rPr>
                <w:b/>
              </w:rPr>
            </w:pPr>
            <w:r w:rsidRPr="00624F33">
              <w:rPr>
                <w:b/>
              </w:rPr>
              <w:t>Status/ Position</w:t>
            </w:r>
          </w:p>
        </w:tc>
        <w:tc>
          <w:tcPr>
            <w:tcW w:w="3733" w:type="dxa"/>
            <w:gridSpan w:val="8"/>
            <w:vAlign w:val="center"/>
          </w:tcPr>
          <w:p w:rsidR="00FA3DE6" w:rsidRPr="00624F33" w:rsidRDefault="00FA3DE6"/>
        </w:tc>
      </w:tr>
      <w:tr w:rsidR="00FA3DE6" w:rsidRPr="00624F33" w:rsidTr="002F6AA7">
        <w:trPr>
          <w:trHeight w:val="414"/>
          <w:jc w:val="center"/>
        </w:trPr>
        <w:tc>
          <w:tcPr>
            <w:tcW w:w="1512" w:type="dxa"/>
            <w:gridSpan w:val="2"/>
            <w:vAlign w:val="center"/>
          </w:tcPr>
          <w:p w:rsidR="00FA3DE6" w:rsidRPr="00624F33" w:rsidRDefault="00FA3DE6">
            <w:pPr>
              <w:rPr>
                <w:b/>
              </w:rPr>
            </w:pPr>
            <w:r w:rsidRPr="00624F33">
              <w:rPr>
                <w:b/>
              </w:rPr>
              <w:t>Signature</w:t>
            </w:r>
          </w:p>
        </w:tc>
        <w:tc>
          <w:tcPr>
            <w:tcW w:w="4111" w:type="dxa"/>
            <w:gridSpan w:val="9"/>
            <w:vAlign w:val="center"/>
          </w:tcPr>
          <w:p w:rsidR="00FA3DE6" w:rsidRPr="00624F33" w:rsidRDefault="00FA3DE6"/>
        </w:tc>
        <w:tc>
          <w:tcPr>
            <w:tcW w:w="1134" w:type="dxa"/>
            <w:gridSpan w:val="4"/>
            <w:vAlign w:val="center"/>
          </w:tcPr>
          <w:p w:rsidR="00FA3DE6" w:rsidRPr="00624F33" w:rsidRDefault="00FA3DE6" w:rsidP="00AC3596">
            <w:pPr>
              <w:rPr>
                <w:b/>
              </w:rPr>
            </w:pPr>
            <w:r w:rsidRPr="00624F33">
              <w:rPr>
                <w:b/>
              </w:rPr>
              <w:t>Date</w:t>
            </w:r>
          </w:p>
        </w:tc>
        <w:tc>
          <w:tcPr>
            <w:tcW w:w="3733" w:type="dxa"/>
            <w:gridSpan w:val="8"/>
            <w:vAlign w:val="center"/>
          </w:tcPr>
          <w:p w:rsidR="00FA3DE6" w:rsidRPr="00624F33" w:rsidRDefault="00FA3DE6"/>
        </w:tc>
      </w:tr>
      <w:tr w:rsidR="00FA3DE6" w:rsidRPr="00624F33" w:rsidTr="002F6AA7">
        <w:trPr>
          <w:trHeight w:val="737"/>
          <w:jc w:val="center"/>
        </w:trPr>
        <w:tc>
          <w:tcPr>
            <w:tcW w:w="10490" w:type="dxa"/>
            <w:gridSpan w:val="23"/>
            <w:vAlign w:val="center"/>
          </w:tcPr>
          <w:p w:rsidR="00FA3DE6" w:rsidRPr="00624F33" w:rsidRDefault="00FA3DE6" w:rsidP="002F481C">
            <w:pPr>
              <w:rPr>
                <w:b/>
              </w:rPr>
            </w:pPr>
            <w:r w:rsidRPr="00624F33">
              <w:rPr>
                <w:b/>
              </w:rPr>
              <w:t>WARNING: It is an offence to provide false or misleading information, or to fail to disclose information relevant to this application.</w:t>
            </w:r>
          </w:p>
        </w:tc>
      </w:tr>
    </w:tbl>
    <w:p w:rsidR="00AC3596" w:rsidRPr="00624F33" w:rsidRDefault="00AC3596"/>
    <w:p w:rsidR="001B7496" w:rsidRPr="00624F33" w:rsidRDefault="001B7496"/>
    <w:tbl>
      <w:tblPr>
        <w:tblStyle w:val="TableGrid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1795"/>
        <w:gridCol w:w="1701"/>
        <w:gridCol w:w="1560"/>
        <w:gridCol w:w="1275"/>
        <w:gridCol w:w="1442"/>
        <w:gridCol w:w="2575"/>
      </w:tblGrid>
      <w:tr w:rsidR="00624F33" w:rsidRPr="00624F33" w:rsidTr="0042703C">
        <w:trPr>
          <w:jc w:val="center"/>
        </w:trPr>
        <w:tc>
          <w:tcPr>
            <w:tcW w:w="10348" w:type="dxa"/>
            <w:gridSpan w:val="6"/>
          </w:tcPr>
          <w:p w:rsidR="000F0E54" w:rsidRPr="00624F33" w:rsidRDefault="00303442">
            <w:pPr>
              <w:rPr>
                <w:b/>
                <w:u w:val="single"/>
              </w:rPr>
            </w:pPr>
            <w:r w:rsidRPr="00624F33">
              <w:rPr>
                <w:b/>
                <w:u w:val="single"/>
              </w:rPr>
              <w:t>For Official use only:</w:t>
            </w:r>
          </w:p>
        </w:tc>
      </w:tr>
      <w:tr w:rsidR="00624F33" w:rsidRPr="00624F33" w:rsidTr="00AC3596">
        <w:trPr>
          <w:trHeight w:val="659"/>
          <w:jc w:val="center"/>
        </w:trPr>
        <w:tc>
          <w:tcPr>
            <w:tcW w:w="1795" w:type="dxa"/>
          </w:tcPr>
          <w:p w:rsidR="00C116E5" w:rsidRPr="00624F33" w:rsidRDefault="00C116E5" w:rsidP="00C052CA">
            <w:pPr>
              <w:jc w:val="center"/>
            </w:pPr>
            <w:r w:rsidRPr="00624F33">
              <w:t>Application Received</w:t>
            </w:r>
          </w:p>
        </w:tc>
        <w:tc>
          <w:tcPr>
            <w:tcW w:w="1701" w:type="dxa"/>
          </w:tcPr>
          <w:p w:rsidR="00C116E5" w:rsidRPr="00624F33" w:rsidRDefault="000F0E54" w:rsidP="000F0E54">
            <w:r w:rsidRPr="00624F33">
              <w:t>Further information requested</w:t>
            </w:r>
          </w:p>
        </w:tc>
        <w:tc>
          <w:tcPr>
            <w:tcW w:w="1560" w:type="dxa"/>
          </w:tcPr>
          <w:p w:rsidR="00C116E5" w:rsidRPr="00624F33" w:rsidRDefault="00C116E5" w:rsidP="000F0E54">
            <w:r w:rsidRPr="00624F33">
              <w:t xml:space="preserve">Further information </w:t>
            </w:r>
            <w:r w:rsidR="000F0E54" w:rsidRPr="00624F33">
              <w:t>received</w:t>
            </w:r>
          </w:p>
        </w:tc>
        <w:tc>
          <w:tcPr>
            <w:tcW w:w="1275" w:type="dxa"/>
          </w:tcPr>
          <w:p w:rsidR="00C116E5" w:rsidRPr="00624F33" w:rsidRDefault="00C116E5" w:rsidP="000F0E54">
            <w:r w:rsidRPr="00624F33">
              <w:t>Fee Paid</w:t>
            </w:r>
          </w:p>
          <w:p w:rsidR="000F0E54" w:rsidRPr="00624F33" w:rsidRDefault="000F0E54" w:rsidP="000F0E54">
            <w:r w:rsidRPr="00624F33">
              <w:t>(if applicable)</w:t>
            </w:r>
          </w:p>
        </w:tc>
        <w:tc>
          <w:tcPr>
            <w:tcW w:w="1442" w:type="dxa"/>
          </w:tcPr>
          <w:p w:rsidR="00C116E5" w:rsidRPr="00624F33" w:rsidRDefault="000F0E54" w:rsidP="000F0E54">
            <w:r w:rsidRPr="00624F33">
              <w:t xml:space="preserve">Application reviewed/ </w:t>
            </w:r>
            <w:r w:rsidR="00C116E5" w:rsidRPr="00624F33">
              <w:t>Inspect</w:t>
            </w:r>
            <w:r w:rsidRPr="00624F33">
              <w:t>ion completed</w:t>
            </w:r>
          </w:p>
        </w:tc>
        <w:tc>
          <w:tcPr>
            <w:tcW w:w="2575" w:type="dxa"/>
          </w:tcPr>
          <w:p w:rsidR="00C116E5" w:rsidRPr="00624F33" w:rsidRDefault="000C1F3A" w:rsidP="000F0E54">
            <w:r w:rsidRPr="00624F33">
              <w:t xml:space="preserve">Application </w:t>
            </w:r>
            <w:r w:rsidR="00C116E5" w:rsidRPr="00624F33">
              <w:t>Approved</w:t>
            </w:r>
          </w:p>
          <w:p w:rsidR="00C116E5" w:rsidRPr="00624F33" w:rsidRDefault="000C1F3A" w:rsidP="000C1F3A">
            <w:r w:rsidRPr="00624F33">
              <w:t>TFTPN issued or</w:t>
            </w:r>
          </w:p>
          <w:p w:rsidR="000C1F3A" w:rsidRPr="00624F33" w:rsidRDefault="000C1F3A" w:rsidP="000C1F3A">
            <w:r w:rsidRPr="00624F33">
              <w:t>Not approved</w:t>
            </w:r>
          </w:p>
        </w:tc>
      </w:tr>
      <w:tr w:rsidR="00303442" w:rsidRPr="00624F33" w:rsidTr="00AC3596">
        <w:trPr>
          <w:trHeight w:val="1589"/>
          <w:jc w:val="center"/>
        </w:trPr>
        <w:tc>
          <w:tcPr>
            <w:tcW w:w="1795" w:type="dxa"/>
          </w:tcPr>
          <w:p w:rsidR="00303442" w:rsidRPr="00624F33" w:rsidRDefault="00C116E5">
            <w:r w:rsidRPr="00624F33">
              <w:t>Date:</w:t>
            </w:r>
          </w:p>
        </w:tc>
        <w:tc>
          <w:tcPr>
            <w:tcW w:w="1701" w:type="dxa"/>
          </w:tcPr>
          <w:p w:rsidR="00303442" w:rsidRPr="00624F33" w:rsidRDefault="00C116E5">
            <w:r w:rsidRPr="00624F33">
              <w:t>Date:</w:t>
            </w:r>
          </w:p>
        </w:tc>
        <w:tc>
          <w:tcPr>
            <w:tcW w:w="1560" w:type="dxa"/>
          </w:tcPr>
          <w:p w:rsidR="00303442" w:rsidRPr="00624F33" w:rsidRDefault="00C116E5">
            <w:r w:rsidRPr="00624F33">
              <w:t>Date:</w:t>
            </w:r>
          </w:p>
        </w:tc>
        <w:tc>
          <w:tcPr>
            <w:tcW w:w="1275" w:type="dxa"/>
          </w:tcPr>
          <w:p w:rsidR="00303442" w:rsidRPr="00624F33" w:rsidRDefault="00C116E5">
            <w:r w:rsidRPr="00624F33">
              <w:t>Date:</w:t>
            </w:r>
          </w:p>
        </w:tc>
        <w:tc>
          <w:tcPr>
            <w:tcW w:w="1442" w:type="dxa"/>
          </w:tcPr>
          <w:p w:rsidR="00303442" w:rsidRPr="00624F33" w:rsidRDefault="00C116E5">
            <w:r w:rsidRPr="00624F33">
              <w:t>Date:</w:t>
            </w:r>
          </w:p>
        </w:tc>
        <w:tc>
          <w:tcPr>
            <w:tcW w:w="2575" w:type="dxa"/>
          </w:tcPr>
          <w:p w:rsidR="00303442" w:rsidRPr="00624F33" w:rsidRDefault="000C1F3A">
            <w:r w:rsidRPr="00624F33">
              <w:t>Date</w:t>
            </w:r>
          </w:p>
        </w:tc>
      </w:tr>
    </w:tbl>
    <w:p w:rsidR="00A96AC4" w:rsidRPr="00624F33" w:rsidRDefault="00A96AC4"/>
    <w:p w:rsidR="00D430DD" w:rsidRPr="00624F33" w:rsidRDefault="00D430DD">
      <w:pPr>
        <w:rPr>
          <w:b/>
          <w:u w:val="single"/>
        </w:rPr>
      </w:pPr>
    </w:p>
    <w:p w:rsidR="00D430DD" w:rsidRPr="00624F33" w:rsidRDefault="00D430DD">
      <w:pPr>
        <w:rPr>
          <w:b/>
          <w:u w:val="single"/>
        </w:rPr>
      </w:pPr>
    </w:p>
    <w:p w:rsidR="00D430DD" w:rsidRPr="00624F33" w:rsidRDefault="00D430DD">
      <w:pPr>
        <w:rPr>
          <w:b/>
          <w:u w:val="single"/>
        </w:rPr>
      </w:pPr>
    </w:p>
    <w:p w:rsidR="00D430DD" w:rsidRPr="00624F33" w:rsidRDefault="00D430DD">
      <w:pPr>
        <w:rPr>
          <w:b/>
          <w:u w:val="single"/>
        </w:rPr>
      </w:pPr>
    </w:p>
    <w:p w:rsidR="007676F6" w:rsidRDefault="007676F6">
      <w:pPr>
        <w:rPr>
          <w:b/>
          <w:sz w:val="28"/>
          <w:szCs w:val="28"/>
          <w:u w:val="single"/>
        </w:rPr>
      </w:pPr>
    </w:p>
    <w:p w:rsidR="00A96AC4" w:rsidRDefault="00D430DD" w:rsidP="00287CE9">
      <w:pPr>
        <w:jc w:val="center"/>
      </w:pPr>
      <w:r>
        <w:rPr>
          <w:b/>
          <w:sz w:val="28"/>
          <w:szCs w:val="28"/>
          <w:u w:val="single"/>
        </w:rPr>
        <w:t>Appendix 1</w:t>
      </w:r>
    </w:p>
    <w:tbl>
      <w:tblPr>
        <w:tblStyle w:val="TableGrid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1795"/>
        <w:gridCol w:w="792"/>
        <w:gridCol w:w="2894"/>
        <w:gridCol w:w="850"/>
        <w:gridCol w:w="1430"/>
        <w:gridCol w:w="2587"/>
      </w:tblGrid>
      <w:tr w:rsidR="00A96AC4" w:rsidRPr="008F777B" w:rsidTr="00BE23F8">
        <w:trPr>
          <w:trHeight w:val="567"/>
          <w:jc w:val="center"/>
        </w:trPr>
        <w:tc>
          <w:tcPr>
            <w:tcW w:w="10348" w:type="dxa"/>
            <w:gridSpan w:val="6"/>
            <w:tcBorders>
              <w:top w:val="single" w:sz="4" w:space="0" w:color="auto"/>
            </w:tcBorders>
          </w:tcPr>
          <w:p w:rsidR="00A96AC4" w:rsidRPr="008F777B" w:rsidRDefault="000C1F3A" w:rsidP="00A96AC4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Section 5 – Sites and Premises </w:t>
            </w:r>
            <w:r w:rsidR="00A96AC4" w:rsidRPr="00A96AC4">
              <w:rPr>
                <w:b/>
                <w:sz w:val="24"/>
                <w:szCs w:val="24"/>
                <w:u w:val="single"/>
              </w:rPr>
              <w:t xml:space="preserve">(complete </w:t>
            </w:r>
            <w:r w:rsidR="00A96AC4">
              <w:rPr>
                <w:b/>
                <w:sz w:val="24"/>
                <w:szCs w:val="24"/>
                <w:u w:val="single"/>
              </w:rPr>
              <w:t>this section</w:t>
            </w:r>
            <w:r w:rsidR="00A96AC4" w:rsidRPr="00A96AC4">
              <w:rPr>
                <w:b/>
                <w:sz w:val="24"/>
                <w:szCs w:val="24"/>
                <w:u w:val="single"/>
              </w:rPr>
              <w:t xml:space="preserve"> for each site or premises for which the application applies </w:t>
            </w:r>
            <w:r w:rsidR="00A96AC4" w:rsidRPr="00A96AC4">
              <w:rPr>
                <w:sz w:val="20"/>
                <w:szCs w:val="20"/>
              </w:rPr>
              <w:t xml:space="preserve">(include </w:t>
            </w:r>
            <w:r w:rsidR="00A96AC4" w:rsidRPr="0042703C">
              <w:rPr>
                <w:sz w:val="20"/>
                <w:szCs w:val="20"/>
              </w:rPr>
              <w:t>office/store location where applicable)</w:t>
            </w:r>
          </w:p>
        </w:tc>
      </w:tr>
      <w:tr w:rsidR="00264D5E" w:rsidRPr="00264D5E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A96AC4" w:rsidRPr="00264D5E" w:rsidRDefault="00A96AC4" w:rsidP="00264D5E">
            <w:pPr>
              <w:rPr>
                <w:b/>
                <w:sz w:val="28"/>
                <w:szCs w:val="28"/>
              </w:rPr>
            </w:pPr>
            <w:r w:rsidRPr="00264D5E">
              <w:rPr>
                <w:b/>
                <w:sz w:val="28"/>
                <w:szCs w:val="28"/>
              </w:rPr>
              <w:t>Site</w:t>
            </w:r>
            <w:r w:rsidR="001B7496" w:rsidRPr="00264D5E">
              <w:rPr>
                <w:b/>
                <w:sz w:val="28"/>
                <w:szCs w:val="28"/>
              </w:rPr>
              <w:t>/Premises</w:t>
            </w:r>
            <w:r w:rsidR="00287CE9" w:rsidRPr="00264D5E">
              <w:rPr>
                <w:b/>
                <w:sz w:val="28"/>
                <w:szCs w:val="28"/>
              </w:rPr>
              <w:t xml:space="preserve"> </w:t>
            </w:r>
            <w:r w:rsidR="00264D5E">
              <w:rPr>
                <w:b/>
                <w:sz w:val="28"/>
                <w:szCs w:val="28"/>
              </w:rPr>
              <w:t>(</w:t>
            </w:r>
            <w:r w:rsidR="00682812" w:rsidRPr="00264D5E">
              <w:rPr>
                <w:b/>
                <w:sz w:val="28"/>
                <w:szCs w:val="28"/>
              </w:rPr>
              <w:t>Number</w:t>
            </w:r>
            <w:r w:rsidR="00264D5E">
              <w:rPr>
                <w:b/>
                <w:sz w:val="28"/>
                <w:szCs w:val="28"/>
              </w:rPr>
              <w:t xml:space="preserve"> ____ )</w:t>
            </w:r>
          </w:p>
        </w:tc>
      </w:tr>
      <w:tr w:rsidR="00264D5E" w:rsidRPr="00264D5E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A96AC4" w:rsidRPr="00264D5E" w:rsidRDefault="00A96AC4" w:rsidP="00BE23F8">
            <w:pPr>
              <w:rPr>
                <w:b/>
                <w:sz w:val="24"/>
                <w:szCs w:val="24"/>
              </w:rPr>
            </w:pPr>
            <w:r w:rsidRPr="00264D5E">
              <w:rPr>
                <w:b/>
                <w:sz w:val="24"/>
                <w:szCs w:val="24"/>
              </w:rPr>
              <w:t xml:space="preserve">a </w:t>
            </w:r>
            <w:r w:rsidR="00287CE9" w:rsidRPr="00264D5E">
              <w:rPr>
                <w:b/>
                <w:sz w:val="24"/>
                <w:szCs w:val="24"/>
              </w:rPr>
              <w:t>–</w:t>
            </w:r>
            <w:r w:rsidRPr="00264D5E">
              <w:rPr>
                <w:b/>
                <w:sz w:val="24"/>
                <w:szCs w:val="24"/>
              </w:rPr>
              <w:t xml:space="preserve"> Name and Location of site or premises</w:t>
            </w:r>
          </w:p>
        </w:tc>
      </w:tr>
      <w:tr w:rsidR="00264D5E" w:rsidRPr="00264D5E" w:rsidTr="00BE23F8">
        <w:trPr>
          <w:trHeight w:val="433"/>
          <w:jc w:val="center"/>
        </w:trPr>
        <w:tc>
          <w:tcPr>
            <w:tcW w:w="1795" w:type="dxa"/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  <w:r w:rsidRPr="00264D5E">
              <w:rPr>
                <w:u w:val="single"/>
              </w:rPr>
              <w:t>Name</w:t>
            </w:r>
          </w:p>
        </w:tc>
        <w:tc>
          <w:tcPr>
            <w:tcW w:w="8553" w:type="dxa"/>
            <w:gridSpan w:val="5"/>
            <w:vAlign w:val="center"/>
          </w:tcPr>
          <w:p w:rsidR="00A96AC4" w:rsidRPr="00264D5E" w:rsidRDefault="00A96AC4" w:rsidP="00264D5E">
            <w:pPr>
              <w:rPr>
                <w:u w:val="single"/>
              </w:rPr>
            </w:pPr>
          </w:p>
        </w:tc>
      </w:tr>
      <w:tr w:rsidR="00264D5E" w:rsidRPr="00264D5E" w:rsidTr="00BE23F8">
        <w:trPr>
          <w:trHeight w:val="442"/>
          <w:jc w:val="center"/>
        </w:trPr>
        <w:tc>
          <w:tcPr>
            <w:tcW w:w="1795" w:type="dxa"/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  <w:r w:rsidRPr="00264D5E">
              <w:rPr>
                <w:u w:val="single"/>
              </w:rPr>
              <w:t>Address</w:t>
            </w:r>
          </w:p>
        </w:tc>
        <w:tc>
          <w:tcPr>
            <w:tcW w:w="8553" w:type="dxa"/>
            <w:gridSpan w:val="5"/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</w:p>
        </w:tc>
      </w:tr>
      <w:tr w:rsidR="00264D5E" w:rsidRPr="00264D5E" w:rsidTr="00BE23F8">
        <w:trPr>
          <w:trHeight w:val="419"/>
          <w:jc w:val="center"/>
        </w:trPr>
        <w:tc>
          <w:tcPr>
            <w:tcW w:w="1795" w:type="dxa"/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</w:p>
        </w:tc>
        <w:tc>
          <w:tcPr>
            <w:tcW w:w="8553" w:type="dxa"/>
            <w:gridSpan w:val="5"/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</w:p>
        </w:tc>
      </w:tr>
      <w:tr w:rsidR="00264D5E" w:rsidRPr="00264D5E" w:rsidTr="00BE23F8">
        <w:trPr>
          <w:trHeight w:val="419"/>
          <w:jc w:val="center"/>
        </w:trPr>
        <w:tc>
          <w:tcPr>
            <w:tcW w:w="1795" w:type="dxa"/>
            <w:vAlign w:val="center"/>
          </w:tcPr>
          <w:p w:rsidR="00993E8A" w:rsidRPr="00264D5E" w:rsidRDefault="00993E8A" w:rsidP="00BE23F8">
            <w:pPr>
              <w:rPr>
                <w:u w:val="single"/>
              </w:rPr>
            </w:pPr>
          </w:p>
        </w:tc>
        <w:tc>
          <w:tcPr>
            <w:tcW w:w="8553" w:type="dxa"/>
            <w:gridSpan w:val="5"/>
            <w:vAlign w:val="center"/>
          </w:tcPr>
          <w:p w:rsidR="00993E8A" w:rsidRPr="00264D5E" w:rsidRDefault="00993E8A" w:rsidP="00BE23F8">
            <w:pPr>
              <w:rPr>
                <w:u w:val="single"/>
              </w:rPr>
            </w:pPr>
          </w:p>
        </w:tc>
      </w:tr>
      <w:tr w:rsidR="00264D5E" w:rsidRPr="00264D5E" w:rsidTr="00BE23F8">
        <w:trPr>
          <w:trHeight w:val="419"/>
          <w:jc w:val="center"/>
        </w:trPr>
        <w:tc>
          <w:tcPr>
            <w:tcW w:w="1795" w:type="dxa"/>
            <w:vAlign w:val="center"/>
          </w:tcPr>
          <w:p w:rsidR="00993E8A" w:rsidRPr="00264D5E" w:rsidRDefault="00993E8A" w:rsidP="00BE23F8">
            <w:pPr>
              <w:rPr>
                <w:u w:val="single"/>
              </w:rPr>
            </w:pPr>
            <w:r w:rsidRPr="00264D5E">
              <w:rPr>
                <w:u w:val="single"/>
              </w:rPr>
              <w:t>GPS coordinates:</w:t>
            </w:r>
          </w:p>
        </w:tc>
        <w:tc>
          <w:tcPr>
            <w:tcW w:w="8553" w:type="dxa"/>
            <w:gridSpan w:val="5"/>
            <w:vAlign w:val="center"/>
          </w:tcPr>
          <w:p w:rsidR="00993E8A" w:rsidRPr="00264D5E" w:rsidRDefault="00993E8A" w:rsidP="00BE23F8">
            <w:pPr>
              <w:rPr>
                <w:u w:val="single"/>
              </w:rPr>
            </w:pPr>
          </w:p>
        </w:tc>
      </w:tr>
      <w:tr w:rsidR="00264D5E" w:rsidRPr="00264D5E" w:rsidTr="00C12B40">
        <w:trPr>
          <w:trHeight w:val="419"/>
          <w:jc w:val="center"/>
        </w:trPr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  <w:r w:rsidRPr="00264D5E">
              <w:rPr>
                <w:u w:val="single"/>
              </w:rPr>
              <w:t>Contact: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  <w:r w:rsidRPr="00264D5E">
              <w:rPr>
                <w:u w:val="single"/>
              </w:rPr>
              <w:t>Tel:</w:t>
            </w:r>
          </w:p>
        </w:tc>
        <w:tc>
          <w:tcPr>
            <w:tcW w:w="4017" w:type="dxa"/>
            <w:gridSpan w:val="2"/>
            <w:tcBorders>
              <w:bottom w:val="single" w:sz="4" w:space="0" w:color="auto"/>
            </w:tcBorders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</w:p>
        </w:tc>
      </w:tr>
      <w:tr w:rsidR="00264D5E" w:rsidRPr="00264D5E" w:rsidTr="00C12B40">
        <w:trPr>
          <w:trHeight w:val="425"/>
          <w:jc w:val="center"/>
        </w:trPr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  <w:r w:rsidRPr="00264D5E">
              <w:rPr>
                <w:u w:val="single"/>
              </w:rPr>
              <w:t>Email: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  <w:r w:rsidRPr="00264D5E">
              <w:rPr>
                <w:u w:val="single"/>
              </w:rPr>
              <w:t>Fax:</w:t>
            </w:r>
          </w:p>
        </w:tc>
        <w:tc>
          <w:tcPr>
            <w:tcW w:w="4017" w:type="dxa"/>
            <w:gridSpan w:val="2"/>
            <w:tcBorders>
              <w:bottom w:val="single" w:sz="4" w:space="0" w:color="auto"/>
            </w:tcBorders>
            <w:vAlign w:val="center"/>
          </w:tcPr>
          <w:p w:rsidR="00A96AC4" w:rsidRPr="00264D5E" w:rsidRDefault="00A96AC4" w:rsidP="00BE23F8">
            <w:pPr>
              <w:rPr>
                <w:u w:val="single"/>
              </w:rPr>
            </w:pPr>
          </w:p>
        </w:tc>
      </w:tr>
      <w:tr w:rsidR="00264D5E" w:rsidRPr="00264D5E" w:rsidTr="00C12B40">
        <w:trPr>
          <w:trHeight w:val="567"/>
          <w:jc w:val="center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C4" w:rsidRPr="00264D5E" w:rsidRDefault="00A96AC4" w:rsidP="00C97FC3">
            <w:pPr>
              <w:rPr>
                <w:b/>
                <w:sz w:val="28"/>
                <w:szCs w:val="28"/>
                <w:u w:val="single"/>
              </w:rPr>
            </w:pPr>
            <w:r w:rsidRPr="00264D5E">
              <w:rPr>
                <w:b/>
                <w:sz w:val="24"/>
                <w:szCs w:val="24"/>
              </w:rPr>
              <w:t xml:space="preserve">b </w:t>
            </w:r>
            <w:r w:rsidR="00287CE9" w:rsidRPr="00264D5E">
              <w:rPr>
                <w:b/>
                <w:sz w:val="24"/>
                <w:szCs w:val="24"/>
              </w:rPr>
              <w:t>–</w:t>
            </w:r>
            <w:r w:rsidRPr="00264D5E">
              <w:rPr>
                <w:b/>
                <w:sz w:val="24"/>
                <w:szCs w:val="24"/>
              </w:rPr>
              <w:t xml:space="preserve"> Type site</w:t>
            </w:r>
            <w:r w:rsidR="00C97FC3">
              <w:rPr>
                <w:b/>
                <w:sz w:val="24"/>
                <w:szCs w:val="24"/>
              </w:rPr>
              <w:t>/premises</w:t>
            </w:r>
            <w:r w:rsidRPr="00264D5E">
              <w:rPr>
                <w:sz w:val="24"/>
                <w:szCs w:val="24"/>
              </w:rPr>
              <w:t xml:space="preserve"> </w:t>
            </w:r>
            <w:r w:rsidRPr="00264D5E">
              <w:rPr>
                <w:sz w:val="20"/>
                <w:szCs w:val="20"/>
              </w:rPr>
              <w:t>(</w:t>
            </w:r>
            <w:r w:rsidR="00C345C1" w:rsidRPr="00264D5E">
              <w:rPr>
                <w:sz w:val="20"/>
                <w:szCs w:val="20"/>
              </w:rPr>
              <w:t xml:space="preserve">please </w:t>
            </w:r>
            <w:r w:rsidRPr="00264D5E">
              <w:rPr>
                <w:sz w:val="20"/>
                <w:szCs w:val="20"/>
              </w:rPr>
              <w:t>tick one or more as appropriate)</w:t>
            </w:r>
          </w:p>
        </w:tc>
      </w:tr>
      <w:tr w:rsidR="00686F52" w:rsidRPr="00264D5E" w:rsidTr="00C12B40">
        <w:trPr>
          <w:trHeight w:val="576"/>
          <w:jc w:val="center"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86F52" w:rsidRPr="00913461" w:rsidRDefault="00686F52" w:rsidP="00C12B40">
            <w:r w:rsidRPr="00913461">
              <w:t>Glasshouse/greenhouse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6F52" w:rsidRPr="00913461" w:rsidRDefault="00C12B40" w:rsidP="00BE23F8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6F52" w:rsidRPr="00913461" w:rsidRDefault="00686F52" w:rsidP="000E1CCB">
            <w:r w:rsidRPr="00913461">
              <w:t>Amenity site: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86F52" w:rsidRPr="00913461" w:rsidRDefault="00686F52" w:rsidP="00BE23F8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686F52" w:rsidRPr="00264D5E" w:rsidTr="00C12B40">
        <w:trPr>
          <w:trHeight w:val="573"/>
          <w:jc w:val="center"/>
        </w:trPr>
        <w:tc>
          <w:tcPr>
            <w:tcW w:w="2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86F52" w:rsidRPr="00913461" w:rsidRDefault="00686F52" w:rsidP="003E5B19">
            <w:r w:rsidRPr="00913461">
              <w:t>Laboratory complex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F52" w:rsidRPr="00913461" w:rsidRDefault="00686F52" w:rsidP="00BE23F8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F52" w:rsidRPr="00913461" w:rsidRDefault="00686F52" w:rsidP="00BE23F8">
            <w:r w:rsidRPr="00913461">
              <w:t>Field Site: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86F52" w:rsidRPr="00913461" w:rsidRDefault="00686F52" w:rsidP="00BE23F8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686F52" w:rsidRPr="00264D5E" w:rsidTr="00C12B40">
        <w:trPr>
          <w:trHeight w:val="573"/>
          <w:jc w:val="center"/>
        </w:trPr>
        <w:tc>
          <w:tcPr>
            <w:tcW w:w="2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86F52" w:rsidRPr="00913461" w:rsidRDefault="00686F52" w:rsidP="00BE23F8">
            <w:r w:rsidRPr="00913461">
              <w:t>Mushroom House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F52" w:rsidRPr="00913461" w:rsidRDefault="00686F52" w:rsidP="00BE23F8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F52" w:rsidRPr="00913461" w:rsidRDefault="00686F52" w:rsidP="00BE23F8">
            <w:r w:rsidRPr="00913461">
              <w:t>Forestry site: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86F52" w:rsidRPr="00913461" w:rsidRDefault="00686F52" w:rsidP="00BE23F8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686F52" w:rsidRPr="00264D5E" w:rsidTr="00C12B40">
        <w:trPr>
          <w:trHeight w:val="573"/>
          <w:jc w:val="center"/>
        </w:trPr>
        <w:tc>
          <w:tcPr>
            <w:tcW w:w="2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86F52" w:rsidRPr="00913461" w:rsidRDefault="00686F52" w:rsidP="00BE23F8">
            <w:r w:rsidRPr="00913461">
              <w:t>Office /Store: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F52" w:rsidRPr="00913461" w:rsidRDefault="00BE7965" w:rsidP="00BE796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F52" w:rsidRPr="00913461" w:rsidRDefault="00BE7965" w:rsidP="00BE23F8">
            <w:r w:rsidRPr="00913461">
              <w:t>Non –crop area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86F52" w:rsidRPr="00913461" w:rsidRDefault="00686F52" w:rsidP="00BE23F8"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C12B40" w:rsidRPr="00264D5E" w:rsidTr="008518CF">
        <w:trPr>
          <w:trHeight w:val="573"/>
          <w:jc w:val="center"/>
        </w:trPr>
        <w:tc>
          <w:tcPr>
            <w:tcW w:w="103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40" w:rsidRPr="00913461" w:rsidRDefault="00C12B40" w:rsidP="00C12B4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t>Other</w:t>
            </w: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 xml:space="preserve"> □</w:t>
            </w:r>
            <w:r>
              <w:t xml:space="preserve"> (specify):………………………………………………………           </w:t>
            </w:r>
            <w:r w:rsidRPr="00913461">
              <w:t xml:space="preserve">Other </w:t>
            </w: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t>(specify):</w:t>
            </w: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t>…………………………………………………</w:t>
            </w:r>
          </w:p>
        </w:tc>
      </w:tr>
      <w:tr w:rsidR="00BE7965" w:rsidRPr="00264D5E" w:rsidTr="00C12B40">
        <w:trPr>
          <w:trHeight w:val="567"/>
          <w:jc w:val="center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7965" w:rsidRPr="00264D5E" w:rsidRDefault="00BE7965" w:rsidP="00BE23F8">
            <w:pPr>
              <w:rPr>
                <w:b/>
                <w:sz w:val="28"/>
                <w:szCs w:val="28"/>
                <w:u w:val="single"/>
              </w:rPr>
            </w:pPr>
            <w:r w:rsidRPr="00264D5E">
              <w:rPr>
                <w:b/>
                <w:sz w:val="24"/>
                <w:szCs w:val="24"/>
              </w:rPr>
              <w:t>c – Control and Access</w:t>
            </w:r>
            <w:r w:rsidRPr="00264D5E">
              <w:rPr>
                <w:sz w:val="24"/>
                <w:szCs w:val="24"/>
              </w:rPr>
              <w:t xml:space="preserve"> – </w:t>
            </w:r>
            <w:r w:rsidRPr="00264D5E">
              <w:rPr>
                <w:sz w:val="20"/>
                <w:szCs w:val="20"/>
              </w:rPr>
              <w:t>Specify arrangements to prevent unauthorized access, and where appropriate consumption/disposal of produce and specify how full access is available for the duration of the trial)</w:t>
            </w:r>
          </w:p>
        </w:tc>
      </w:tr>
      <w:tr w:rsidR="00BE7965" w:rsidRPr="00264D5E" w:rsidTr="00C12B40">
        <w:trPr>
          <w:trHeight w:val="567"/>
          <w:jc w:val="center"/>
        </w:trPr>
        <w:tc>
          <w:tcPr>
            <w:tcW w:w="10348" w:type="dxa"/>
            <w:gridSpan w:val="6"/>
            <w:tcBorders>
              <w:top w:val="nil"/>
            </w:tcBorders>
            <w:vAlign w:val="center"/>
          </w:tcPr>
          <w:p w:rsidR="00BE7965" w:rsidRPr="00264D5E" w:rsidRDefault="00BE7965" w:rsidP="00BE23F8">
            <w:pPr>
              <w:rPr>
                <w:b/>
                <w:u w:val="single"/>
              </w:rPr>
            </w:pPr>
          </w:p>
        </w:tc>
      </w:tr>
      <w:tr w:rsidR="00BE7965" w:rsidRPr="00264D5E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BE7965" w:rsidRPr="00264D5E" w:rsidRDefault="00BE7965" w:rsidP="00BE23F8">
            <w:pPr>
              <w:rPr>
                <w:b/>
                <w:u w:val="single"/>
              </w:rPr>
            </w:pPr>
          </w:p>
        </w:tc>
      </w:tr>
      <w:tr w:rsidR="00BE7965" w:rsidRPr="00264D5E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BE7965" w:rsidRPr="00264D5E" w:rsidRDefault="00BE7965" w:rsidP="00BE23F8">
            <w:pPr>
              <w:rPr>
                <w:b/>
                <w:u w:val="single"/>
              </w:rPr>
            </w:pPr>
          </w:p>
        </w:tc>
      </w:tr>
      <w:tr w:rsidR="00BE7965" w:rsidRPr="00264D5E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BE7965" w:rsidRPr="00264D5E" w:rsidRDefault="00BE7965" w:rsidP="00BE23F8">
            <w:pPr>
              <w:rPr>
                <w:b/>
                <w:u w:val="single"/>
              </w:rPr>
            </w:pPr>
          </w:p>
        </w:tc>
      </w:tr>
      <w:tr w:rsidR="00BE7965" w:rsidRPr="00264D5E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BE7965" w:rsidRPr="00264D5E" w:rsidRDefault="00BE7965" w:rsidP="00BE23F8">
            <w:pPr>
              <w:rPr>
                <w:b/>
                <w:u w:val="single"/>
              </w:rPr>
            </w:pPr>
          </w:p>
        </w:tc>
      </w:tr>
      <w:tr w:rsidR="00BE7965" w:rsidRPr="00264D5E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BE7965" w:rsidRPr="00264D5E" w:rsidRDefault="00BE7965" w:rsidP="00BE23F8">
            <w:pPr>
              <w:rPr>
                <w:b/>
                <w:u w:val="single"/>
              </w:rPr>
            </w:pPr>
          </w:p>
        </w:tc>
      </w:tr>
      <w:tr w:rsidR="00BE7965" w:rsidRPr="00264D5E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BE7965" w:rsidRPr="00264D5E" w:rsidRDefault="00BE7965" w:rsidP="00BE23F8">
            <w:pPr>
              <w:rPr>
                <w:b/>
                <w:u w:val="single"/>
              </w:rPr>
            </w:pPr>
          </w:p>
        </w:tc>
      </w:tr>
      <w:tr w:rsidR="00BE7965" w:rsidRPr="00264D5E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BE7965" w:rsidRPr="00264D5E" w:rsidRDefault="00BE7965" w:rsidP="00BE23F8">
            <w:pPr>
              <w:rPr>
                <w:b/>
                <w:u w:val="single"/>
              </w:rPr>
            </w:pPr>
          </w:p>
        </w:tc>
      </w:tr>
    </w:tbl>
    <w:p w:rsidR="00C72BC4" w:rsidRPr="00264D5E" w:rsidRDefault="00C72BC4">
      <w:pPr>
        <w:rPr>
          <w:sz w:val="20"/>
          <w:szCs w:val="20"/>
        </w:rPr>
      </w:pPr>
    </w:p>
    <w:p w:rsidR="00D430DD" w:rsidRPr="00E43016" w:rsidRDefault="00D430DD" w:rsidP="00C97FC3">
      <w:pPr>
        <w:jc w:val="center"/>
        <w:rPr>
          <w:sz w:val="20"/>
          <w:szCs w:val="20"/>
        </w:rPr>
      </w:pPr>
      <w:r>
        <w:rPr>
          <w:b/>
          <w:sz w:val="28"/>
          <w:szCs w:val="28"/>
          <w:u w:val="single"/>
        </w:rPr>
        <w:t>Appendix 1</w:t>
      </w:r>
    </w:p>
    <w:tbl>
      <w:tblPr>
        <w:tblStyle w:val="TableGrid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1795"/>
        <w:gridCol w:w="792"/>
        <w:gridCol w:w="2894"/>
        <w:gridCol w:w="850"/>
        <w:gridCol w:w="1430"/>
        <w:gridCol w:w="2587"/>
      </w:tblGrid>
      <w:tr w:rsidR="00993E8A" w:rsidRPr="00BE23F8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993E8A" w:rsidRPr="001B7496" w:rsidRDefault="00993E8A" w:rsidP="00F40BF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Section 5 – Sites and Premises </w:t>
            </w:r>
            <w:r w:rsidRPr="00A96AC4">
              <w:rPr>
                <w:b/>
                <w:sz w:val="24"/>
                <w:szCs w:val="24"/>
                <w:u w:val="single"/>
              </w:rPr>
              <w:t xml:space="preserve">(complete </w:t>
            </w:r>
            <w:r>
              <w:rPr>
                <w:b/>
                <w:sz w:val="24"/>
                <w:szCs w:val="24"/>
                <w:u w:val="single"/>
              </w:rPr>
              <w:t>this section</w:t>
            </w:r>
            <w:r w:rsidRPr="00A96AC4">
              <w:rPr>
                <w:b/>
                <w:sz w:val="24"/>
                <w:szCs w:val="24"/>
                <w:u w:val="single"/>
              </w:rPr>
              <w:t xml:space="preserve"> for each site or premises for which the application applies </w:t>
            </w:r>
            <w:r w:rsidRPr="00A96AC4">
              <w:rPr>
                <w:sz w:val="20"/>
                <w:szCs w:val="20"/>
              </w:rPr>
              <w:t xml:space="preserve">(include </w:t>
            </w:r>
            <w:r w:rsidRPr="0042703C">
              <w:rPr>
                <w:sz w:val="20"/>
                <w:szCs w:val="20"/>
              </w:rPr>
              <w:t>office/store location where applicable)</w:t>
            </w:r>
          </w:p>
        </w:tc>
      </w:tr>
      <w:tr w:rsidR="001B7496" w:rsidRPr="00BE23F8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1B7496" w:rsidRPr="001B7496" w:rsidRDefault="001B7496" w:rsidP="00264D5E">
            <w:pPr>
              <w:rPr>
                <w:b/>
                <w:sz w:val="28"/>
                <w:szCs w:val="28"/>
              </w:rPr>
            </w:pPr>
            <w:r w:rsidRPr="00287CE9">
              <w:rPr>
                <w:b/>
                <w:sz w:val="28"/>
                <w:szCs w:val="28"/>
              </w:rPr>
              <w:t>Site/Premises</w:t>
            </w:r>
            <w:r w:rsidR="00264D5E">
              <w:rPr>
                <w:b/>
                <w:sz w:val="28"/>
                <w:szCs w:val="28"/>
              </w:rPr>
              <w:t xml:space="preserve"> </w:t>
            </w:r>
            <w:r w:rsidR="00264D5E" w:rsidRPr="00264D5E">
              <w:rPr>
                <w:b/>
                <w:sz w:val="28"/>
                <w:szCs w:val="28"/>
              </w:rPr>
              <w:t>(</w:t>
            </w:r>
            <w:r w:rsidR="00682812" w:rsidRPr="00264D5E">
              <w:rPr>
                <w:b/>
                <w:sz w:val="28"/>
                <w:szCs w:val="28"/>
              </w:rPr>
              <w:t>Number</w:t>
            </w:r>
            <w:r w:rsidR="00264D5E" w:rsidRPr="00264D5E">
              <w:rPr>
                <w:b/>
                <w:sz w:val="28"/>
                <w:szCs w:val="28"/>
              </w:rPr>
              <w:t xml:space="preserve"> ___ )</w:t>
            </w:r>
          </w:p>
        </w:tc>
      </w:tr>
      <w:tr w:rsidR="001B7496" w:rsidRPr="001A5BCA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1B7496" w:rsidRPr="001A5BCA" w:rsidRDefault="001B7496" w:rsidP="00BE23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Pr="001A5BCA">
              <w:rPr>
                <w:b/>
                <w:sz w:val="24"/>
                <w:szCs w:val="24"/>
              </w:rPr>
              <w:t xml:space="preserve"> - Name and Location of site or premises</w:t>
            </w:r>
          </w:p>
        </w:tc>
      </w:tr>
      <w:tr w:rsidR="001B7496" w:rsidRPr="0066782B" w:rsidTr="00BE23F8">
        <w:trPr>
          <w:trHeight w:val="433"/>
          <w:jc w:val="center"/>
        </w:trPr>
        <w:tc>
          <w:tcPr>
            <w:tcW w:w="1795" w:type="dxa"/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  <w:r w:rsidRPr="0066782B">
              <w:rPr>
                <w:u w:val="single"/>
              </w:rPr>
              <w:t>Name</w:t>
            </w:r>
          </w:p>
        </w:tc>
        <w:tc>
          <w:tcPr>
            <w:tcW w:w="8553" w:type="dxa"/>
            <w:gridSpan w:val="5"/>
            <w:vAlign w:val="center"/>
          </w:tcPr>
          <w:p w:rsidR="001B7496" w:rsidRPr="0066782B" w:rsidRDefault="001B7496" w:rsidP="00264D5E">
            <w:pPr>
              <w:rPr>
                <w:u w:val="single"/>
              </w:rPr>
            </w:pPr>
          </w:p>
        </w:tc>
      </w:tr>
      <w:tr w:rsidR="001B7496" w:rsidRPr="0066782B" w:rsidTr="00BE23F8">
        <w:trPr>
          <w:trHeight w:val="442"/>
          <w:jc w:val="center"/>
        </w:trPr>
        <w:tc>
          <w:tcPr>
            <w:tcW w:w="1795" w:type="dxa"/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  <w:r w:rsidRPr="0066782B">
              <w:rPr>
                <w:u w:val="single"/>
              </w:rPr>
              <w:t>Address</w:t>
            </w:r>
          </w:p>
        </w:tc>
        <w:tc>
          <w:tcPr>
            <w:tcW w:w="8553" w:type="dxa"/>
            <w:gridSpan w:val="5"/>
            <w:vAlign w:val="center"/>
          </w:tcPr>
          <w:p w:rsidR="001B7496" w:rsidRPr="00A46F62" w:rsidRDefault="001B7496" w:rsidP="00BE23F8">
            <w:pPr>
              <w:rPr>
                <w:color w:val="000000" w:themeColor="text1"/>
                <w:u w:val="single"/>
              </w:rPr>
            </w:pPr>
          </w:p>
        </w:tc>
      </w:tr>
      <w:tr w:rsidR="001B7496" w:rsidRPr="0066782B" w:rsidTr="00BE23F8">
        <w:trPr>
          <w:trHeight w:val="419"/>
          <w:jc w:val="center"/>
        </w:trPr>
        <w:tc>
          <w:tcPr>
            <w:tcW w:w="1795" w:type="dxa"/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</w:p>
        </w:tc>
        <w:tc>
          <w:tcPr>
            <w:tcW w:w="8553" w:type="dxa"/>
            <w:gridSpan w:val="5"/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</w:p>
        </w:tc>
      </w:tr>
      <w:tr w:rsidR="00993E8A" w:rsidRPr="0066782B" w:rsidTr="00BE23F8">
        <w:trPr>
          <w:trHeight w:val="419"/>
          <w:jc w:val="center"/>
        </w:trPr>
        <w:tc>
          <w:tcPr>
            <w:tcW w:w="1795" w:type="dxa"/>
            <w:vAlign w:val="center"/>
          </w:tcPr>
          <w:p w:rsidR="00993E8A" w:rsidRPr="0066782B" w:rsidRDefault="00993E8A" w:rsidP="00BE23F8">
            <w:pPr>
              <w:rPr>
                <w:u w:val="single"/>
              </w:rPr>
            </w:pPr>
          </w:p>
        </w:tc>
        <w:tc>
          <w:tcPr>
            <w:tcW w:w="8553" w:type="dxa"/>
            <w:gridSpan w:val="5"/>
            <w:vAlign w:val="center"/>
          </w:tcPr>
          <w:p w:rsidR="00993E8A" w:rsidRPr="0066782B" w:rsidRDefault="00993E8A" w:rsidP="00BE23F8">
            <w:pPr>
              <w:rPr>
                <w:u w:val="single"/>
              </w:rPr>
            </w:pPr>
          </w:p>
        </w:tc>
      </w:tr>
      <w:tr w:rsidR="00993E8A" w:rsidRPr="0066782B" w:rsidTr="00BE23F8">
        <w:trPr>
          <w:trHeight w:val="419"/>
          <w:jc w:val="center"/>
        </w:trPr>
        <w:tc>
          <w:tcPr>
            <w:tcW w:w="1795" w:type="dxa"/>
            <w:vAlign w:val="center"/>
          </w:tcPr>
          <w:p w:rsidR="00993E8A" w:rsidRPr="0066782B" w:rsidRDefault="00993E8A" w:rsidP="00BE23F8">
            <w:pPr>
              <w:rPr>
                <w:u w:val="single"/>
              </w:rPr>
            </w:pPr>
            <w:r>
              <w:rPr>
                <w:u w:val="single"/>
              </w:rPr>
              <w:t>GPS coordinates:</w:t>
            </w:r>
          </w:p>
        </w:tc>
        <w:tc>
          <w:tcPr>
            <w:tcW w:w="8553" w:type="dxa"/>
            <w:gridSpan w:val="5"/>
            <w:vAlign w:val="center"/>
          </w:tcPr>
          <w:p w:rsidR="00993E8A" w:rsidRPr="0066782B" w:rsidRDefault="00993E8A" w:rsidP="00BE23F8">
            <w:pPr>
              <w:rPr>
                <w:u w:val="single"/>
              </w:rPr>
            </w:pPr>
          </w:p>
        </w:tc>
      </w:tr>
      <w:tr w:rsidR="001B7496" w:rsidRPr="0066782B" w:rsidTr="00BE23F8">
        <w:trPr>
          <w:trHeight w:val="419"/>
          <w:jc w:val="center"/>
        </w:trPr>
        <w:tc>
          <w:tcPr>
            <w:tcW w:w="1795" w:type="dxa"/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  <w:r w:rsidRPr="0066782B">
              <w:rPr>
                <w:u w:val="single"/>
              </w:rPr>
              <w:t>Contact:</w:t>
            </w:r>
          </w:p>
        </w:tc>
        <w:tc>
          <w:tcPr>
            <w:tcW w:w="3686" w:type="dxa"/>
            <w:gridSpan w:val="2"/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</w:p>
        </w:tc>
        <w:tc>
          <w:tcPr>
            <w:tcW w:w="850" w:type="dxa"/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  <w:r w:rsidRPr="0066782B">
              <w:rPr>
                <w:u w:val="single"/>
              </w:rPr>
              <w:t>Tel:</w:t>
            </w:r>
          </w:p>
        </w:tc>
        <w:tc>
          <w:tcPr>
            <w:tcW w:w="4017" w:type="dxa"/>
            <w:gridSpan w:val="2"/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</w:p>
        </w:tc>
      </w:tr>
      <w:tr w:rsidR="001B7496" w:rsidRPr="0066782B" w:rsidTr="00C12B40">
        <w:trPr>
          <w:trHeight w:val="425"/>
          <w:jc w:val="center"/>
        </w:trPr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  <w:r w:rsidRPr="0066782B">
              <w:rPr>
                <w:u w:val="single"/>
              </w:rPr>
              <w:t>Email: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  <w:r w:rsidRPr="0066782B">
              <w:rPr>
                <w:u w:val="single"/>
              </w:rPr>
              <w:t>Fax:</w:t>
            </w:r>
          </w:p>
        </w:tc>
        <w:tc>
          <w:tcPr>
            <w:tcW w:w="4017" w:type="dxa"/>
            <w:gridSpan w:val="2"/>
            <w:tcBorders>
              <w:bottom w:val="single" w:sz="4" w:space="0" w:color="auto"/>
            </w:tcBorders>
            <w:vAlign w:val="center"/>
          </w:tcPr>
          <w:p w:rsidR="001B7496" w:rsidRPr="0066782B" w:rsidRDefault="001B7496" w:rsidP="00BE23F8">
            <w:pPr>
              <w:rPr>
                <w:u w:val="single"/>
              </w:rPr>
            </w:pPr>
          </w:p>
        </w:tc>
      </w:tr>
      <w:tr w:rsidR="001B7496" w:rsidRPr="0042703C" w:rsidTr="00C12B40">
        <w:trPr>
          <w:trHeight w:val="567"/>
          <w:jc w:val="center"/>
        </w:trPr>
        <w:tc>
          <w:tcPr>
            <w:tcW w:w="10348" w:type="dxa"/>
            <w:gridSpan w:val="6"/>
            <w:tcBorders>
              <w:bottom w:val="single" w:sz="4" w:space="0" w:color="auto"/>
            </w:tcBorders>
            <w:vAlign w:val="center"/>
          </w:tcPr>
          <w:p w:rsidR="001B7496" w:rsidRDefault="001B7496" w:rsidP="00C97FC3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b</w:t>
            </w:r>
            <w:r w:rsidRPr="0042703C">
              <w:rPr>
                <w:b/>
                <w:sz w:val="24"/>
                <w:szCs w:val="24"/>
              </w:rPr>
              <w:t xml:space="preserve"> - Type </w:t>
            </w:r>
            <w:r w:rsidRPr="00264D5E">
              <w:rPr>
                <w:b/>
                <w:sz w:val="24"/>
                <w:szCs w:val="24"/>
              </w:rPr>
              <w:t>site</w:t>
            </w:r>
            <w:r w:rsidR="00C97FC3">
              <w:rPr>
                <w:b/>
                <w:sz w:val="24"/>
                <w:szCs w:val="24"/>
              </w:rPr>
              <w:t>/premises</w:t>
            </w:r>
            <w:r w:rsidRPr="00264D5E">
              <w:rPr>
                <w:sz w:val="24"/>
                <w:szCs w:val="24"/>
              </w:rPr>
              <w:t xml:space="preserve"> </w:t>
            </w:r>
            <w:r w:rsidRPr="00264D5E">
              <w:rPr>
                <w:sz w:val="20"/>
                <w:szCs w:val="20"/>
              </w:rPr>
              <w:t>(</w:t>
            </w:r>
            <w:r w:rsidR="00C345C1" w:rsidRPr="00264D5E">
              <w:rPr>
                <w:sz w:val="20"/>
                <w:szCs w:val="20"/>
              </w:rPr>
              <w:t xml:space="preserve">please </w:t>
            </w:r>
            <w:r w:rsidRPr="00264D5E">
              <w:rPr>
                <w:sz w:val="20"/>
                <w:szCs w:val="20"/>
              </w:rPr>
              <w:t xml:space="preserve">tick one or more </w:t>
            </w:r>
            <w:r w:rsidRPr="0042703C">
              <w:rPr>
                <w:sz w:val="20"/>
                <w:szCs w:val="20"/>
              </w:rPr>
              <w:t>as appropriate)</w:t>
            </w:r>
          </w:p>
          <w:p w:rsidR="00BE7965" w:rsidRPr="0042703C" w:rsidRDefault="00BE7965" w:rsidP="00C97FC3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BE7965" w:rsidRPr="0042703C" w:rsidTr="00C12B40">
        <w:trPr>
          <w:trHeight w:val="576"/>
          <w:jc w:val="center"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r w:rsidRPr="00913461">
              <w:t>Glasshouse/greenhouse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r w:rsidRPr="00913461">
              <w:t>Amenity site: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7965" w:rsidRPr="00913461" w:rsidRDefault="00BE7965" w:rsidP="00157FF9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BE7965" w:rsidRPr="0042703C" w:rsidTr="00C12B40">
        <w:trPr>
          <w:trHeight w:val="573"/>
          <w:jc w:val="center"/>
        </w:trPr>
        <w:tc>
          <w:tcPr>
            <w:tcW w:w="2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r w:rsidRPr="00913461">
              <w:t>Laboratory complex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r w:rsidRPr="00913461">
              <w:t>Field Site: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E7965" w:rsidRPr="00913461" w:rsidRDefault="00BE7965" w:rsidP="00157FF9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BE7965" w:rsidRPr="0042703C" w:rsidTr="00C12B40">
        <w:trPr>
          <w:trHeight w:val="573"/>
          <w:jc w:val="center"/>
        </w:trPr>
        <w:tc>
          <w:tcPr>
            <w:tcW w:w="2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r w:rsidRPr="00913461">
              <w:t>Mushroom House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r w:rsidRPr="00913461">
              <w:t>Forestry site: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E7965" w:rsidRPr="00913461" w:rsidRDefault="00BE7965" w:rsidP="00157FF9">
            <w:pPr>
              <w:rPr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BE7965" w:rsidRPr="0042703C" w:rsidTr="00C12B40">
        <w:trPr>
          <w:trHeight w:val="573"/>
          <w:jc w:val="center"/>
        </w:trPr>
        <w:tc>
          <w:tcPr>
            <w:tcW w:w="2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r w:rsidRPr="00913461">
              <w:t>Office /Store: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7965" w:rsidRPr="00913461" w:rsidRDefault="00BE7965" w:rsidP="00157FF9">
            <w:r w:rsidRPr="00913461">
              <w:t>Non –crop area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E7965" w:rsidRPr="00913461" w:rsidRDefault="00BE7965" w:rsidP="00157FF9"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</w:p>
        </w:tc>
      </w:tr>
      <w:tr w:rsidR="00C12B40" w:rsidRPr="0042703C" w:rsidTr="001908CB">
        <w:trPr>
          <w:trHeight w:val="573"/>
          <w:jc w:val="center"/>
        </w:trPr>
        <w:tc>
          <w:tcPr>
            <w:tcW w:w="10348" w:type="dxa"/>
            <w:gridSpan w:val="6"/>
            <w:tcBorders>
              <w:top w:val="nil"/>
            </w:tcBorders>
            <w:vAlign w:val="center"/>
          </w:tcPr>
          <w:p w:rsidR="00C12B40" w:rsidRPr="00913461" w:rsidRDefault="00C12B40" w:rsidP="00157FF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13461">
              <w:t xml:space="preserve">Other </w:t>
            </w: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  <w:r>
              <w:t xml:space="preserve">(specify):……………………………………………………                </w:t>
            </w:r>
            <w:r w:rsidRPr="00913461">
              <w:t xml:space="preserve">Other </w:t>
            </w:r>
            <w:r w:rsidRPr="00913461">
              <w:rPr>
                <w:rFonts w:ascii="Times New Roman" w:hAnsi="Times New Roman" w:cs="Times New Roman"/>
                <w:sz w:val="36"/>
                <w:szCs w:val="36"/>
              </w:rPr>
              <w:t>□</w:t>
            </w:r>
            <w:r w:rsidRPr="00913461">
              <w:t xml:space="preserve"> </w:t>
            </w:r>
            <w:r>
              <w:t>(specify):………………………………………………..</w:t>
            </w:r>
          </w:p>
        </w:tc>
      </w:tr>
      <w:tr w:rsidR="001B7496" w:rsidRPr="0042703C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1B7496" w:rsidRPr="0042703C" w:rsidRDefault="001B7496" w:rsidP="00BE23F8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4"/>
                <w:szCs w:val="24"/>
              </w:rPr>
              <w:t>c</w:t>
            </w:r>
            <w:r w:rsidRPr="0042703C">
              <w:rPr>
                <w:b/>
                <w:sz w:val="24"/>
                <w:szCs w:val="24"/>
              </w:rPr>
              <w:t xml:space="preserve"> - Control and Access</w:t>
            </w:r>
            <w:r w:rsidRPr="0042703C">
              <w:rPr>
                <w:sz w:val="24"/>
                <w:szCs w:val="24"/>
              </w:rPr>
              <w:t xml:space="preserve"> – </w:t>
            </w:r>
            <w:r w:rsidRPr="0042703C">
              <w:rPr>
                <w:sz w:val="20"/>
                <w:szCs w:val="20"/>
              </w:rPr>
              <w:t>Specify arrangements to prevent unauthorized access, and where appropriate consumption/disposal of produce</w:t>
            </w:r>
            <w:r>
              <w:rPr>
                <w:sz w:val="20"/>
                <w:szCs w:val="20"/>
              </w:rPr>
              <w:t xml:space="preserve"> and specify how full access is available for the</w:t>
            </w:r>
            <w:r w:rsidRPr="0042703C">
              <w:rPr>
                <w:sz w:val="20"/>
                <w:szCs w:val="20"/>
              </w:rPr>
              <w:t xml:space="preserve"> duration of the trial)</w:t>
            </w:r>
          </w:p>
        </w:tc>
      </w:tr>
      <w:tr w:rsidR="001B7496" w:rsidRPr="005372DC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1B7496" w:rsidRPr="00E43016" w:rsidRDefault="001B7496" w:rsidP="00BE23F8">
            <w:pPr>
              <w:rPr>
                <w:b/>
                <w:u w:val="single"/>
              </w:rPr>
            </w:pPr>
          </w:p>
        </w:tc>
      </w:tr>
      <w:tr w:rsidR="001B7496" w:rsidRPr="005372DC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1B7496" w:rsidRPr="00E43016" w:rsidRDefault="001B7496" w:rsidP="00BE23F8">
            <w:pPr>
              <w:rPr>
                <w:b/>
                <w:u w:val="single"/>
              </w:rPr>
            </w:pPr>
          </w:p>
        </w:tc>
      </w:tr>
      <w:tr w:rsidR="00B95942" w:rsidRPr="005372DC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B95942" w:rsidRPr="00E43016" w:rsidRDefault="00B95942" w:rsidP="00BE23F8">
            <w:pPr>
              <w:rPr>
                <w:b/>
                <w:u w:val="single"/>
              </w:rPr>
            </w:pPr>
          </w:p>
        </w:tc>
      </w:tr>
      <w:tr w:rsidR="00D430DD" w:rsidRPr="005372DC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D430DD" w:rsidRPr="00E43016" w:rsidRDefault="00D430DD" w:rsidP="00BE23F8">
            <w:pPr>
              <w:rPr>
                <w:b/>
                <w:u w:val="single"/>
              </w:rPr>
            </w:pPr>
          </w:p>
        </w:tc>
      </w:tr>
      <w:tr w:rsidR="00D430DD" w:rsidRPr="005372DC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D430DD" w:rsidRPr="00E43016" w:rsidRDefault="00D430DD" w:rsidP="00BE23F8">
            <w:pPr>
              <w:rPr>
                <w:b/>
                <w:u w:val="single"/>
              </w:rPr>
            </w:pPr>
          </w:p>
        </w:tc>
      </w:tr>
      <w:tr w:rsidR="00D430DD" w:rsidRPr="005372DC" w:rsidTr="00BE23F8">
        <w:trPr>
          <w:trHeight w:val="567"/>
          <w:jc w:val="center"/>
        </w:trPr>
        <w:tc>
          <w:tcPr>
            <w:tcW w:w="10348" w:type="dxa"/>
            <w:gridSpan w:val="6"/>
            <w:vAlign w:val="center"/>
          </w:tcPr>
          <w:p w:rsidR="00D430DD" w:rsidRPr="00E43016" w:rsidRDefault="00D430DD" w:rsidP="00BE23F8">
            <w:pPr>
              <w:rPr>
                <w:b/>
                <w:u w:val="single"/>
              </w:rPr>
            </w:pPr>
          </w:p>
        </w:tc>
      </w:tr>
    </w:tbl>
    <w:p w:rsidR="001B7496" w:rsidRPr="00E43016" w:rsidRDefault="001B7496" w:rsidP="00913461">
      <w:pPr>
        <w:rPr>
          <w:sz w:val="20"/>
          <w:szCs w:val="20"/>
        </w:rPr>
      </w:pPr>
    </w:p>
    <w:sectPr w:rsidR="001B7496" w:rsidRPr="00E43016" w:rsidSect="00337A5A">
      <w:headerReference w:type="default" r:id="rId13"/>
      <w:footerReference w:type="default" r:id="rId14"/>
      <w:pgSz w:w="11906" w:h="16838"/>
      <w:pgMar w:top="851" w:right="1440" w:bottom="993" w:left="1440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B0" w:rsidRDefault="006E48B0" w:rsidP="00A73222">
      <w:pPr>
        <w:spacing w:after="0" w:line="240" w:lineRule="auto"/>
      </w:pPr>
      <w:r>
        <w:separator/>
      </w:r>
    </w:p>
  </w:endnote>
  <w:endnote w:type="continuationSeparator" w:id="0">
    <w:p w:rsidR="006E48B0" w:rsidRDefault="006E48B0" w:rsidP="00A73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79070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832099" w:rsidRDefault="00832099" w:rsidP="00291D2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F6AA7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F6AA7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32099" w:rsidRDefault="008320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B0" w:rsidRDefault="006E48B0" w:rsidP="00A73222">
      <w:pPr>
        <w:spacing w:after="0" w:line="240" w:lineRule="auto"/>
      </w:pPr>
      <w:r>
        <w:separator/>
      </w:r>
    </w:p>
  </w:footnote>
  <w:footnote w:type="continuationSeparator" w:id="0">
    <w:p w:rsidR="006E48B0" w:rsidRDefault="006E48B0" w:rsidP="00A73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99" w:rsidRDefault="00832099" w:rsidP="00A73222">
    <w:pPr>
      <w:pStyle w:val="Header"/>
      <w:jc w:val="right"/>
    </w:pPr>
    <w:r w:rsidRPr="00913461">
      <w:rPr>
        <w:b/>
      </w:rPr>
      <w:t>TF</w:t>
    </w:r>
    <w:r w:rsidR="00A96AC4" w:rsidRPr="00913461">
      <w:rPr>
        <w:b/>
      </w:rPr>
      <w:t>T</w:t>
    </w:r>
    <w:r w:rsidR="00694C56" w:rsidRPr="00913461">
      <w:rPr>
        <w:b/>
      </w:rPr>
      <w:t>P</w:t>
    </w:r>
    <w:r w:rsidR="00913461" w:rsidRPr="00913461">
      <w:t xml:space="preserve"> Form /2016.01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C515C"/>
    <w:multiLevelType w:val="hybridMultilevel"/>
    <w:tmpl w:val="38822B9A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20F80"/>
    <w:multiLevelType w:val="hybridMultilevel"/>
    <w:tmpl w:val="7A6619D8"/>
    <w:lvl w:ilvl="0" w:tplc="B79A13FE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6F3F9C"/>
    <w:multiLevelType w:val="hybridMultilevel"/>
    <w:tmpl w:val="0FC0A160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9BB"/>
    <w:rsid w:val="00017608"/>
    <w:rsid w:val="00033E10"/>
    <w:rsid w:val="00037440"/>
    <w:rsid w:val="00055538"/>
    <w:rsid w:val="00061419"/>
    <w:rsid w:val="000A0D97"/>
    <w:rsid w:val="000C1F3A"/>
    <w:rsid w:val="000F0E54"/>
    <w:rsid w:val="000F1B53"/>
    <w:rsid w:val="000F628F"/>
    <w:rsid w:val="001062ED"/>
    <w:rsid w:val="00121BA7"/>
    <w:rsid w:val="00164B28"/>
    <w:rsid w:val="00174C95"/>
    <w:rsid w:val="0019186C"/>
    <w:rsid w:val="001A5BCA"/>
    <w:rsid w:val="001B5267"/>
    <w:rsid w:val="001B713F"/>
    <w:rsid w:val="001B7496"/>
    <w:rsid w:val="001B7564"/>
    <w:rsid w:val="001D0505"/>
    <w:rsid w:val="00205736"/>
    <w:rsid w:val="0022061B"/>
    <w:rsid w:val="0022304F"/>
    <w:rsid w:val="002304F0"/>
    <w:rsid w:val="00233A9B"/>
    <w:rsid w:val="00235CEA"/>
    <w:rsid w:val="00264D5E"/>
    <w:rsid w:val="00287CE9"/>
    <w:rsid w:val="00291D2D"/>
    <w:rsid w:val="00296AF3"/>
    <w:rsid w:val="002A1832"/>
    <w:rsid w:val="002A461E"/>
    <w:rsid w:val="002C1197"/>
    <w:rsid w:val="002C3692"/>
    <w:rsid w:val="002D2F60"/>
    <w:rsid w:val="002E295A"/>
    <w:rsid w:val="002F481C"/>
    <w:rsid w:val="002F6AA7"/>
    <w:rsid w:val="003022D0"/>
    <w:rsid w:val="00303442"/>
    <w:rsid w:val="003069BB"/>
    <w:rsid w:val="00320B6A"/>
    <w:rsid w:val="003212A3"/>
    <w:rsid w:val="0033745E"/>
    <w:rsid w:val="00337A5A"/>
    <w:rsid w:val="003A691B"/>
    <w:rsid w:val="003D6037"/>
    <w:rsid w:val="003E6725"/>
    <w:rsid w:val="003F0F77"/>
    <w:rsid w:val="003F2E64"/>
    <w:rsid w:val="003F3841"/>
    <w:rsid w:val="0042703C"/>
    <w:rsid w:val="00462951"/>
    <w:rsid w:val="00465B1C"/>
    <w:rsid w:val="004A0114"/>
    <w:rsid w:val="004B7513"/>
    <w:rsid w:val="004E1965"/>
    <w:rsid w:val="004F249B"/>
    <w:rsid w:val="004F2CF3"/>
    <w:rsid w:val="005372DC"/>
    <w:rsid w:val="005503AE"/>
    <w:rsid w:val="00566ADE"/>
    <w:rsid w:val="00570D9C"/>
    <w:rsid w:val="005A59AB"/>
    <w:rsid w:val="005B1C3B"/>
    <w:rsid w:val="005F38A9"/>
    <w:rsid w:val="006007D6"/>
    <w:rsid w:val="0061429D"/>
    <w:rsid w:val="0062408E"/>
    <w:rsid w:val="00624F33"/>
    <w:rsid w:val="00637DC6"/>
    <w:rsid w:val="0066584B"/>
    <w:rsid w:val="0066782B"/>
    <w:rsid w:val="00682812"/>
    <w:rsid w:val="00686F52"/>
    <w:rsid w:val="00694C56"/>
    <w:rsid w:val="006B1C9E"/>
    <w:rsid w:val="006B6CC5"/>
    <w:rsid w:val="006C1827"/>
    <w:rsid w:val="006D12F2"/>
    <w:rsid w:val="006E48B0"/>
    <w:rsid w:val="006E7AF2"/>
    <w:rsid w:val="006F1F3A"/>
    <w:rsid w:val="006F75F8"/>
    <w:rsid w:val="00711CFC"/>
    <w:rsid w:val="00751843"/>
    <w:rsid w:val="00756208"/>
    <w:rsid w:val="007676F6"/>
    <w:rsid w:val="0077039A"/>
    <w:rsid w:val="007A1322"/>
    <w:rsid w:val="007E1A17"/>
    <w:rsid w:val="007F0782"/>
    <w:rsid w:val="007F7607"/>
    <w:rsid w:val="00811F16"/>
    <w:rsid w:val="00820678"/>
    <w:rsid w:val="00822896"/>
    <w:rsid w:val="00832099"/>
    <w:rsid w:val="0085367A"/>
    <w:rsid w:val="00862B72"/>
    <w:rsid w:val="00866C40"/>
    <w:rsid w:val="00873924"/>
    <w:rsid w:val="008E68BF"/>
    <w:rsid w:val="008F777B"/>
    <w:rsid w:val="00902BC5"/>
    <w:rsid w:val="00913461"/>
    <w:rsid w:val="009271E8"/>
    <w:rsid w:val="00956E90"/>
    <w:rsid w:val="0097537A"/>
    <w:rsid w:val="00993E8A"/>
    <w:rsid w:val="00997D80"/>
    <w:rsid w:val="009C57FF"/>
    <w:rsid w:val="00A27DDA"/>
    <w:rsid w:val="00A46F62"/>
    <w:rsid w:val="00A606D4"/>
    <w:rsid w:val="00A63385"/>
    <w:rsid w:val="00A73222"/>
    <w:rsid w:val="00A75F5C"/>
    <w:rsid w:val="00A822D4"/>
    <w:rsid w:val="00A91C38"/>
    <w:rsid w:val="00A96AC4"/>
    <w:rsid w:val="00AB0F87"/>
    <w:rsid w:val="00AB409C"/>
    <w:rsid w:val="00AC3596"/>
    <w:rsid w:val="00AD521C"/>
    <w:rsid w:val="00AE0896"/>
    <w:rsid w:val="00AF57E3"/>
    <w:rsid w:val="00B0322E"/>
    <w:rsid w:val="00B124B7"/>
    <w:rsid w:val="00B14AD2"/>
    <w:rsid w:val="00B3203C"/>
    <w:rsid w:val="00B56215"/>
    <w:rsid w:val="00B57552"/>
    <w:rsid w:val="00B619F4"/>
    <w:rsid w:val="00B95942"/>
    <w:rsid w:val="00BA19CE"/>
    <w:rsid w:val="00BD0C14"/>
    <w:rsid w:val="00BE7965"/>
    <w:rsid w:val="00C052CA"/>
    <w:rsid w:val="00C116E5"/>
    <w:rsid w:val="00C12B40"/>
    <w:rsid w:val="00C345C1"/>
    <w:rsid w:val="00C72BC4"/>
    <w:rsid w:val="00C8705E"/>
    <w:rsid w:val="00C92404"/>
    <w:rsid w:val="00C97FC3"/>
    <w:rsid w:val="00CB21D2"/>
    <w:rsid w:val="00CC55EF"/>
    <w:rsid w:val="00CD2304"/>
    <w:rsid w:val="00CE227B"/>
    <w:rsid w:val="00CE61E2"/>
    <w:rsid w:val="00D12985"/>
    <w:rsid w:val="00D13740"/>
    <w:rsid w:val="00D26955"/>
    <w:rsid w:val="00D27364"/>
    <w:rsid w:val="00D27993"/>
    <w:rsid w:val="00D430DD"/>
    <w:rsid w:val="00D64D62"/>
    <w:rsid w:val="00D83071"/>
    <w:rsid w:val="00D86741"/>
    <w:rsid w:val="00DC37E4"/>
    <w:rsid w:val="00DC7500"/>
    <w:rsid w:val="00DD4095"/>
    <w:rsid w:val="00E43016"/>
    <w:rsid w:val="00E52C76"/>
    <w:rsid w:val="00E84C02"/>
    <w:rsid w:val="00EA4420"/>
    <w:rsid w:val="00F55A3E"/>
    <w:rsid w:val="00F84F7B"/>
    <w:rsid w:val="00FA3DE6"/>
    <w:rsid w:val="00FC21DF"/>
    <w:rsid w:val="00FC2D9B"/>
    <w:rsid w:val="00FE4543"/>
    <w:rsid w:val="00FE68C2"/>
    <w:rsid w:val="00FF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3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222"/>
  </w:style>
  <w:style w:type="paragraph" w:styleId="Footer">
    <w:name w:val="footer"/>
    <w:basedOn w:val="Normal"/>
    <w:link w:val="FooterChar"/>
    <w:uiPriority w:val="99"/>
    <w:unhideWhenUsed/>
    <w:rsid w:val="00A73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222"/>
  </w:style>
  <w:style w:type="paragraph" w:styleId="BalloonText">
    <w:name w:val="Balloon Text"/>
    <w:basedOn w:val="Normal"/>
    <w:link w:val="BalloonTextChar"/>
    <w:uiPriority w:val="99"/>
    <w:semiHidden/>
    <w:unhideWhenUsed/>
    <w:rsid w:val="00291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D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91D2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3E1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1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C9E"/>
    <w:rPr>
      <w:b/>
      <w:bCs/>
      <w:sz w:val="20"/>
      <w:szCs w:val="20"/>
    </w:rPr>
  </w:style>
  <w:style w:type="paragraph" w:customStyle="1" w:styleId="Default">
    <w:name w:val="Default"/>
    <w:rsid w:val="00235C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E430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3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222"/>
  </w:style>
  <w:style w:type="paragraph" w:styleId="Footer">
    <w:name w:val="footer"/>
    <w:basedOn w:val="Normal"/>
    <w:link w:val="FooterChar"/>
    <w:uiPriority w:val="99"/>
    <w:unhideWhenUsed/>
    <w:rsid w:val="00A73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222"/>
  </w:style>
  <w:style w:type="paragraph" w:styleId="BalloonText">
    <w:name w:val="Balloon Text"/>
    <w:basedOn w:val="Normal"/>
    <w:link w:val="BalloonTextChar"/>
    <w:uiPriority w:val="99"/>
    <w:semiHidden/>
    <w:unhideWhenUsed/>
    <w:rsid w:val="00291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D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91D2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3E1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1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C9E"/>
    <w:rPr>
      <w:b/>
      <w:bCs/>
      <w:sz w:val="20"/>
      <w:szCs w:val="20"/>
    </w:rPr>
  </w:style>
  <w:style w:type="paragraph" w:customStyle="1" w:styleId="Default">
    <w:name w:val="Default"/>
    <w:rsid w:val="00235C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E430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pcs.agriculture.gov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esticidetrials@agriculture.gov.ie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S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A8267-3335-46EC-A2B5-BCA6C7F8BBA1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65CB124A-BEFB-4DD2-8230-0E4527706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5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Agriculture, Fisheries &amp; Food</Company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</dc:creator>
  <cp:lastModifiedBy>Myles, Trevor</cp:lastModifiedBy>
  <cp:revision>2</cp:revision>
  <cp:lastPrinted>2016-01-14T10:30:00Z</cp:lastPrinted>
  <dcterms:created xsi:type="dcterms:W3CDTF">2017-08-10T07:50:00Z</dcterms:created>
  <dcterms:modified xsi:type="dcterms:W3CDTF">2017-08-10T07:50:00Z</dcterms:modified>
</cp:coreProperties>
</file>