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C98" w:rsidRPr="00685C98" w:rsidRDefault="00A5578D" w:rsidP="005818C5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  <w:u w:val="single"/>
        </w:rPr>
        <w:t xml:space="preserve">Application Form for </w:t>
      </w:r>
      <w:r w:rsidR="005818C5">
        <w:rPr>
          <w:rFonts w:ascii="Times New Roman" w:hAnsi="Times New Roman"/>
          <w:b/>
          <w:sz w:val="44"/>
          <w:szCs w:val="44"/>
          <w:u w:val="single"/>
        </w:rPr>
        <w:t>Biocidal Product Notification</w:t>
      </w:r>
    </w:p>
    <w:p w:rsidR="00685C98" w:rsidRDefault="00685C98" w:rsidP="00685C98">
      <w:pPr>
        <w:spacing w:after="0" w:line="240" w:lineRule="auto"/>
        <w:rPr>
          <w:rFonts w:ascii="Times New Roman" w:hAnsi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43"/>
        <w:gridCol w:w="6888"/>
      </w:tblGrid>
      <w:tr w:rsidR="005818C5" w:rsidRPr="007B0D36" w:rsidTr="007B0D36">
        <w:tc>
          <w:tcPr>
            <w:tcW w:w="1497" w:type="pct"/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ind w:left="426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3503" w:type="pct"/>
            <w:tcBorders>
              <w:bottom w:val="single" w:sz="4" w:space="0" w:color="auto"/>
            </w:tcBorders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8C5" w:rsidRPr="007B0D36" w:rsidTr="007B0D36">
        <w:tc>
          <w:tcPr>
            <w:tcW w:w="1497" w:type="pct"/>
            <w:tcBorders>
              <w:right w:val="single" w:sz="4" w:space="0" w:color="auto"/>
            </w:tcBorders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B0D36">
              <w:rPr>
                <w:rFonts w:ascii="Times New Roman" w:hAnsi="Times New Roman"/>
                <w:b/>
                <w:sz w:val="32"/>
                <w:szCs w:val="32"/>
              </w:rPr>
              <w:t>Product Name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8C5" w:rsidRPr="007B0D36" w:rsidTr="007B0D36">
        <w:tc>
          <w:tcPr>
            <w:tcW w:w="1497" w:type="pct"/>
            <w:tcBorders>
              <w:right w:val="single" w:sz="4" w:space="0" w:color="auto"/>
            </w:tcBorders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B0D36">
              <w:rPr>
                <w:rFonts w:ascii="Times New Roman" w:hAnsi="Times New Roman"/>
                <w:b/>
                <w:sz w:val="32"/>
                <w:szCs w:val="32"/>
              </w:rPr>
              <w:t>Active Substance(s)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18C5" w:rsidRPr="007B0D36" w:rsidTr="007B0D36">
        <w:tc>
          <w:tcPr>
            <w:tcW w:w="1497" w:type="pct"/>
            <w:tcBorders>
              <w:right w:val="single" w:sz="4" w:space="0" w:color="auto"/>
            </w:tcBorders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r w:rsidRPr="007B0D36">
              <w:rPr>
                <w:rFonts w:ascii="Times New Roman" w:hAnsi="Times New Roman"/>
                <w:b/>
                <w:sz w:val="32"/>
                <w:szCs w:val="32"/>
              </w:rPr>
              <w:t>Product type</w:t>
            </w:r>
          </w:p>
        </w:tc>
        <w:tc>
          <w:tcPr>
            <w:tcW w:w="3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18C5" w:rsidRDefault="005818C5" w:rsidP="00685C98">
      <w:pPr>
        <w:spacing w:after="0" w:line="240" w:lineRule="auto"/>
        <w:rPr>
          <w:rFonts w:ascii="Times New Roman" w:hAnsi="Times New Roman"/>
        </w:rPr>
      </w:pPr>
    </w:p>
    <w:p w:rsidR="005818C5" w:rsidRDefault="005818C5" w:rsidP="00685C98">
      <w:pPr>
        <w:spacing w:after="0" w:line="240" w:lineRule="auto"/>
        <w:rPr>
          <w:rFonts w:ascii="Times New Roman" w:hAnsi="Times New Roman"/>
        </w:rPr>
      </w:pPr>
    </w:p>
    <w:p w:rsidR="00685C98" w:rsidRPr="00961096" w:rsidRDefault="005818C5" w:rsidP="005818C5">
      <w:pPr>
        <w:spacing w:after="0" w:line="240" w:lineRule="auto"/>
        <w:rPr>
          <w:rFonts w:ascii="Times New Roman" w:hAnsi="Times New Roman"/>
          <w:i/>
        </w:rPr>
      </w:pPr>
      <w:r w:rsidRPr="00072301">
        <w:rPr>
          <w:rFonts w:ascii="Times New Roman" w:hAnsi="Times New Roman"/>
          <w:i/>
        </w:rPr>
        <w:t xml:space="preserve">Application Check List – The application </w:t>
      </w:r>
      <w:r w:rsidRPr="00072301">
        <w:rPr>
          <w:rFonts w:ascii="Times New Roman" w:hAnsi="Times New Roman"/>
          <w:i/>
          <w:u w:val="single"/>
        </w:rPr>
        <w:t>MUST</w:t>
      </w:r>
      <w:r w:rsidRPr="00072301">
        <w:rPr>
          <w:rFonts w:ascii="Times New Roman" w:hAnsi="Times New Roman"/>
          <w:i/>
        </w:rPr>
        <w:t xml:space="preserve"> include items 1-</w:t>
      </w:r>
      <w:r>
        <w:rPr>
          <w:rFonts w:ascii="Times New Roman" w:hAnsi="Times New Roman"/>
          <w:i/>
        </w:rPr>
        <w:t xml:space="preserve">5. New customers </w:t>
      </w:r>
      <w:r w:rsidRPr="005818C5">
        <w:rPr>
          <w:rFonts w:ascii="Times New Roman" w:hAnsi="Times New Roman"/>
          <w:i/>
          <w:u w:val="single"/>
        </w:rPr>
        <w:t>MUST</w:t>
      </w:r>
      <w:r>
        <w:rPr>
          <w:rFonts w:ascii="Times New Roman" w:hAnsi="Times New Roman"/>
          <w:i/>
        </w:rPr>
        <w:t xml:space="preserve"> also include item 6</w:t>
      </w:r>
      <w:r w:rsidRPr="00072301">
        <w:rPr>
          <w:rFonts w:ascii="Times New Roman" w:hAnsi="Times New Roman"/>
          <w:i/>
        </w:rPr>
        <w:t>. If any of these items are missing, the application will be rejected and sent back to applicant for re-submission</w:t>
      </w:r>
      <w:r>
        <w:rPr>
          <w:rFonts w:ascii="Times New Roman" w:hAnsi="Times New Roman"/>
          <w:i/>
        </w:rPr>
        <w:t>.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6823"/>
        <w:gridCol w:w="494"/>
      </w:tblGrid>
      <w:tr w:rsidR="00685C98" w:rsidRPr="007B0D36" w:rsidTr="007B0D36">
        <w:tc>
          <w:tcPr>
            <w:tcW w:w="0" w:type="auto"/>
            <w:shd w:val="clear" w:color="auto" w:fill="auto"/>
          </w:tcPr>
          <w:p w:rsidR="00685C98" w:rsidRPr="007B0D36" w:rsidRDefault="00685C98" w:rsidP="007B0D36">
            <w:pPr>
              <w:spacing w:after="0" w:line="240" w:lineRule="auto"/>
              <w:ind w:left="426"/>
              <w:rPr>
                <w:rFonts w:ascii="Times New Roman" w:hAnsi="Times New Roman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:rsidR="00685C98" w:rsidRPr="007B0D36" w:rsidRDefault="00685C98" w:rsidP="007B0D36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85C98" w:rsidRPr="007B0D36" w:rsidTr="007B0D36"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685C98" w:rsidRPr="007B0D36" w:rsidRDefault="00685C98" w:rsidP="007B0D3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Draft Irish label(s)</w:t>
            </w:r>
            <w:r w:rsidR="00C4411A" w:rsidRPr="007B0D36">
              <w:rPr>
                <w:rFonts w:ascii="Times New Roman" w:hAnsi="Times New Roman"/>
                <w:sz w:val="20"/>
                <w:szCs w:val="20"/>
              </w:rPr>
              <w:t xml:space="preserve"> (CLP/Article 69 of BPR compliant)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C98" w:rsidRPr="007B0D36" w:rsidRDefault="00685C98" w:rsidP="007B0D36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C98" w:rsidRPr="007B0D36" w:rsidTr="007B0D36"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685C98" w:rsidRPr="007B0D36" w:rsidRDefault="005818C5" w:rsidP="007B0D3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 xml:space="preserve">REACH compliant </w:t>
            </w:r>
            <w:r w:rsidR="00685C98" w:rsidRPr="007B0D36">
              <w:rPr>
                <w:rFonts w:ascii="Times New Roman" w:hAnsi="Times New Roman"/>
                <w:sz w:val="20"/>
                <w:szCs w:val="20"/>
              </w:rPr>
              <w:t>Safety Data Sheet(s) for the active substance(s)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C98" w:rsidRPr="007B0D36" w:rsidRDefault="00685C98" w:rsidP="007B0D36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758EE" w:rsidRPr="007B0D36" w:rsidTr="007B0D36"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6758EE" w:rsidRPr="007B0D36" w:rsidRDefault="005818C5" w:rsidP="007B0D3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 xml:space="preserve">REACH compliant </w:t>
            </w:r>
            <w:r w:rsidR="006758EE" w:rsidRPr="007B0D36">
              <w:rPr>
                <w:rFonts w:ascii="Times New Roman" w:hAnsi="Times New Roman"/>
                <w:sz w:val="20"/>
                <w:szCs w:val="20"/>
              </w:rPr>
              <w:t xml:space="preserve">Safety Data Sheet(s) for the product  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8EE" w:rsidRPr="007B0D36" w:rsidRDefault="006758EE" w:rsidP="007B0D36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C98" w:rsidRPr="007B0D36" w:rsidTr="007B0D36"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685C98" w:rsidRPr="007B0D36" w:rsidRDefault="005818C5" w:rsidP="007B0D3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 xml:space="preserve">REACH compliant </w:t>
            </w:r>
            <w:r w:rsidR="00685C98" w:rsidRPr="007B0D36">
              <w:rPr>
                <w:rFonts w:ascii="Times New Roman" w:hAnsi="Times New Roman"/>
                <w:sz w:val="20"/>
                <w:szCs w:val="20"/>
              </w:rPr>
              <w:t>Safet</w:t>
            </w:r>
            <w:r w:rsidR="006758EE" w:rsidRPr="007B0D36">
              <w:rPr>
                <w:rFonts w:ascii="Times New Roman" w:hAnsi="Times New Roman"/>
                <w:sz w:val="20"/>
                <w:szCs w:val="20"/>
              </w:rPr>
              <w:t xml:space="preserve">y Data Sheet(s) for </w:t>
            </w:r>
            <w:r w:rsidR="00685C98" w:rsidRPr="007B0D36">
              <w:rPr>
                <w:rFonts w:ascii="Times New Roman" w:hAnsi="Times New Roman"/>
                <w:sz w:val="20"/>
                <w:szCs w:val="20"/>
              </w:rPr>
              <w:t xml:space="preserve">co-formulant(s) 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C98" w:rsidRPr="007B0D36" w:rsidRDefault="00685C98" w:rsidP="007B0D36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5C98" w:rsidRPr="007B0D36" w:rsidTr="007B0D36"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685C98" w:rsidRPr="007B0D36" w:rsidRDefault="00685C98" w:rsidP="007B0D3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Letter(s) of Access</w:t>
            </w:r>
            <w:r w:rsidR="006758EE" w:rsidRPr="007B0D36">
              <w:rPr>
                <w:rFonts w:ascii="Times New Roman" w:hAnsi="Times New Roman"/>
                <w:sz w:val="20"/>
                <w:szCs w:val="20"/>
              </w:rPr>
              <w:t xml:space="preserve"> or Supply</w:t>
            </w:r>
            <w:r w:rsidRPr="007B0D36">
              <w:rPr>
                <w:rFonts w:ascii="Times New Roman" w:hAnsi="Times New Roman"/>
                <w:sz w:val="20"/>
                <w:szCs w:val="20"/>
              </w:rPr>
              <w:t xml:space="preserve"> to the active substance(s)</w:t>
            </w:r>
            <w:r w:rsidR="006758EE" w:rsidRPr="007B0D36">
              <w:rPr>
                <w:rFonts w:ascii="Times New Roman" w:hAnsi="Times New Roman"/>
                <w:sz w:val="20"/>
                <w:szCs w:val="20"/>
              </w:rPr>
              <w:t xml:space="preserve"> on Article 95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C98" w:rsidRPr="007B0D36" w:rsidRDefault="00685C98" w:rsidP="007B0D36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37C5" w:rsidRPr="007B0D36" w:rsidTr="007B0D36"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</w:tcPr>
          <w:p w:rsidR="001637C5" w:rsidRPr="007B0D36" w:rsidRDefault="001637C5" w:rsidP="007B0D3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</w:t>
            </w:r>
            <w:r w:rsidR="006B007B" w:rsidRPr="007B0D36">
              <w:rPr>
                <w:rFonts w:ascii="Times New Roman" w:hAnsi="Times New Roman"/>
                <w:sz w:val="20"/>
                <w:szCs w:val="20"/>
              </w:rPr>
              <w:t xml:space="preserve">orporate </w:t>
            </w:r>
            <w:r w:rsidRPr="007B0D36">
              <w:rPr>
                <w:rFonts w:ascii="Times New Roman" w:hAnsi="Times New Roman"/>
                <w:sz w:val="20"/>
                <w:szCs w:val="20"/>
              </w:rPr>
              <w:t>C</w:t>
            </w:r>
            <w:r w:rsidR="006B007B" w:rsidRPr="007B0D36">
              <w:rPr>
                <w:rFonts w:ascii="Times New Roman" w:hAnsi="Times New Roman"/>
                <w:sz w:val="20"/>
                <w:szCs w:val="20"/>
              </w:rPr>
              <w:t xml:space="preserve">lient </w:t>
            </w:r>
            <w:r w:rsidRPr="007B0D36">
              <w:rPr>
                <w:rFonts w:ascii="Times New Roman" w:hAnsi="Times New Roman"/>
                <w:sz w:val="20"/>
                <w:szCs w:val="20"/>
              </w:rPr>
              <w:t>S</w:t>
            </w:r>
            <w:r w:rsidR="006B007B" w:rsidRPr="007B0D36">
              <w:rPr>
                <w:rFonts w:ascii="Times New Roman" w:hAnsi="Times New Roman"/>
                <w:sz w:val="20"/>
                <w:szCs w:val="20"/>
              </w:rPr>
              <w:t>ystem</w:t>
            </w:r>
            <w:r w:rsidRPr="007B0D36">
              <w:rPr>
                <w:rFonts w:ascii="Times New Roman" w:hAnsi="Times New Roman"/>
                <w:sz w:val="20"/>
                <w:szCs w:val="20"/>
              </w:rPr>
              <w:t xml:space="preserve"> Form (new applicants/clients only)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7C5" w:rsidRPr="007B0D36" w:rsidRDefault="001637C5" w:rsidP="007B0D36">
            <w:pPr>
              <w:spacing w:after="0" w:line="240" w:lineRule="auto"/>
              <w:ind w:left="42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85C98" w:rsidRDefault="00685C98" w:rsidP="00685C98">
      <w:pPr>
        <w:spacing w:after="0" w:line="240" w:lineRule="auto"/>
        <w:rPr>
          <w:rFonts w:ascii="Times New Roman" w:hAnsi="Times New Roman"/>
        </w:rPr>
      </w:pPr>
    </w:p>
    <w:p w:rsidR="00685C98" w:rsidRPr="00CD2FA2" w:rsidRDefault="00CD2FA2" w:rsidP="005818C5">
      <w:pPr>
        <w:spacing w:after="0" w:line="240" w:lineRule="auto"/>
        <w:rPr>
          <w:rFonts w:ascii="Times New Roman" w:hAnsi="Times New Roman"/>
          <w:i/>
        </w:rPr>
      </w:pPr>
      <w:r w:rsidRPr="00CD2FA2">
        <w:rPr>
          <w:rFonts w:ascii="Times New Roman" w:hAnsi="Times New Roman"/>
          <w:i/>
        </w:rPr>
        <w:t xml:space="preserve">The associated fee </w:t>
      </w:r>
      <w:r>
        <w:rPr>
          <w:rFonts w:ascii="Times New Roman" w:hAnsi="Times New Roman"/>
          <w:i/>
        </w:rPr>
        <w:t xml:space="preserve">to be invoiced </w:t>
      </w:r>
      <w:r w:rsidRPr="00CD2FA2">
        <w:rPr>
          <w:rFonts w:ascii="Times New Roman" w:hAnsi="Times New Roman"/>
          <w:i/>
        </w:rPr>
        <w:t xml:space="preserve">for this application is </w:t>
      </w:r>
      <w:r w:rsidRPr="00CD2FA2">
        <w:rPr>
          <w:rFonts w:ascii="Times New Roman" w:hAnsi="Times New Roman"/>
          <w:i/>
          <w:u w:val="single"/>
        </w:rPr>
        <w:t>€300</w:t>
      </w:r>
    </w:p>
    <w:p w:rsidR="000C781C" w:rsidRDefault="000C781C" w:rsidP="00685C98">
      <w:pPr>
        <w:spacing w:after="0" w:line="240" w:lineRule="auto"/>
        <w:rPr>
          <w:rFonts w:ascii="Times New Roman" w:hAnsi="Times New Roman"/>
        </w:rPr>
      </w:pPr>
    </w:p>
    <w:tbl>
      <w:tblPr>
        <w:tblW w:w="9497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930"/>
        <w:gridCol w:w="567"/>
      </w:tblGrid>
      <w:tr w:rsidR="005818C5" w:rsidRPr="007B0D36" w:rsidTr="007B0D36">
        <w:tc>
          <w:tcPr>
            <w:tcW w:w="9497" w:type="dxa"/>
            <w:gridSpan w:val="2"/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7B0D36">
              <w:rPr>
                <w:rFonts w:ascii="Times New Roman" w:hAnsi="Times New Roman"/>
                <w:sz w:val="16"/>
                <w:szCs w:val="16"/>
              </w:rPr>
              <w:t>Please tick as appropriate</w:t>
            </w:r>
          </w:p>
        </w:tc>
      </w:tr>
      <w:tr w:rsidR="005818C5" w:rsidRPr="007B0D36" w:rsidTr="007B0D36">
        <w:tc>
          <w:tcPr>
            <w:tcW w:w="8930" w:type="dxa"/>
            <w:tcBorders>
              <w:right w:val="single" w:sz="4" w:space="0" w:color="auto"/>
            </w:tcBorders>
            <w:shd w:val="clear" w:color="auto" w:fill="auto"/>
          </w:tcPr>
          <w:p w:rsidR="005818C5" w:rsidRPr="007B0D36" w:rsidRDefault="005818C5" w:rsidP="007B0D3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7B0D36">
              <w:rPr>
                <w:rFonts w:ascii="Times New Roman" w:hAnsi="Times New Roman"/>
                <w:b/>
                <w:sz w:val="24"/>
                <w:szCs w:val="24"/>
              </w:rPr>
              <w:t>Biocidal product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18C5" w:rsidRPr="007B0D36" w:rsidTr="007B0D36">
        <w:tc>
          <w:tcPr>
            <w:tcW w:w="8930" w:type="dxa"/>
            <w:tcBorders>
              <w:right w:val="single" w:sz="4" w:space="0" w:color="auto"/>
            </w:tcBorders>
            <w:shd w:val="clear" w:color="auto" w:fill="auto"/>
          </w:tcPr>
          <w:p w:rsidR="005818C5" w:rsidRPr="007B0D36" w:rsidRDefault="005818C5" w:rsidP="007B0D3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7B0D36">
              <w:rPr>
                <w:rFonts w:ascii="Times New Roman" w:hAnsi="Times New Roman"/>
                <w:b/>
                <w:sz w:val="24"/>
                <w:szCs w:val="24"/>
              </w:rPr>
              <w:t>Biocidal product generated in situ by precursor chemicals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18C5" w:rsidRPr="007B0D36" w:rsidTr="007B0D36">
        <w:tc>
          <w:tcPr>
            <w:tcW w:w="8930" w:type="dxa"/>
            <w:tcBorders>
              <w:right w:val="single" w:sz="4" w:space="0" w:color="auto"/>
            </w:tcBorders>
            <w:shd w:val="clear" w:color="auto" w:fill="auto"/>
          </w:tcPr>
          <w:p w:rsidR="005818C5" w:rsidRPr="007B0D36" w:rsidRDefault="005818C5" w:rsidP="007B0D3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7B0D36">
              <w:rPr>
                <w:rFonts w:ascii="Times New Roman" w:hAnsi="Times New Roman"/>
                <w:b/>
                <w:sz w:val="24"/>
                <w:szCs w:val="24"/>
              </w:rPr>
              <w:t>Biocidal product</w:t>
            </w:r>
            <w:r w:rsidR="007B0D36">
              <w:rPr>
                <w:rFonts w:ascii="Times New Roman" w:hAnsi="Times New Roman"/>
                <w:b/>
                <w:sz w:val="24"/>
                <w:szCs w:val="24"/>
              </w:rPr>
              <w:t>/substance</w:t>
            </w:r>
            <w:r w:rsidRPr="007B0D3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B0D36" w:rsidRPr="007B0D36">
              <w:rPr>
                <w:rFonts w:ascii="Times New Roman" w:hAnsi="Times New Roman"/>
                <w:b/>
                <w:sz w:val="24"/>
                <w:szCs w:val="24"/>
              </w:rPr>
              <w:t xml:space="preserve">generated in situ </w:t>
            </w:r>
            <w:r w:rsidR="007B0D36">
              <w:rPr>
                <w:rFonts w:ascii="Times New Roman" w:hAnsi="Times New Roman"/>
                <w:b/>
                <w:sz w:val="24"/>
                <w:szCs w:val="24"/>
              </w:rPr>
              <w:t xml:space="preserve">by </w:t>
            </w:r>
            <w:r w:rsidRPr="007B0D36">
              <w:rPr>
                <w:rFonts w:ascii="Times New Roman" w:hAnsi="Times New Roman"/>
                <w:b/>
                <w:sz w:val="24"/>
                <w:szCs w:val="24"/>
              </w:rPr>
              <w:t>a device/system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18C5" w:rsidRPr="007B0D36" w:rsidTr="007B0D36">
        <w:tc>
          <w:tcPr>
            <w:tcW w:w="8930" w:type="dxa"/>
            <w:tcBorders>
              <w:right w:val="single" w:sz="4" w:space="0" w:color="auto"/>
            </w:tcBorders>
            <w:shd w:val="clear" w:color="auto" w:fill="auto"/>
          </w:tcPr>
          <w:p w:rsidR="005818C5" w:rsidRPr="007B0D36" w:rsidRDefault="005818C5" w:rsidP="007B0D3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7B0D36">
              <w:rPr>
                <w:rFonts w:ascii="Times New Roman" w:hAnsi="Times New Roman"/>
                <w:b/>
                <w:sz w:val="24"/>
                <w:szCs w:val="24"/>
              </w:rPr>
              <w:t>Biocidal product that are a treated article that has a primary biocidal function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24557" w:rsidRDefault="00B24557" w:rsidP="00685C98">
      <w:pPr>
        <w:spacing w:after="0" w:line="240" w:lineRule="auto"/>
        <w:rPr>
          <w:rFonts w:ascii="Times New Roman" w:hAnsi="Times New Roman"/>
        </w:rPr>
      </w:pPr>
    </w:p>
    <w:p w:rsidR="00B24557" w:rsidRDefault="00B24557" w:rsidP="00685C98">
      <w:pPr>
        <w:spacing w:after="0" w:line="240" w:lineRule="auto"/>
        <w:rPr>
          <w:rFonts w:ascii="Times New Roman" w:hAnsi="Times New Roman"/>
        </w:rPr>
      </w:pPr>
    </w:p>
    <w:p w:rsidR="005818C5" w:rsidRDefault="005818C5" w:rsidP="00685C98">
      <w:pPr>
        <w:spacing w:after="0" w:line="240" w:lineRule="auto"/>
        <w:rPr>
          <w:rFonts w:ascii="Times New Roman" w:hAnsi="Times New Roman"/>
        </w:rPr>
      </w:pPr>
    </w:p>
    <w:p w:rsidR="005818C5" w:rsidRDefault="005818C5" w:rsidP="00685C98">
      <w:pPr>
        <w:spacing w:after="0" w:line="240" w:lineRule="auto"/>
        <w:rPr>
          <w:rFonts w:ascii="Times New Roman" w:hAnsi="Times New Roman"/>
        </w:rPr>
      </w:pPr>
    </w:p>
    <w:p w:rsidR="005818C5" w:rsidRDefault="005818C5" w:rsidP="00685C98">
      <w:pPr>
        <w:spacing w:after="0" w:line="240" w:lineRule="auto"/>
        <w:rPr>
          <w:rFonts w:ascii="Times New Roman" w:hAnsi="Times New Roman"/>
        </w:rPr>
      </w:pPr>
    </w:p>
    <w:p w:rsidR="000C781C" w:rsidRDefault="000C781C" w:rsidP="00685C9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5953"/>
        <w:gridCol w:w="284"/>
        <w:gridCol w:w="2552"/>
      </w:tblGrid>
      <w:tr w:rsidR="007B0D36" w:rsidRPr="007B0D36" w:rsidTr="007B0D36">
        <w:tc>
          <w:tcPr>
            <w:tcW w:w="5953" w:type="dxa"/>
            <w:tcBorders>
              <w:bottom w:val="single" w:sz="18" w:space="0" w:color="auto"/>
            </w:tcBorders>
            <w:shd w:val="clear" w:color="auto" w:fill="auto"/>
          </w:tcPr>
          <w:p w:rsidR="00B24557" w:rsidRPr="007B0D36" w:rsidRDefault="00B24557" w:rsidP="007B0D36">
            <w:pPr>
              <w:spacing w:after="0" w:line="240" w:lineRule="auto"/>
              <w:rPr>
                <w:rFonts w:ascii="Arial" w:hAnsi="Arial" w:cs="Arial"/>
                <w:sz w:val="32"/>
                <w:szCs w:val="32"/>
              </w:rPr>
            </w:pPr>
            <w:r w:rsidRPr="007B0D36">
              <w:rPr>
                <w:rFonts w:ascii="Arial" w:hAnsi="Arial" w:cs="Arial"/>
                <w:b/>
                <w:sz w:val="32"/>
                <w:szCs w:val="32"/>
              </w:rPr>
              <w:t xml:space="preserve">X  </w:t>
            </w:r>
          </w:p>
        </w:tc>
        <w:tc>
          <w:tcPr>
            <w:tcW w:w="284" w:type="dxa"/>
            <w:shd w:val="clear" w:color="auto" w:fill="auto"/>
          </w:tcPr>
          <w:p w:rsidR="00B24557" w:rsidRPr="007B0D36" w:rsidRDefault="00B24557" w:rsidP="007B0D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bottom w:val="single" w:sz="18" w:space="0" w:color="auto"/>
            </w:tcBorders>
            <w:shd w:val="clear" w:color="auto" w:fill="auto"/>
          </w:tcPr>
          <w:p w:rsidR="00B24557" w:rsidRPr="007B0D36" w:rsidRDefault="00B24557" w:rsidP="007B0D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B0D36" w:rsidRPr="007B0D36" w:rsidTr="007B0D36">
        <w:tc>
          <w:tcPr>
            <w:tcW w:w="5953" w:type="dxa"/>
            <w:tcBorders>
              <w:top w:val="single" w:sz="18" w:space="0" w:color="auto"/>
            </w:tcBorders>
            <w:shd w:val="clear" w:color="auto" w:fill="auto"/>
          </w:tcPr>
          <w:p w:rsidR="00B24557" w:rsidRPr="007B0D36" w:rsidRDefault="00B24557" w:rsidP="007B0D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0D36">
              <w:rPr>
                <w:rFonts w:ascii="Times New Roman" w:hAnsi="Times New Roman"/>
                <w:sz w:val="18"/>
                <w:szCs w:val="18"/>
              </w:rPr>
              <w:t>Signed</w:t>
            </w:r>
          </w:p>
        </w:tc>
        <w:tc>
          <w:tcPr>
            <w:tcW w:w="284" w:type="dxa"/>
            <w:shd w:val="clear" w:color="auto" w:fill="auto"/>
          </w:tcPr>
          <w:p w:rsidR="00B24557" w:rsidRPr="007B0D36" w:rsidRDefault="00B24557" w:rsidP="007B0D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  <w:tcBorders>
              <w:top w:val="single" w:sz="18" w:space="0" w:color="auto"/>
            </w:tcBorders>
            <w:shd w:val="clear" w:color="auto" w:fill="auto"/>
          </w:tcPr>
          <w:p w:rsidR="00B24557" w:rsidRPr="007B0D36" w:rsidRDefault="00B24557" w:rsidP="007B0D3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B0D36">
              <w:rPr>
                <w:rFonts w:ascii="Times New Roman" w:hAnsi="Times New Roman"/>
                <w:sz w:val="18"/>
                <w:szCs w:val="18"/>
              </w:rPr>
              <w:t>Date</w:t>
            </w:r>
          </w:p>
        </w:tc>
      </w:tr>
      <w:tr w:rsidR="007B0D36" w:rsidRPr="007B0D36" w:rsidTr="007B0D36">
        <w:tc>
          <w:tcPr>
            <w:tcW w:w="5953" w:type="dxa"/>
            <w:tcBorders>
              <w:bottom w:val="single" w:sz="8" w:space="0" w:color="auto"/>
            </w:tcBorders>
            <w:shd w:val="clear" w:color="auto" w:fill="auto"/>
          </w:tcPr>
          <w:p w:rsidR="00B24557" w:rsidRPr="007B0D36" w:rsidRDefault="00B24557" w:rsidP="007B0D3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24557" w:rsidRPr="007B0D36" w:rsidRDefault="00B24557" w:rsidP="007B0D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auto"/>
          </w:tcPr>
          <w:p w:rsidR="00B24557" w:rsidRPr="007B0D36" w:rsidRDefault="00B24557" w:rsidP="007B0D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B24557" w:rsidRPr="007B0D36" w:rsidRDefault="00B24557" w:rsidP="007B0D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B0D36" w:rsidRPr="007B0D36" w:rsidTr="007B0D36">
        <w:tc>
          <w:tcPr>
            <w:tcW w:w="5953" w:type="dxa"/>
            <w:tcBorders>
              <w:top w:val="single" w:sz="8" w:space="0" w:color="auto"/>
            </w:tcBorders>
            <w:shd w:val="clear" w:color="auto" w:fill="auto"/>
          </w:tcPr>
          <w:p w:rsidR="00B24557" w:rsidRPr="007B0D36" w:rsidRDefault="00B24557" w:rsidP="007B0D36">
            <w:pPr>
              <w:spacing w:after="0" w:line="240" w:lineRule="auto"/>
            </w:pPr>
            <w:r w:rsidRPr="007B0D36">
              <w:rPr>
                <w:rFonts w:ascii="Times New Roman" w:hAnsi="Times New Roman"/>
                <w:sz w:val="18"/>
                <w:szCs w:val="18"/>
              </w:rPr>
              <w:t>Print Name</w:t>
            </w:r>
            <w:r w:rsidR="005D300A" w:rsidRPr="007B0D3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84" w:type="dxa"/>
            <w:shd w:val="clear" w:color="auto" w:fill="auto"/>
          </w:tcPr>
          <w:p w:rsidR="00B24557" w:rsidRPr="007B0D36" w:rsidRDefault="00B24557" w:rsidP="007B0D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  <w:shd w:val="clear" w:color="auto" w:fill="auto"/>
          </w:tcPr>
          <w:p w:rsidR="00B24557" w:rsidRPr="007B0D36" w:rsidRDefault="00B24557" w:rsidP="007B0D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23708" w:rsidRDefault="00B23708" w:rsidP="00685C98">
      <w:pPr>
        <w:spacing w:after="0" w:line="240" w:lineRule="auto"/>
        <w:rPr>
          <w:rFonts w:ascii="Times New Roman" w:hAnsi="Times New Roman"/>
        </w:rPr>
      </w:pPr>
    </w:p>
    <w:p w:rsidR="005818C5" w:rsidRDefault="005818C5" w:rsidP="005818C5">
      <w:pPr>
        <w:spacing w:after="0" w:line="240" w:lineRule="auto"/>
        <w:ind w:left="426"/>
        <w:rPr>
          <w:rFonts w:ascii="Times New Roman" w:hAnsi="Times New Roman"/>
          <w:b/>
          <w:sz w:val="20"/>
          <w:szCs w:val="20"/>
        </w:rPr>
      </w:pPr>
    </w:p>
    <w:p w:rsidR="005818C5" w:rsidRPr="005818C5" w:rsidRDefault="005818C5" w:rsidP="005818C5">
      <w:pPr>
        <w:spacing w:after="0" w:line="240" w:lineRule="auto"/>
        <w:ind w:left="426"/>
        <w:rPr>
          <w:rFonts w:ascii="Times New Roman" w:hAnsi="Times New Roman"/>
          <w:b/>
          <w:sz w:val="20"/>
          <w:szCs w:val="20"/>
        </w:rPr>
      </w:pPr>
      <w:r w:rsidRPr="005818C5">
        <w:rPr>
          <w:rFonts w:ascii="Times New Roman" w:hAnsi="Times New Roman"/>
          <w:b/>
          <w:sz w:val="20"/>
          <w:szCs w:val="20"/>
        </w:rPr>
        <w:t>Department of Agriculture, Food and the Marine</w:t>
      </w:r>
    </w:p>
    <w:p w:rsidR="005818C5" w:rsidRPr="005818C5" w:rsidRDefault="005818C5" w:rsidP="005818C5">
      <w:pPr>
        <w:spacing w:after="0" w:line="240" w:lineRule="auto"/>
        <w:ind w:firstLine="426"/>
        <w:rPr>
          <w:rFonts w:ascii="Times New Roman" w:hAnsi="Times New Roman"/>
          <w:b/>
          <w:sz w:val="20"/>
          <w:szCs w:val="20"/>
        </w:rPr>
      </w:pPr>
      <w:r w:rsidRPr="005818C5">
        <w:rPr>
          <w:rFonts w:ascii="Times New Roman" w:hAnsi="Times New Roman"/>
          <w:b/>
          <w:sz w:val="20"/>
          <w:szCs w:val="20"/>
        </w:rPr>
        <w:t>Pesticide Control Division</w:t>
      </w:r>
    </w:p>
    <w:p w:rsidR="005818C5" w:rsidRDefault="005818C5" w:rsidP="00685C98">
      <w:pPr>
        <w:spacing w:after="0" w:line="240" w:lineRule="auto"/>
        <w:rPr>
          <w:rFonts w:ascii="Times New Roman" w:hAnsi="Times New Roman"/>
        </w:rPr>
      </w:pPr>
    </w:p>
    <w:p w:rsidR="000C781C" w:rsidRDefault="007B0D36">
      <w:pPr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433070</wp:posOffset>
            </wp:positionH>
            <wp:positionV relativeFrom="paragraph">
              <wp:posOffset>111760</wp:posOffset>
            </wp:positionV>
            <wp:extent cx="1869440" cy="843915"/>
            <wp:effectExtent l="0" t="0" r="0" b="0"/>
            <wp:wrapSquare wrapText="right"/>
            <wp:docPr id="3" name="Picture 4" descr="D:\Dep of Agriculture Brandmarks\JPEGS\Low Resolution 72dpi\Department_Logo_2011_CMYK Lo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ep of Agriculture Brandmarks\JPEGS\Low Resolution 72dpi\Department_Logo_2011_CMYK LoR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9440" cy="84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1096" w:rsidRDefault="007B0D36" w:rsidP="000C781C">
      <w:pPr>
        <w:ind w:left="5040" w:firstLine="720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524000" cy="637540"/>
            <wp:effectExtent l="0" t="0" r="0" b="0"/>
            <wp:docPr id="1" name="Picture 2" descr="S:\Pesticides\Biocides\Biocides webpage\images\biocid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Pesticides\Biocides\Biocides webpage\images\biocide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1096">
        <w:rPr>
          <w:rFonts w:ascii="Times New Roman" w:hAnsi="Times New Roman"/>
        </w:rPr>
        <w:br w:type="page"/>
      </w: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1843"/>
        <w:gridCol w:w="2977"/>
        <w:gridCol w:w="1701"/>
        <w:gridCol w:w="3544"/>
      </w:tblGrid>
      <w:tr w:rsidR="00CE5F6C" w:rsidRPr="007B0D36" w:rsidTr="007B0D36">
        <w:tc>
          <w:tcPr>
            <w:tcW w:w="10065" w:type="dxa"/>
            <w:gridSpan w:val="4"/>
            <w:shd w:val="clear" w:color="auto" w:fill="auto"/>
          </w:tcPr>
          <w:p w:rsidR="00CE5F6C" w:rsidRPr="007B0D36" w:rsidRDefault="00CE5F6C" w:rsidP="007B0D3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B0D36">
              <w:rPr>
                <w:rFonts w:ascii="Times New Roman" w:hAnsi="Times New Roman"/>
                <w:b/>
                <w:i/>
                <w:sz w:val="24"/>
                <w:szCs w:val="24"/>
              </w:rPr>
              <w:t>Section 1</w:t>
            </w:r>
            <w:r w:rsidR="00C11599" w:rsidRPr="007B0D36">
              <w:rPr>
                <w:rFonts w:ascii="Times New Roman" w:hAnsi="Times New Roman"/>
                <w:b/>
                <w:i/>
                <w:sz w:val="24"/>
                <w:szCs w:val="24"/>
              </w:rPr>
              <w:t>:</w:t>
            </w:r>
            <w:r w:rsidRPr="007B0D3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Notification Holder</w:t>
            </w:r>
            <w:r w:rsidR="00E16E43" w:rsidRPr="007B0D36">
              <w:rPr>
                <w:rFonts w:ascii="Times New Roman" w:hAnsi="Times New Roman"/>
                <w:b/>
                <w:i/>
                <w:sz w:val="24"/>
                <w:szCs w:val="24"/>
              </w:rPr>
              <w:t>*</w:t>
            </w:r>
          </w:p>
        </w:tc>
      </w:tr>
      <w:tr w:rsidR="008D3E85" w:rsidRPr="007B0D36" w:rsidTr="007B0D36">
        <w:tc>
          <w:tcPr>
            <w:tcW w:w="1843" w:type="dxa"/>
            <w:shd w:val="clear" w:color="auto" w:fill="auto"/>
          </w:tcPr>
          <w:p w:rsidR="00F61DF1" w:rsidRPr="007B0D36" w:rsidRDefault="00F61DF1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3E85" w:rsidRPr="007B0D36" w:rsidRDefault="008D3E85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Name:</w:t>
            </w:r>
          </w:p>
        </w:tc>
        <w:tc>
          <w:tcPr>
            <w:tcW w:w="82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3E85" w:rsidRPr="007B0D36" w:rsidTr="007B0D36">
        <w:tc>
          <w:tcPr>
            <w:tcW w:w="1843" w:type="dxa"/>
            <w:shd w:val="clear" w:color="auto" w:fill="auto"/>
          </w:tcPr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3E85" w:rsidRPr="007B0D36" w:rsidRDefault="008D3E85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Address: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1843" w:type="dxa"/>
            <w:shd w:val="clear" w:color="auto" w:fill="auto"/>
          </w:tcPr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3E85" w:rsidRPr="007B0D36" w:rsidRDefault="008D3E85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City/Town</w:t>
            </w:r>
            <w:r w:rsidR="00DA1C9C" w:rsidRPr="007B0D36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E85" w:rsidRPr="007B0D36" w:rsidRDefault="008D3E85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3E85" w:rsidRPr="007B0D36" w:rsidRDefault="008D3E85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County/State: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E85" w:rsidRPr="007B0D36" w:rsidRDefault="008D3E85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1843" w:type="dxa"/>
            <w:shd w:val="clear" w:color="auto" w:fill="auto"/>
          </w:tcPr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3E85" w:rsidRPr="007B0D36" w:rsidRDefault="008D3E85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Postcode/Zip Code</w:t>
            </w:r>
            <w:r w:rsidR="00DA1C9C" w:rsidRPr="007B0D36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E85" w:rsidRPr="007B0D36" w:rsidRDefault="008D3E85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D3E85" w:rsidRPr="007B0D36" w:rsidRDefault="008D3E85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Country: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E85" w:rsidRPr="007B0D36" w:rsidRDefault="008D3E85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3E85" w:rsidRPr="007B0D36" w:rsidTr="007B0D36">
        <w:tc>
          <w:tcPr>
            <w:tcW w:w="10065" w:type="dxa"/>
            <w:gridSpan w:val="4"/>
            <w:shd w:val="clear" w:color="auto" w:fill="auto"/>
          </w:tcPr>
          <w:p w:rsidR="008D3E85" w:rsidRPr="007B0D36" w:rsidRDefault="008D3E85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1843" w:type="dxa"/>
            <w:shd w:val="clear" w:color="auto" w:fill="auto"/>
          </w:tcPr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Tel: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Fax: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1843" w:type="dxa"/>
            <w:shd w:val="clear" w:color="auto" w:fill="auto"/>
          </w:tcPr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email: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13211" w:rsidRPr="007B0D36" w:rsidRDefault="00413211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contact: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13211" w:rsidRPr="007B0D36" w:rsidRDefault="00413211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1843" w:type="dxa"/>
            <w:shd w:val="clear" w:color="auto" w:fill="auto"/>
          </w:tcPr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Contact email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Contact Tel: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A1C9C" w:rsidRPr="007B0D36" w:rsidRDefault="00DA1C9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F6C" w:rsidRPr="007B0D36" w:rsidTr="007B0D36">
        <w:tc>
          <w:tcPr>
            <w:tcW w:w="10065" w:type="dxa"/>
            <w:gridSpan w:val="4"/>
            <w:shd w:val="clear" w:color="auto" w:fill="auto"/>
          </w:tcPr>
          <w:p w:rsidR="00DA1C9C" w:rsidRPr="007B0D36" w:rsidRDefault="00DA1C9C" w:rsidP="007B0D3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:rsidR="00CE5F6C" w:rsidRPr="007B0D36" w:rsidRDefault="008D3E85" w:rsidP="007B0D3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7B0D36">
              <w:rPr>
                <w:rFonts w:ascii="Times New Roman" w:hAnsi="Times New Roman"/>
                <w:i/>
                <w:sz w:val="16"/>
                <w:szCs w:val="16"/>
              </w:rPr>
              <w:t xml:space="preserve">* </w:t>
            </w:r>
            <w:r w:rsidR="00CE5F6C" w:rsidRPr="007B0D36">
              <w:rPr>
                <w:rFonts w:ascii="Times New Roman" w:hAnsi="Times New Roman"/>
                <w:i/>
                <w:sz w:val="18"/>
                <w:szCs w:val="18"/>
              </w:rPr>
              <w:t xml:space="preserve">If you are a new applicant/client with the Department of Agriculture, please also fill out the </w:t>
            </w:r>
            <w:r w:rsidR="007453A3" w:rsidRPr="007B0D36">
              <w:rPr>
                <w:rFonts w:ascii="Times New Roman" w:hAnsi="Times New Roman"/>
                <w:i/>
                <w:sz w:val="18"/>
                <w:szCs w:val="18"/>
              </w:rPr>
              <w:t>Corporate</w:t>
            </w:r>
            <w:r w:rsidR="00791A9F" w:rsidRPr="007B0D36">
              <w:rPr>
                <w:rFonts w:ascii="Times New Roman" w:hAnsi="Times New Roman"/>
                <w:i/>
                <w:sz w:val="18"/>
                <w:szCs w:val="18"/>
              </w:rPr>
              <w:t xml:space="preserve"> Customer System (CCS) form on </w:t>
            </w:r>
            <w:r w:rsidR="00CE5F6C" w:rsidRPr="007B0D36">
              <w:rPr>
                <w:rFonts w:ascii="Times New Roman" w:hAnsi="Times New Roman"/>
                <w:i/>
                <w:sz w:val="18"/>
                <w:szCs w:val="18"/>
              </w:rPr>
              <w:t xml:space="preserve">p. </w:t>
            </w:r>
            <w:r w:rsidR="00791A9F" w:rsidRPr="007B0D36">
              <w:rPr>
                <w:rFonts w:ascii="Times New Roman" w:hAnsi="Times New Roman"/>
                <w:i/>
                <w:sz w:val="18"/>
                <w:szCs w:val="18"/>
              </w:rPr>
              <w:t>6</w:t>
            </w:r>
            <w:r w:rsidR="00B23708" w:rsidRPr="007B0D36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CE5F6C" w:rsidRPr="007B0D36">
              <w:rPr>
                <w:rFonts w:ascii="Times New Roman" w:hAnsi="Times New Roman"/>
                <w:i/>
                <w:sz w:val="18"/>
                <w:szCs w:val="18"/>
              </w:rPr>
              <w:t xml:space="preserve">to this application. </w:t>
            </w:r>
          </w:p>
        </w:tc>
      </w:tr>
    </w:tbl>
    <w:p w:rsidR="00685C98" w:rsidRDefault="00685C98" w:rsidP="00685C98">
      <w:pPr>
        <w:spacing w:after="0" w:line="240" w:lineRule="auto"/>
        <w:rPr>
          <w:rFonts w:ascii="Times New Roman" w:hAnsi="Times New Roman"/>
        </w:rPr>
      </w:pPr>
    </w:p>
    <w:p w:rsidR="00D00BF8" w:rsidRDefault="00D00BF8" w:rsidP="00685C98">
      <w:pPr>
        <w:spacing w:after="0" w:line="240" w:lineRule="auto"/>
        <w:rPr>
          <w:rFonts w:ascii="Times New Roman" w:hAnsi="Times New Roman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1951"/>
        <w:gridCol w:w="8080"/>
      </w:tblGrid>
      <w:tr w:rsidR="00413211" w:rsidRPr="007B0D36" w:rsidTr="007B0D36">
        <w:tc>
          <w:tcPr>
            <w:tcW w:w="10031" w:type="dxa"/>
            <w:gridSpan w:val="2"/>
            <w:shd w:val="clear" w:color="auto" w:fill="auto"/>
          </w:tcPr>
          <w:p w:rsidR="00413211" w:rsidRPr="007B0D36" w:rsidRDefault="00413211" w:rsidP="007B0D36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B0D36">
              <w:rPr>
                <w:rFonts w:ascii="Times New Roman" w:hAnsi="Times New Roman"/>
                <w:b/>
                <w:i/>
                <w:sz w:val="24"/>
                <w:szCs w:val="24"/>
              </w:rPr>
              <w:t>Section 2: Product Information</w:t>
            </w:r>
          </w:p>
        </w:tc>
      </w:tr>
      <w:tr w:rsidR="00413211" w:rsidRPr="007B0D36" w:rsidTr="007B0D36">
        <w:tc>
          <w:tcPr>
            <w:tcW w:w="1951" w:type="dxa"/>
            <w:shd w:val="clear" w:color="auto" w:fill="auto"/>
          </w:tcPr>
          <w:p w:rsidR="00F61DF1" w:rsidRPr="007B0D36" w:rsidRDefault="00413211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 xml:space="preserve">Product name </w:t>
            </w:r>
          </w:p>
          <w:p w:rsidR="00413211" w:rsidRPr="007B0D36" w:rsidRDefault="00413211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(Trade name):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</w:tcPr>
          <w:p w:rsidR="00413211" w:rsidRPr="007B0D36" w:rsidRDefault="00413211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C94DFC" w:rsidRPr="007B0D36" w:rsidRDefault="00C94DFC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3211" w:rsidRPr="007B0D36" w:rsidTr="007B0D36">
        <w:tc>
          <w:tcPr>
            <w:tcW w:w="1951" w:type="dxa"/>
            <w:shd w:val="clear" w:color="auto" w:fill="auto"/>
          </w:tcPr>
          <w:p w:rsidR="00413211" w:rsidRPr="007B0D36" w:rsidRDefault="00413211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413211" w:rsidRPr="007B0D36" w:rsidRDefault="00413211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Product-type(s):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3211" w:rsidRPr="007B0D36" w:rsidRDefault="00413211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413211" w:rsidRPr="007B0D36" w:rsidRDefault="00413211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3211" w:rsidRPr="007B0D36" w:rsidTr="007B0D36">
        <w:tc>
          <w:tcPr>
            <w:tcW w:w="1951" w:type="dxa"/>
            <w:shd w:val="clear" w:color="auto" w:fill="auto"/>
          </w:tcPr>
          <w:p w:rsidR="00413211" w:rsidRPr="007B0D36" w:rsidRDefault="00413211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413211" w:rsidRPr="007B0D36" w:rsidRDefault="00413211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Product Function: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3211" w:rsidRPr="007B0D36" w:rsidRDefault="00413211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413211" w:rsidRPr="007B0D36" w:rsidRDefault="00413211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3211" w:rsidRPr="007B0D36" w:rsidTr="007B0D36">
        <w:tc>
          <w:tcPr>
            <w:tcW w:w="1951" w:type="dxa"/>
            <w:shd w:val="clear" w:color="auto" w:fill="auto"/>
          </w:tcPr>
          <w:p w:rsidR="00413211" w:rsidRPr="007B0D36" w:rsidRDefault="00413211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413211" w:rsidRPr="007B0D36" w:rsidRDefault="00413211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Formulation type: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13211" w:rsidRPr="007B0D36" w:rsidRDefault="00413211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413211" w:rsidRPr="007B0D36" w:rsidRDefault="000A1D8B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685C98" w:rsidRDefault="00685C98" w:rsidP="00685C98">
      <w:pPr>
        <w:spacing w:after="0" w:line="240" w:lineRule="auto"/>
        <w:rPr>
          <w:rFonts w:ascii="Times New Roman" w:hAnsi="Times New Roman"/>
        </w:rPr>
      </w:pPr>
    </w:p>
    <w:p w:rsidR="00D00BF8" w:rsidRDefault="00D00BF8" w:rsidP="00685C98">
      <w:pPr>
        <w:spacing w:after="0" w:line="240" w:lineRule="auto"/>
        <w:rPr>
          <w:rFonts w:ascii="Times New Roman" w:hAnsi="Times New Roman"/>
        </w:rPr>
      </w:pP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1843"/>
        <w:gridCol w:w="2977"/>
        <w:gridCol w:w="1701"/>
        <w:gridCol w:w="3544"/>
      </w:tblGrid>
      <w:tr w:rsidR="00AB69FF" w:rsidRPr="007B0D36" w:rsidTr="007B0D36">
        <w:tc>
          <w:tcPr>
            <w:tcW w:w="10065" w:type="dxa"/>
            <w:gridSpan w:val="4"/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B0D3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Section </w:t>
            </w:r>
            <w:r w:rsidR="00D00BF8" w:rsidRPr="007B0D36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Pr="007B0D36">
              <w:rPr>
                <w:rFonts w:ascii="Times New Roman" w:hAnsi="Times New Roman"/>
                <w:b/>
                <w:i/>
                <w:sz w:val="24"/>
                <w:szCs w:val="24"/>
              </w:rPr>
              <w:t>: Product Manufacturer</w:t>
            </w:r>
          </w:p>
        </w:tc>
      </w:tr>
      <w:tr w:rsidR="00AB69FF" w:rsidRPr="007B0D36" w:rsidTr="007B0D36">
        <w:tc>
          <w:tcPr>
            <w:tcW w:w="1843" w:type="dxa"/>
            <w:shd w:val="clear" w:color="auto" w:fill="auto"/>
          </w:tcPr>
          <w:p w:rsidR="00F61DF1" w:rsidRPr="007B0D36" w:rsidRDefault="00F61DF1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Name:</w:t>
            </w:r>
          </w:p>
        </w:tc>
        <w:tc>
          <w:tcPr>
            <w:tcW w:w="822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69FF" w:rsidRPr="007B0D36" w:rsidTr="007B0D36">
        <w:tc>
          <w:tcPr>
            <w:tcW w:w="1843" w:type="dxa"/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Address:</w:t>
            </w:r>
          </w:p>
        </w:tc>
        <w:tc>
          <w:tcPr>
            <w:tcW w:w="822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1843" w:type="dxa"/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City/Town: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County/State: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1843" w:type="dxa"/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Postcode/Zip Code: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Country: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69FF" w:rsidRPr="007B0D36" w:rsidTr="007B0D36">
        <w:tc>
          <w:tcPr>
            <w:tcW w:w="10065" w:type="dxa"/>
            <w:gridSpan w:val="4"/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1843" w:type="dxa"/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Tel: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Fax: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1843" w:type="dxa"/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email: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1843" w:type="dxa"/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Contact email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1843" w:type="dxa"/>
            <w:shd w:val="clear" w:color="auto" w:fill="auto"/>
          </w:tcPr>
          <w:p w:rsidR="00392C8C" w:rsidRPr="007B0D36" w:rsidRDefault="00392C8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Name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2C8C" w:rsidRPr="007B0D36" w:rsidRDefault="00392C8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92C8C" w:rsidRPr="007B0D36" w:rsidRDefault="00392C8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392C8C" w:rsidRPr="007B0D36" w:rsidRDefault="00392C8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1843" w:type="dxa"/>
            <w:shd w:val="clear" w:color="auto" w:fill="auto"/>
          </w:tcPr>
          <w:p w:rsidR="00392C8C" w:rsidRPr="007B0D36" w:rsidRDefault="00392C8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Address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2C8C" w:rsidRPr="007B0D36" w:rsidRDefault="00392C8C" w:rsidP="007B0D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92C8C" w:rsidRPr="007B0D36" w:rsidRDefault="00392C8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392C8C" w:rsidRPr="007B0D36" w:rsidRDefault="00392C8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1843" w:type="dxa"/>
            <w:shd w:val="clear" w:color="auto" w:fill="auto"/>
          </w:tcPr>
          <w:p w:rsidR="00392C8C" w:rsidRPr="007B0D36" w:rsidRDefault="00392C8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City/Town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2C8C" w:rsidRPr="007B0D36" w:rsidRDefault="00392C8C" w:rsidP="007B0D36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color w:val="222222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92C8C" w:rsidRPr="007B0D36" w:rsidRDefault="00392C8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392C8C" w:rsidRPr="007B0D36" w:rsidRDefault="00392C8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1843" w:type="dxa"/>
            <w:shd w:val="clear" w:color="auto" w:fill="auto"/>
          </w:tcPr>
          <w:p w:rsidR="00392C8C" w:rsidRPr="007B0D36" w:rsidRDefault="00392C8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Postcode/Zip Code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2C8C" w:rsidRPr="007B0D36" w:rsidRDefault="00392C8C" w:rsidP="007B0D36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color w:val="222222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92C8C" w:rsidRPr="007B0D36" w:rsidRDefault="00392C8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392C8C" w:rsidRPr="007B0D36" w:rsidRDefault="00392C8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1843" w:type="dxa"/>
            <w:shd w:val="clear" w:color="auto" w:fill="auto"/>
          </w:tcPr>
          <w:p w:rsidR="00392C8C" w:rsidRPr="007B0D36" w:rsidRDefault="00392C8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Tel: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2C8C" w:rsidRPr="007B0D36" w:rsidRDefault="00392C8C" w:rsidP="007B0D36">
            <w:pPr>
              <w:spacing w:after="0" w:line="240" w:lineRule="auto"/>
              <w:rPr>
                <w:rStyle w:val="Strong"/>
                <w:rFonts w:ascii="Times New Roman" w:hAnsi="Times New Roman"/>
                <w:b w:val="0"/>
                <w:color w:val="222222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92C8C" w:rsidRPr="007B0D36" w:rsidRDefault="00392C8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392C8C" w:rsidRPr="007B0D36" w:rsidRDefault="00392C8C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B69FF" w:rsidRDefault="00AB69FF" w:rsidP="00D00BF8">
      <w:pPr>
        <w:spacing w:after="0" w:line="240" w:lineRule="auto"/>
        <w:rPr>
          <w:rFonts w:ascii="Times New Roman" w:hAnsi="Times New Roman"/>
        </w:rPr>
      </w:pPr>
    </w:p>
    <w:p w:rsidR="00D00BF8" w:rsidRDefault="00D00BF8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066"/>
        <w:gridCol w:w="61"/>
        <w:gridCol w:w="677"/>
        <w:gridCol w:w="422"/>
        <w:gridCol w:w="671"/>
        <w:gridCol w:w="422"/>
        <w:gridCol w:w="634"/>
        <w:gridCol w:w="1970"/>
        <w:gridCol w:w="333"/>
        <w:gridCol w:w="755"/>
        <w:gridCol w:w="422"/>
        <w:gridCol w:w="671"/>
        <w:gridCol w:w="423"/>
        <w:gridCol w:w="680"/>
      </w:tblGrid>
      <w:tr w:rsidR="00D00BF8" w:rsidRPr="007B0D36" w:rsidTr="007B0D36">
        <w:tc>
          <w:tcPr>
            <w:tcW w:w="10181" w:type="dxa"/>
            <w:gridSpan w:val="14"/>
            <w:shd w:val="clear" w:color="auto" w:fill="auto"/>
          </w:tcPr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B0D36">
              <w:rPr>
                <w:rFonts w:ascii="Times New Roman" w:hAnsi="Times New Roman"/>
                <w:b/>
                <w:i/>
                <w:sz w:val="24"/>
                <w:szCs w:val="24"/>
              </w:rPr>
              <w:t>Section 4: Use Information</w:t>
            </w:r>
          </w:p>
        </w:tc>
      </w:tr>
      <w:tr w:rsidR="00D00BF8" w:rsidRPr="007B0D36" w:rsidTr="007B0D36">
        <w:tc>
          <w:tcPr>
            <w:tcW w:w="2066" w:type="dxa"/>
            <w:vMerge w:val="restart"/>
            <w:shd w:val="clear" w:color="auto" w:fill="auto"/>
          </w:tcPr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Brief description of intended uses:</w:t>
            </w:r>
          </w:p>
        </w:tc>
        <w:tc>
          <w:tcPr>
            <w:tcW w:w="8115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BF8" w:rsidRPr="007B0D36" w:rsidTr="007B0D36">
        <w:tc>
          <w:tcPr>
            <w:tcW w:w="2066" w:type="dxa"/>
            <w:vMerge/>
            <w:shd w:val="clear" w:color="auto" w:fill="auto"/>
          </w:tcPr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5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BF8" w:rsidRPr="007B0D36" w:rsidTr="007B0D36">
        <w:tc>
          <w:tcPr>
            <w:tcW w:w="2066" w:type="dxa"/>
            <w:vMerge/>
            <w:shd w:val="clear" w:color="auto" w:fill="auto"/>
          </w:tcPr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5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BF8" w:rsidRPr="007B0D36" w:rsidTr="007B0D36">
        <w:tc>
          <w:tcPr>
            <w:tcW w:w="10181" w:type="dxa"/>
            <w:gridSpan w:val="14"/>
            <w:shd w:val="clear" w:color="auto" w:fill="auto"/>
          </w:tcPr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2066" w:type="dxa"/>
            <w:shd w:val="clear" w:color="auto" w:fill="auto"/>
          </w:tcPr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For amateur use:</w:t>
            </w:r>
          </w:p>
        </w:tc>
        <w:tc>
          <w:tcPr>
            <w:tcW w:w="73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Yes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No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left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For professional use: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Yes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No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BF8" w:rsidRPr="007B0D36" w:rsidTr="007B0D36">
        <w:tc>
          <w:tcPr>
            <w:tcW w:w="10181" w:type="dxa"/>
            <w:gridSpan w:val="14"/>
            <w:shd w:val="clear" w:color="auto" w:fill="auto"/>
          </w:tcPr>
          <w:p w:rsidR="00D00BF8" w:rsidRPr="007B0D36" w:rsidRDefault="00D00BF8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2066" w:type="dxa"/>
            <w:shd w:val="clear" w:color="auto" w:fill="auto"/>
          </w:tcPr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For indoor use:</w:t>
            </w:r>
          </w:p>
        </w:tc>
        <w:tc>
          <w:tcPr>
            <w:tcW w:w="73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Yes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No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8" w:type="dxa"/>
            <w:tcBorders>
              <w:left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For outdoor use:</w:t>
            </w:r>
          </w:p>
        </w:tc>
        <w:tc>
          <w:tcPr>
            <w:tcW w:w="755" w:type="dxa"/>
            <w:tcBorders>
              <w:right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Yes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No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left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BF8" w:rsidRPr="007B0D36" w:rsidTr="007B0D36">
        <w:tc>
          <w:tcPr>
            <w:tcW w:w="2066" w:type="dxa"/>
            <w:shd w:val="clear" w:color="auto" w:fill="auto"/>
          </w:tcPr>
          <w:p w:rsidR="00D00BF8" w:rsidRPr="007B0D36" w:rsidRDefault="00D00BF8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5" w:type="dxa"/>
            <w:gridSpan w:val="13"/>
            <w:shd w:val="clear" w:color="auto" w:fill="auto"/>
          </w:tcPr>
          <w:p w:rsidR="00D00BF8" w:rsidRPr="007B0D36" w:rsidRDefault="00D00BF8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BF8" w:rsidRPr="007B0D36" w:rsidTr="007B0D36">
        <w:tc>
          <w:tcPr>
            <w:tcW w:w="2066" w:type="dxa"/>
            <w:vMerge w:val="restart"/>
            <w:shd w:val="clear" w:color="auto" w:fill="auto"/>
          </w:tcPr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If necessary please specify the use area further:</w:t>
            </w:r>
          </w:p>
        </w:tc>
        <w:tc>
          <w:tcPr>
            <w:tcW w:w="8115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D00BF8" w:rsidRPr="007B0D36" w:rsidRDefault="00D00BF8" w:rsidP="007B0D3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BF8" w:rsidRPr="007B0D36" w:rsidTr="007B0D36">
        <w:tc>
          <w:tcPr>
            <w:tcW w:w="2066" w:type="dxa"/>
            <w:vMerge/>
            <w:shd w:val="clear" w:color="auto" w:fill="auto"/>
          </w:tcPr>
          <w:p w:rsidR="00D00BF8" w:rsidRPr="007B0D36" w:rsidRDefault="00D00BF8" w:rsidP="007B0D3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8115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0BF8" w:rsidRPr="007B0D36" w:rsidRDefault="00D00BF8" w:rsidP="007B0D36">
            <w:pPr>
              <w:spacing w:after="0"/>
              <w:rPr>
                <w:rFonts w:ascii="Times New Roman" w:hAnsi="Times New Roman"/>
              </w:rPr>
            </w:pPr>
          </w:p>
          <w:p w:rsidR="00D00BF8" w:rsidRPr="007B0D36" w:rsidRDefault="00D00BF8" w:rsidP="007B0D36">
            <w:pPr>
              <w:spacing w:after="0"/>
              <w:rPr>
                <w:rFonts w:ascii="Times New Roman" w:hAnsi="Times New Roman"/>
              </w:rPr>
            </w:pPr>
          </w:p>
        </w:tc>
      </w:tr>
      <w:tr w:rsidR="00AB69FF" w:rsidRPr="007B0D36" w:rsidTr="007B0D36">
        <w:tc>
          <w:tcPr>
            <w:tcW w:w="10207" w:type="dxa"/>
            <w:gridSpan w:val="14"/>
            <w:shd w:val="clear" w:color="auto" w:fill="auto"/>
          </w:tcPr>
          <w:p w:rsidR="00D00BF8" w:rsidRPr="007B0D36" w:rsidRDefault="00D00BF8" w:rsidP="007B0D3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90058" w:rsidRPr="007B0D36" w:rsidRDefault="00790058" w:rsidP="007B0D36">
            <w:pPr>
              <w:spacing w:after="0" w:line="240" w:lineRule="auto"/>
              <w:rPr>
                <w:rFonts w:ascii="Times New Roman" w:hAnsi="Times New Roman"/>
              </w:rPr>
            </w:pPr>
          </w:p>
          <w:tbl>
            <w:tblPr>
              <w:tblW w:w="10094" w:type="dxa"/>
              <w:tblLayout w:type="fixed"/>
              <w:tblLook w:val="04A0" w:firstRow="1" w:lastRow="0" w:firstColumn="1" w:lastColumn="0" w:noHBand="0" w:noVBand="1"/>
            </w:tblPr>
            <w:tblGrid>
              <w:gridCol w:w="10094"/>
            </w:tblGrid>
            <w:tr w:rsidR="00790058" w:rsidRPr="007B0D36" w:rsidTr="007B0D36">
              <w:tc>
                <w:tcPr>
                  <w:tcW w:w="5000" w:type="pct"/>
                  <w:shd w:val="clear" w:color="auto" w:fill="auto"/>
                </w:tcPr>
                <w:p w:rsidR="00790058" w:rsidRPr="007B0D36" w:rsidRDefault="00790058" w:rsidP="007B0D36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7B0D36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Section 5: Labelling Information</w:t>
                  </w:r>
                  <w:r w:rsidR="00A87204" w:rsidRPr="007B0D36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27466F" w:rsidRPr="007B0D36" w:rsidTr="007B0D36">
              <w:tc>
                <w:tcPr>
                  <w:tcW w:w="5000" w:type="pct"/>
                  <w:shd w:val="clear" w:color="auto" w:fill="auto"/>
                </w:tcPr>
                <w:p w:rsidR="0027466F" w:rsidRPr="007B0D36" w:rsidRDefault="00CA4919" w:rsidP="007B0D36">
                  <w:pPr>
                    <w:spacing w:after="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B0D36">
                    <w:rPr>
                      <w:rFonts w:ascii="Times New Roman" w:hAnsi="Times New Roman"/>
                      <w:sz w:val="20"/>
                      <w:szCs w:val="20"/>
                    </w:rPr>
                    <w:t>Please attach to this completed application the draft product label for Ireland. It is important that the label is</w:t>
                  </w:r>
                  <w:r w:rsidR="00D863A0" w:rsidRPr="007B0D36">
                    <w:rPr>
                      <w:rFonts w:ascii="Times New Roman" w:hAnsi="Times New Roman"/>
                      <w:sz w:val="20"/>
                      <w:szCs w:val="20"/>
                    </w:rPr>
                    <w:t xml:space="preserve"> prepared </w:t>
                  </w:r>
                  <w:r w:rsidRPr="007B0D36">
                    <w:rPr>
                      <w:rFonts w:ascii="Times New Roman" w:hAnsi="Times New Roman"/>
                      <w:sz w:val="20"/>
                      <w:szCs w:val="20"/>
                    </w:rPr>
                    <w:t xml:space="preserve">in accordance with the classification, labelling and packaging provisions of </w:t>
                  </w:r>
                  <w:r w:rsidR="00D863A0" w:rsidRPr="007B0D36">
                    <w:rPr>
                      <w:rFonts w:ascii="Times New Roman" w:hAnsi="Times New Roman"/>
                      <w:sz w:val="20"/>
                      <w:szCs w:val="20"/>
                    </w:rPr>
                    <w:t xml:space="preserve">Regulation (EC) 1272/2008 and </w:t>
                  </w:r>
                  <w:r w:rsidRPr="007B0D36">
                    <w:rPr>
                      <w:rFonts w:ascii="Times New Roman" w:hAnsi="Times New Roman"/>
                      <w:sz w:val="20"/>
                      <w:szCs w:val="20"/>
                    </w:rPr>
                    <w:t>Article 69 of the Biocidal Products Regulation</w:t>
                  </w:r>
                  <w:r w:rsidR="00D863A0" w:rsidRPr="007B0D36">
                    <w:rPr>
                      <w:rFonts w:ascii="Times New Roman" w:hAnsi="Times New Roman"/>
                      <w:sz w:val="20"/>
                      <w:szCs w:val="20"/>
                    </w:rPr>
                    <w:t xml:space="preserve"> EU 528/2012</w:t>
                  </w:r>
                  <w:r w:rsidRPr="007B0D36">
                    <w:rPr>
                      <w:rFonts w:ascii="Times New Roman" w:hAnsi="Times New Roman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790058" w:rsidRPr="007B0D36" w:rsidRDefault="00790058" w:rsidP="007B0D3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B007B" w:rsidRPr="007B0D36" w:rsidRDefault="006B007B" w:rsidP="007B0D36">
            <w:pPr>
              <w:spacing w:after="0" w:line="240" w:lineRule="auto"/>
              <w:rPr>
                <w:rFonts w:ascii="Times New Roman" w:hAnsi="Times New Roman"/>
              </w:rPr>
            </w:pPr>
          </w:p>
          <w:tbl>
            <w:tblPr>
              <w:tblW w:w="10206" w:type="dxa"/>
              <w:tblInd w:w="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88"/>
              <w:gridCol w:w="2126"/>
              <w:gridCol w:w="2092"/>
            </w:tblGrid>
            <w:tr w:rsidR="003F2240" w:rsidRPr="007B0D36" w:rsidTr="007B0D36">
              <w:tc>
                <w:tcPr>
                  <w:tcW w:w="10206" w:type="dxa"/>
                  <w:gridSpan w:val="3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</w:rPr>
                  </w:pPr>
                  <w:r w:rsidRPr="007B0D36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Section 6: Packaging Information*</w:t>
                  </w:r>
                </w:p>
              </w:tc>
            </w:tr>
            <w:tr w:rsidR="007B0D36" w:rsidRPr="007B0D36" w:rsidTr="007B0D36">
              <w:tc>
                <w:tcPr>
                  <w:tcW w:w="5988" w:type="dxa"/>
                  <w:tcBorders>
                    <w:left w:val="nil"/>
                  </w:tcBorders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B0D3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Pack type(s)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B0D3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Packaging </w:t>
                  </w:r>
                </w:p>
                <w:p w:rsidR="003F2240" w:rsidRPr="007B0D36" w:rsidRDefault="003F2240" w:rsidP="007B0D3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B0D3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material(s)</w:t>
                  </w:r>
                </w:p>
              </w:tc>
              <w:tc>
                <w:tcPr>
                  <w:tcW w:w="2092" w:type="dxa"/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ind w:right="209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B0D3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Pack </w:t>
                  </w:r>
                </w:p>
                <w:p w:rsidR="003F2240" w:rsidRPr="007B0D36" w:rsidRDefault="003F2240" w:rsidP="007B0D36">
                  <w:pPr>
                    <w:spacing w:after="0" w:line="240" w:lineRule="auto"/>
                    <w:ind w:right="209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7B0D3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size(s)</w:t>
                  </w:r>
                </w:p>
              </w:tc>
            </w:tr>
            <w:tr w:rsidR="007B0D36" w:rsidRPr="007B0D36" w:rsidTr="007B0D36">
              <w:tc>
                <w:tcPr>
                  <w:tcW w:w="5988" w:type="dxa"/>
                  <w:tcBorders>
                    <w:left w:val="nil"/>
                  </w:tcBorders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92" w:type="dxa"/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ind w:right="209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F2240" w:rsidRPr="007B0D36" w:rsidRDefault="003F2240" w:rsidP="007B0D36">
                  <w:pPr>
                    <w:spacing w:after="0" w:line="240" w:lineRule="auto"/>
                    <w:ind w:right="209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7B0D36" w:rsidRPr="007B0D36" w:rsidTr="007B0D36">
              <w:tc>
                <w:tcPr>
                  <w:tcW w:w="5988" w:type="dxa"/>
                  <w:tcBorders>
                    <w:left w:val="nil"/>
                  </w:tcBorders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92" w:type="dxa"/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ind w:right="209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F2240" w:rsidRPr="007B0D36" w:rsidRDefault="003F2240" w:rsidP="007B0D36">
                  <w:pPr>
                    <w:spacing w:after="0" w:line="240" w:lineRule="auto"/>
                    <w:ind w:right="209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7B0D36" w:rsidRPr="007B0D36" w:rsidTr="007B0D36">
              <w:tc>
                <w:tcPr>
                  <w:tcW w:w="5988" w:type="dxa"/>
                  <w:tcBorders>
                    <w:left w:val="nil"/>
                  </w:tcBorders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92" w:type="dxa"/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ind w:right="209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F2240" w:rsidRPr="007B0D36" w:rsidRDefault="003F2240" w:rsidP="007B0D36">
                  <w:pPr>
                    <w:spacing w:after="0" w:line="240" w:lineRule="auto"/>
                    <w:ind w:right="209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7B0D36" w:rsidRPr="007B0D36" w:rsidTr="007B0D36">
              <w:tc>
                <w:tcPr>
                  <w:tcW w:w="5988" w:type="dxa"/>
                  <w:tcBorders>
                    <w:left w:val="nil"/>
                  </w:tcBorders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92" w:type="dxa"/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ind w:right="209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F2240" w:rsidRPr="007B0D36" w:rsidRDefault="003F2240" w:rsidP="007B0D36">
                  <w:pPr>
                    <w:spacing w:after="0" w:line="240" w:lineRule="auto"/>
                    <w:ind w:right="209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7B0D36" w:rsidRPr="007B0D36" w:rsidTr="007B0D36">
              <w:tc>
                <w:tcPr>
                  <w:tcW w:w="5988" w:type="dxa"/>
                  <w:tcBorders>
                    <w:left w:val="nil"/>
                  </w:tcBorders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92" w:type="dxa"/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ind w:right="209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F2240" w:rsidRPr="007B0D36" w:rsidRDefault="003F2240" w:rsidP="007B0D36">
                  <w:pPr>
                    <w:spacing w:after="0" w:line="240" w:lineRule="auto"/>
                    <w:ind w:right="209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7B0D36" w:rsidRPr="007B0D36" w:rsidTr="007B0D36">
              <w:tc>
                <w:tcPr>
                  <w:tcW w:w="5988" w:type="dxa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09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ind w:right="209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3F2240" w:rsidRPr="007B0D36" w:rsidRDefault="003F2240" w:rsidP="007B0D36">
                  <w:pPr>
                    <w:spacing w:after="0" w:line="240" w:lineRule="auto"/>
                    <w:ind w:right="209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</w:tr>
            <w:tr w:rsidR="003F2240" w:rsidRPr="007B0D36" w:rsidTr="007B0D36">
              <w:tc>
                <w:tcPr>
                  <w:tcW w:w="10206" w:type="dxa"/>
                  <w:gridSpan w:val="3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3F2240" w:rsidRPr="007B0D36" w:rsidRDefault="003F2240" w:rsidP="007B0D36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7B0D36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 Insert additional rows if required</w:t>
                  </w:r>
                </w:p>
              </w:tc>
            </w:tr>
          </w:tbl>
          <w:p w:rsidR="003F2240" w:rsidRPr="007B0D36" w:rsidRDefault="003F2240" w:rsidP="007B0D3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B007B" w:rsidRPr="007B0D36" w:rsidRDefault="006B007B" w:rsidP="007B0D3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B69FF" w:rsidRPr="007B0D36" w:rsidRDefault="00AB69FF" w:rsidP="007B0D36">
            <w:pPr>
              <w:spacing w:after="0" w:line="240" w:lineRule="auto"/>
              <w:ind w:left="21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B0D3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Section </w:t>
            </w:r>
            <w:r w:rsidR="003F2240" w:rsidRPr="007B0D36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  <w:r w:rsidRPr="007B0D36">
              <w:rPr>
                <w:rFonts w:ascii="Times New Roman" w:hAnsi="Times New Roman"/>
                <w:b/>
                <w:i/>
                <w:sz w:val="24"/>
                <w:szCs w:val="24"/>
              </w:rPr>
              <w:t>: P</w:t>
            </w:r>
            <w:r w:rsidR="00D00BF8" w:rsidRPr="007B0D36">
              <w:rPr>
                <w:rFonts w:ascii="Times New Roman" w:hAnsi="Times New Roman"/>
                <w:b/>
                <w:i/>
                <w:sz w:val="24"/>
                <w:szCs w:val="24"/>
              </w:rPr>
              <w:t>rimary Distributor(s)</w:t>
            </w:r>
            <w:r w:rsidR="00317241" w:rsidRPr="007B0D36">
              <w:rPr>
                <w:rFonts w:ascii="Times New Roman" w:hAnsi="Times New Roman"/>
                <w:b/>
                <w:i/>
                <w:sz w:val="24"/>
                <w:szCs w:val="24"/>
              </w:rPr>
              <w:t>*</w:t>
            </w:r>
          </w:p>
        </w:tc>
      </w:tr>
      <w:tr w:rsidR="00AB69FF" w:rsidRPr="007B0D36" w:rsidTr="007B0D36">
        <w:tc>
          <w:tcPr>
            <w:tcW w:w="2127" w:type="dxa"/>
            <w:gridSpan w:val="2"/>
            <w:shd w:val="clear" w:color="auto" w:fill="auto"/>
          </w:tcPr>
          <w:p w:rsidR="00317241" w:rsidRPr="007B0D36" w:rsidRDefault="00317241" w:rsidP="007B0D36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B69FF" w:rsidRPr="007B0D36" w:rsidRDefault="00AB69FF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b/>
                <w:sz w:val="20"/>
                <w:szCs w:val="20"/>
              </w:rPr>
              <w:t>Company Name</w:t>
            </w:r>
            <w:r w:rsidR="0027466F" w:rsidRPr="007B0D36">
              <w:rPr>
                <w:rFonts w:ascii="Times New Roman" w:hAnsi="Times New Roman"/>
                <w:b/>
                <w:sz w:val="20"/>
                <w:szCs w:val="20"/>
              </w:rPr>
              <w:t xml:space="preserve"> (1)</w:t>
            </w:r>
            <w:r w:rsidRPr="007B0D36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80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69FF" w:rsidRPr="007B0D36" w:rsidTr="007B0D36">
        <w:tc>
          <w:tcPr>
            <w:tcW w:w="2127" w:type="dxa"/>
            <w:gridSpan w:val="2"/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  <w:p w:rsidR="00AB69FF" w:rsidRPr="007B0D36" w:rsidRDefault="00AB69FF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Address:</w:t>
            </w:r>
          </w:p>
        </w:tc>
        <w:tc>
          <w:tcPr>
            <w:tcW w:w="8080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  <w:p w:rsidR="00AB69FF" w:rsidRPr="007B0D36" w:rsidRDefault="00AB69FF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2127" w:type="dxa"/>
            <w:gridSpan w:val="2"/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  <w:p w:rsidR="00AB69FF" w:rsidRPr="007B0D36" w:rsidRDefault="00AB69FF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Tel:</w:t>
            </w:r>
          </w:p>
        </w:tc>
        <w:tc>
          <w:tcPr>
            <w:tcW w:w="282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  <w:p w:rsidR="00AB69FF" w:rsidRPr="007B0D36" w:rsidRDefault="00AB69FF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  <w:p w:rsidR="00AB69FF" w:rsidRPr="007B0D36" w:rsidRDefault="00AB69FF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 xml:space="preserve">Company </w:t>
            </w:r>
            <w:r w:rsidR="00D00BF8" w:rsidRPr="007B0D36">
              <w:rPr>
                <w:rFonts w:ascii="Times New Roman" w:hAnsi="Times New Roman"/>
                <w:sz w:val="20"/>
                <w:szCs w:val="20"/>
              </w:rPr>
              <w:t>email</w:t>
            </w:r>
            <w:r w:rsidRPr="007B0D36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28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B69FF" w:rsidRPr="007B0D36" w:rsidRDefault="00AB69FF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  <w:p w:rsidR="00AB69FF" w:rsidRPr="007B0D36" w:rsidRDefault="00AB69FF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56D" w:rsidRPr="007B0D36" w:rsidTr="007B0D36">
        <w:tc>
          <w:tcPr>
            <w:tcW w:w="2127" w:type="dxa"/>
            <w:gridSpan w:val="2"/>
            <w:shd w:val="clear" w:color="auto" w:fill="auto"/>
          </w:tcPr>
          <w:p w:rsidR="0059656D" w:rsidRPr="007B0D36" w:rsidRDefault="0059656D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80" w:type="dxa"/>
            <w:gridSpan w:val="12"/>
            <w:shd w:val="clear" w:color="auto" w:fill="auto"/>
          </w:tcPr>
          <w:p w:rsidR="0059656D" w:rsidRPr="007B0D36" w:rsidRDefault="0059656D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56D" w:rsidRPr="007B0D36" w:rsidTr="007B0D36">
        <w:tc>
          <w:tcPr>
            <w:tcW w:w="2127" w:type="dxa"/>
            <w:gridSpan w:val="2"/>
            <w:shd w:val="clear" w:color="auto" w:fill="auto"/>
          </w:tcPr>
          <w:p w:rsidR="0059656D" w:rsidRPr="007B0D36" w:rsidRDefault="0059656D" w:rsidP="007B0D36">
            <w:pPr>
              <w:spacing w:after="0" w:line="240" w:lineRule="auto"/>
              <w:ind w:left="142"/>
              <w:rPr>
                <w:rFonts w:ascii="Times New Roman" w:hAnsi="Times New Roman"/>
                <w:b/>
                <w:sz w:val="20"/>
                <w:szCs w:val="20"/>
              </w:rPr>
            </w:pPr>
            <w:r w:rsidRPr="007B0D36">
              <w:rPr>
                <w:rFonts w:ascii="Times New Roman" w:hAnsi="Times New Roman"/>
                <w:b/>
                <w:sz w:val="20"/>
                <w:szCs w:val="20"/>
              </w:rPr>
              <w:t>Company Name</w:t>
            </w:r>
            <w:r w:rsidR="0027466F" w:rsidRPr="007B0D36">
              <w:rPr>
                <w:rFonts w:ascii="Times New Roman" w:hAnsi="Times New Roman"/>
                <w:b/>
                <w:sz w:val="20"/>
                <w:szCs w:val="20"/>
              </w:rPr>
              <w:t xml:space="preserve"> (2)</w:t>
            </w:r>
            <w:r w:rsidRPr="007B0D36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80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9656D" w:rsidRPr="007B0D36" w:rsidRDefault="0059656D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656D" w:rsidRPr="007B0D36" w:rsidTr="007B0D36">
        <w:tc>
          <w:tcPr>
            <w:tcW w:w="2127" w:type="dxa"/>
            <w:gridSpan w:val="2"/>
            <w:shd w:val="clear" w:color="auto" w:fill="auto"/>
          </w:tcPr>
          <w:p w:rsidR="0059656D" w:rsidRPr="007B0D36" w:rsidRDefault="0059656D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  <w:p w:rsidR="0059656D" w:rsidRPr="007B0D36" w:rsidRDefault="0059656D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Address:</w:t>
            </w:r>
          </w:p>
        </w:tc>
        <w:tc>
          <w:tcPr>
            <w:tcW w:w="8080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656D" w:rsidRPr="007B0D36" w:rsidRDefault="0059656D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  <w:p w:rsidR="0059656D" w:rsidRPr="007B0D36" w:rsidRDefault="0059656D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2127" w:type="dxa"/>
            <w:gridSpan w:val="2"/>
            <w:shd w:val="clear" w:color="auto" w:fill="auto"/>
          </w:tcPr>
          <w:p w:rsidR="0059656D" w:rsidRPr="007B0D36" w:rsidRDefault="0059656D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  <w:p w:rsidR="0059656D" w:rsidRPr="007B0D36" w:rsidRDefault="0059656D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Tel:</w:t>
            </w:r>
          </w:p>
        </w:tc>
        <w:tc>
          <w:tcPr>
            <w:tcW w:w="282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59656D" w:rsidRPr="007B0D36" w:rsidRDefault="0059656D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  <w:p w:rsidR="0059656D" w:rsidRPr="007B0D36" w:rsidRDefault="0059656D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59656D" w:rsidRPr="007B0D36" w:rsidRDefault="0059656D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  <w:p w:rsidR="0059656D" w:rsidRPr="007B0D36" w:rsidRDefault="0059656D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email:</w:t>
            </w:r>
          </w:p>
        </w:tc>
        <w:tc>
          <w:tcPr>
            <w:tcW w:w="328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59656D" w:rsidRPr="007B0D36" w:rsidRDefault="0059656D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  <w:p w:rsidR="0059656D" w:rsidRPr="007B0D36" w:rsidRDefault="0059656D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7466F" w:rsidRPr="007B0D36" w:rsidTr="007B0D36">
        <w:tc>
          <w:tcPr>
            <w:tcW w:w="2127" w:type="dxa"/>
            <w:gridSpan w:val="2"/>
            <w:shd w:val="clear" w:color="auto" w:fill="auto"/>
          </w:tcPr>
          <w:p w:rsidR="0027466F" w:rsidRPr="007B0D36" w:rsidRDefault="0027466F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80" w:type="dxa"/>
            <w:gridSpan w:val="12"/>
            <w:shd w:val="clear" w:color="auto" w:fill="auto"/>
          </w:tcPr>
          <w:p w:rsidR="0027466F" w:rsidRPr="007B0D36" w:rsidRDefault="0027466F" w:rsidP="007B0D36">
            <w:pPr>
              <w:spacing w:after="0" w:line="240" w:lineRule="auto"/>
              <w:ind w:left="14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85856" w:rsidRDefault="00317241" w:rsidP="003F2240">
      <w:pPr>
        <w:spacing w:after="0" w:line="240" w:lineRule="auto"/>
        <w:ind w:left="142"/>
        <w:rPr>
          <w:rFonts w:ascii="Times New Roman" w:hAnsi="Times New Roman"/>
          <w:i/>
          <w:sz w:val="18"/>
          <w:szCs w:val="18"/>
        </w:rPr>
      </w:pPr>
      <w:r w:rsidRPr="00790058">
        <w:rPr>
          <w:rFonts w:ascii="Times New Roman" w:hAnsi="Times New Roman"/>
          <w:i/>
          <w:sz w:val="18"/>
          <w:szCs w:val="18"/>
        </w:rPr>
        <w:t xml:space="preserve">* Insert </w:t>
      </w:r>
      <w:r>
        <w:rPr>
          <w:rFonts w:ascii="Times New Roman" w:hAnsi="Times New Roman"/>
          <w:i/>
          <w:sz w:val="18"/>
          <w:szCs w:val="18"/>
        </w:rPr>
        <w:t>lines for each distributor,</w:t>
      </w:r>
      <w:r w:rsidRPr="00790058">
        <w:rPr>
          <w:rFonts w:ascii="Times New Roman" w:hAnsi="Times New Roman"/>
          <w:i/>
          <w:sz w:val="18"/>
          <w:szCs w:val="18"/>
        </w:rPr>
        <w:t xml:space="preserve"> if required</w:t>
      </w:r>
    </w:p>
    <w:tbl>
      <w:tblPr>
        <w:tblW w:w="10416" w:type="dxa"/>
        <w:tblLayout w:type="fixed"/>
        <w:tblLook w:val="04A0" w:firstRow="1" w:lastRow="0" w:firstColumn="1" w:lastColumn="0" w:noHBand="0" w:noVBand="1"/>
      </w:tblPr>
      <w:tblGrid>
        <w:gridCol w:w="2198"/>
        <w:gridCol w:w="2705"/>
        <w:gridCol w:w="1730"/>
        <w:gridCol w:w="3783"/>
      </w:tblGrid>
      <w:tr w:rsidR="00CA4919" w:rsidRPr="007B0D36" w:rsidTr="007B0D36">
        <w:tc>
          <w:tcPr>
            <w:tcW w:w="10416" w:type="dxa"/>
            <w:gridSpan w:val="4"/>
            <w:shd w:val="clear" w:color="auto" w:fill="auto"/>
          </w:tcPr>
          <w:p w:rsidR="003F2240" w:rsidRPr="007B0D36" w:rsidRDefault="003F2240" w:rsidP="007B0D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B0D3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Section </w:t>
            </w:r>
            <w:r w:rsidR="003F2240" w:rsidRPr="007B0D36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  <w:r w:rsidRPr="007B0D36">
              <w:rPr>
                <w:rFonts w:ascii="Times New Roman" w:hAnsi="Times New Roman"/>
                <w:b/>
                <w:i/>
                <w:sz w:val="24"/>
                <w:szCs w:val="24"/>
              </w:rPr>
              <w:t>: Active Substance Manufacturer(s)*</w:t>
            </w:r>
          </w:p>
        </w:tc>
      </w:tr>
      <w:tr w:rsidR="00CA4919" w:rsidRPr="007B0D36" w:rsidTr="007B0D36">
        <w:tc>
          <w:tcPr>
            <w:tcW w:w="2198" w:type="dxa"/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0D36">
              <w:rPr>
                <w:rFonts w:ascii="Times New Roman" w:hAnsi="Times New Roman"/>
                <w:b/>
                <w:sz w:val="20"/>
                <w:szCs w:val="20"/>
              </w:rPr>
              <w:t>Active Substance (1):</w:t>
            </w:r>
          </w:p>
        </w:tc>
        <w:tc>
          <w:tcPr>
            <w:tcW w:w="82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18C5" w:rsidRPr="007B0D36" w:rsidTr="007B0D36">
        <w:tc>
          <w:tcPr>
            <w:tcW w:w="2198" w:type="dxa"/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0D36">
              <w:rPr>
                <w:rFonts w:ascii="Times New Roman" w:hAnsi="Times New Roman"/>
                <w:b/>
                <w:sz w:val="20"/>
                <w:szCs w:val="20"/>
              </w:rPr>
              <w:t>Purity of A.S. (g/kg):</w:t>
            </w:r>
          </w:p>
        </w:tc>
        <w:tc>
          <w:tcPr>
            <w:tcW w:w="82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4919" w:rsidRPr="007B0D36" w:rsidTr="007B0D36">
        <w:tc>
          <w:tcPr>
            <w:tcW w:w="2198" w:type="dxa"/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name:</w:t>
            </w:r>
          </w:p>
        </w:tc>
        <w:tc>
          <w:tcPr>
            <w:tcW w:w="82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4919" w:rsidRPr="007B0D36" w:rsidTr="007B0D36">
        <w:tc>
          <w:tcPr>
            <w:tcW w:w="2198" w:type="dxa"/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Address:</w:t>
            </w:r>
          </w:p>
        </w:tc>
        <w:tc>
          <w:tcPr>
            <w:tcW w:w="82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2198" w:type="dxa"/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Tel:</w:t>
            </w:r>
          </w:p>
        </w:tc>
        <w:tc>
          <w:tcPr>
            <w:tcW w:w="2705" w:type="dxa"/>
            <w:tcBorders>
              <w:bottom w:val="single" w:sz="4" w:space="0" w:color="auto"/>
            </w:tcBorders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email:</w:t>
            </w:r>
          </w:p>
        </w:tc>
        <w:tc>
          <w:tcPr>
            <w:tcW w:w="3783" w:type="dxa"/>
            <w:tcBorders>
              <w:bottom w:val="single" w:sz="4" w:space="0" w:color="auto"/>
            </w:tcBorders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4919" w:rsidRPr="007B0D36" w:rsidTr="007B0D36">
        <w:tc>
          <w:tcPr>
            <w:tcW w:w="2198" w:type="dxa"/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8" w:type="dxa"/>
            <w:gridSpan w:val="3"/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4919" w:rsidRPr="007B0D36" w:rsidTr="007B0D36">
        <w:tc>
          <w:tcPr>
            <w:tcW w:w="2198" w:type="dxa"/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0D36">
              <w:rPr>
                <w:rFonts w:ascii="Times New Roman" w:hAnsi="Times New Roman"/>
                <w:b/>
                <w:sz w:val="20"/>
                <w:szCs w:val="20"/>
              </w:rPr>
              <w:t>Active Substance (2):</w:t>
            </w:r>
          </w:p>
        </w:tc>
        <w:tc>
          <w:tcPr>
            <w:tcW w:w="82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18C5" w:rsidRPr="007B0D36" w:rsidTr="007B0D36">
        <w:tc>
          <w:tcPr>
            <w:tcW w:w="2198" w:type="dxa"/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0D36">
              <w:rPr>
                <w:rFonts w:ascii="Times New Roman" w:hAnsi="Times New Roman"/>
                <w:b/>
                <w:sz w:val="20"/>
                <w:szCs w:val="20"/>
              </w:rPr>
              <w:t>Purity of A.S. (g/kg):</w:t>
            </w:r>
          </w:p>
        </w:tc>
        <w:tc>
          <w:tcPr>
            <w:tcW w:w="82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4919" w:rsidRPr="007B0D36" w:rsidTr="007B0D36">
        <w:tc>
          <w:tcPr>
            <w:tcW w:w="2198" w:type="dxa"/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name:</w:t>
            </w:r>
          </w:p>
        </w:tc>
        <w:tc>
          <w:tcPr>
            <w:tcW w:w="82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4919" w:rsidRPr="007B0D36" w:rsidTr="007B0D36">
        <w:tc>
          <w:tcPr>
            <w:tcW w:w="2198" w:type="dxa"/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Address:</w:t>
            </w:r>
          </w:p>
        </w:tc>
        <w:tc>
          <w:tcPr>
            <w:tcW w:w="82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2198" w:type="dxa"/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Tel:</w:t>
            </w:r>
          </w:p>
        </w:tc>
        <w:tc>
          <w:tcPr>
            <w:tcW w:w="2705" w:type="dxa"/>
            <w:tcBorders>
              <w:bottom w:val="single" w:sz="4" w:space="0" w:color="auto"/>
            </w:tcBorders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email:</w:t>
            </w:r>
          </w:p>
        </w:tc>
        <w:tc>
          <w:tcPr>
            <w:tcW w:w="3783" w:type="dxa"/>
            <w:tcBorders>
              <w:bottom w:val="single" w:sz="4" w:space="0" w:color="auto"/>
            </w:tcBorders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4919" w:rsidRPr="007B0D36" w:rsidTr="007B0D36">
        <w:tc>
          <w:tcPr>
            <w:tcW w:w="2198" w:type="dxa"/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18" w:type="dxa"/>
            <w:gridSpan w:val="3"/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4919" w:rsidRPr="007B0D36" w:rsidTr="007B0D36">
        <w:tc>
          <w:tcPr>
            <w:tcW w:w="2198" w:type="dxa"/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b/>
                <w:sz w:val="20"/>
                <w:szCs w:val="20"/>
              </w:rPr>
              <w:t>Active Substance (3):</w:t>
            </w:r>
          </w:p>
        </w:tc>
        <w:tc>
          <w:tcPr>
            <w:tcW w:w="82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18C5" w:rsidRPr="007B0D36" w:rsidTr="007B0D36">
        <w:tc>
          <w:tcPr>
            <w:tcW w:w="2198" w:type="dxa"/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B0D36">
              <w:rPr>
                <w:rFonts w:ascii="Times New Roman" w:hAnsi="Times New Roman"/>
                <w:b/>
                <w:sz w:val="20"/>
                <w:szCs w:val="20"/>
              </w:rPr>
              <w:t>Purity of A.S. (g/kg):</w:t>
            </w:r>
          </w:p>
        </w:tc>
        <w:tc>
          <w:tcPr>
            <w:tcW w:w="82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4919" w:rsidRPr="007B0D36" w:rsidTr="007B0D36">
        <w:tc>
          <w:tcPr>
            <w:tcW w:w="2198" w:type="dxa"/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name:</w:t>
            </w:r>
          </w:p>
        </w:tc>
        <w:tc>
          <w:tcPr>
            <w:tcW w:w="82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4919" w:rsidRPr="007B0D36" w:rsidTr="007B0D36">
        <w:tc>
          <w:tcPr>
            <w:tcW w:w="2198" w:type="dxa"/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Address:</w:t>
            </w:r>
          </w:p>
        </w:tc>
        <w:tc>
          <w:tcPr>
            <w:tcW w:w="82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D36" w:rsidRPr="007B0D36" w:rsidTr="007B0D36">
        <w:tc>
          <w:tcPr>
            <w:tcW w:w="2198" w:type="dxa"/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Tel:</w:t>
            </w:r>
          </w:p>
        </w:tc>
        <w:tc>
          <w:tcPr>
            <w:tcW w:w="2705" w:type="dxa"/>
            <w:tcBorders>
              <w:bottom w:val="single" w:sz="4" w:space="0" w:color="auto"/>
            </w:tcBorders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sz w:val="20"/>
                <w:szCs w:val="20"/>
              </w:rPr>
              <w:t>Company email:</w:t>
            </w:r>
          </w:p>
        </w:tc>
        <w:tc>
          <w:tcPr>
            <w:tcW w:w="3783" w:type="dxa"/>
            <w:tcBorders>
              <w:bottom w:val="single" w:sz="4" w:space="0" w:color="auto"/>
            </w:tcBorders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4919" w:rsidRPr="007B0D36" w:rsidTr="007B0D36">
        <w:tc>
          <w:tcPr>
            <w:tcW w:w="10416" w:type="dxa"/>
            <w:gridSpan w:val="4"/>
            <w:shd w:val="clear" w:color="auto" w:fill="auto"/>
          </w:tcPr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CA4919" w:rsidRPr="007B0D36" w:rsidRDefault="00CA4919" w:rsidP="007B0D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0D36">
              <w:rPr>
                <w:rFonts w:ascii="Times New Roman" w:hAnsi="Times New Roman"/>
                <w:i/>
                <w:sz w:val="18"/>
                <w:szCs w:val="18"/>
              </w:rPr>
              <w:t>* Insert lines for each additional active substance, if required</w:t>
            </w:r>
          </w:p>
        </w:tc>
      </w:tr>
    </w:tbl>
    <w:p w:rsidR="00CA4919" w:rsidRDefault="00CA4919" w:rsidP="00685C98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CA4919" w:rsidRDefault="00CA4919" w:rsidP="00685C98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</w:p>
    <w:p w:rsidR="005818C5" w:rsidRPr="00072301" w:rsidRDefault="005818C5" w:rsidP="005818C5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072301">
        <w:rPr>
          <w:rFonts w:ascii="Times New Roman" w:hAnsi="Times New Roman"/>
          <w:b/>
          <w:i/>
          <w:sz w:val="24"/>
          <w:szCs w:val="24"/>
        </w:rPr>
        <w:t>Section 9: Product Specification</w:t>
      </w:r>
    </w:p>
    <w:p w:rsidR="005818C5" w:rsidRPr="00072301" w:rsidRDefault="005818C5" w:rsidP="005818C5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5818C5" w:rsidRPr="00072301" w:rsidRDefault="005818C5" w:rsidP="005818C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Please complete below </w:t>
      </w:r>
      <w:r w:rsidRPr="00072301">
        <w:rPr>
          <w:rFonts w:ascii="Times New Roman" w:hAnsi="Times New Roman"/>
          <w:sz w:val="24"/>
          <w:szCs w:val="24"/>
        </w:rPr>
        <w:t>if your product is a wipe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880"/>
      </w:tblGrid>
      <w:tr w:rsidR="005818C5" w:rsidRPr="007B0D36" w:rsidTr="007B0D36">
        <w:tc>
          <w:tcPr>
            <w:tcW w:w="1951" w:type="dxa"/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</w:rPr>
            </w:pPr>
            <w:r w:rsidRPr="007B0D36">
              <w:rPr>
                <w:rFonts w:ascii="Times New Roman" w:hAnsi="Times New Roman"/>
              </w:rPr>
              <w:t>Wipe Material</w:t>
            </w:r>
          </w:p>
        </w:tc>
        <w:tc>
          <w:tcPr>
            <w:tcW w:w="7880" w:type="dxa"/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18C5" w:rsidRPr="007B0D36" w:rsidTr="007B0D36">
        <w:tc>
          <w:tcPr>
            <w:tcW w:w="1951" w:type="dxa"/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</w:rPr>
            </w:pPr>
            <w:r w:rsidRPr="007B0D36">
              <w:rPr>
                <w:rFonts w:ascii="Times New Roman" w:hAnsi="Times New Roman"/>
              </w:rPr>
              <w:t>Weight of wipe</w:t>
            </w:r>
          </w:p>
        </w:tc>
        <w:tc>
          <w:tcPr>
            <w:tcW w:w="7880" w:type="dxa"/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A4919" w:rsidRPr="005818C5" w:rsidRDefault="00CA4919" w:rsidP="00685C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18C5" w:rsidRPr="005818C5" w:rsidRDefault="005818C5" w:rsidP="00685C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818C5">
        <w:rPr>
          <w:rFonts w:ascii="Times New Roman" w:hAnsi="Times New Roman"/>
          <w:sz w:val="24"/>
          <w:szCs w:val="24"/>
        </w:rPr>
        <w:t>Please complete below if your product</w:t>
      </w:r>
      <w:r w:rsidR="007B0D36">
        <w:rPr>
          <w:rFonts w:ascii="Times New Roman" w:hAnsi="Times New Roman"/>
          <w:sz w:val="24"/>
          <w:szCs w:val="24"/>
        </w:rPr>
        <w:t xml:space="preserve">/substance is generated through </w:t>
      </w:r>
      <w:r w:rsidRPr="005818C5">
        <w:rPr>
          <w:rFonts w:ascii="Times New Roman" w:hAnsi="Times New Roman"/>
          <w:sz w:val="24"/>
          <w:szCs w:val="24"/>
        </w:rPr>
        <w:t>a device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1"/>
      </w:tblGrid>
      <w:tr w:rsidR="005818C5" w:rsidRPr="007B0D36" w:rsidTr="007B0D36">
        <w:tc>
          <w:tcPr>
            <w:tcW w:w="9831" w:type="dxa"/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7B0D36">
              <w:rPr>
                <w:rFonts w:ascii="Times New Roman" w:hAnsi="Times New Roman"/>
                <w:i/>
              </w:rPr>
              <w:t>Technical details of device</w:t>
            </w:r>
            <w:r w:rsidR="007B0D36">
              <w:rPr>
                <w:rFonts w:ascii="Times New Roman" w:hAnsi="Times New Roman"/>
                <w:i/>
              </w:rPr>
              <w:t xml:space="preserve"> or in situ generation </w:t>
            </w:r>
            <w:r w:rsidRPr="007B0D36">
              <w:rPr>
                <w:rFonts w:ascii="Times New Roman" w:hAnsi="Times New Roman"/>
                <w:i/>
              </w:rPr>
              <w:t>(e.g. parameters to generate active substance)</w:t>
            </w:r>
          </w:p>
        </w:tc>
      </w:tr>
      <w:tr w:rsidR="005818C5" w:rsidRPr="007B0D36" w:rsidTr="007B0D36">
        <w:tc>
          <w:tcPr>
            <w:tcW w:w="9831" w:type="dxa"/>
            <w:shd w:val="clear" w:color="auto" w:fill="auto"/>
          </w:tcPr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  <w:p w:rsidR="005818C5" w:rsidRPr="007B0D36" w:rsidRDefault="005818C5" w:rsidP="007B0D3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818C5" w:rsidRDefault="005818C5" w:rsidP="00685C98">
      <w:pPr>
        <w:spacing w:after="0" w:line="240" w:lineRule="auto"/>
        <w:rPr>
          <w:rFonts w:ascii="Times New Roman" w:hAnsi="Times New Roman"/>
        </w:rPr>
        <w:sectPr w:rsidR="005818C5" w:rsidSect="00E16E43">
          <w:footerReference w:type="default" r:id="rId10"/>
          <w:footerReference w:type="first" r:id="rId11"/>
          <w:pgSz w:w="11906" w:h="16838"/>
          <w:pgMar w:top="1134" w:right="1440" w:bottom="1440" w:left="851" w:header="708" w:footer="708" w:gutter="0"/>
          <w:cols w:space="708"/>
          <w:titlePg/>
          <w:docGrid w:linePitch="360"/>
        </w:sectPr>
      </w:pPr>
    </w:p>
    <w:p w:rsidR="00285856" w:rsidRPr="00E16E43" w:rsidRDefault="00E16E43" w:rsidP="00685C9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16E43">
        <w:rPr>
          <w:rFonts w:ascii="Times New Roman" w:hAnsi="Times New Roman"/>
          <w:b/>
          <w:i/>
          <w:sz w:val="24"/>
          <w:szCs w:val="24"/>
        </w:rPr>
        <w:lastRenderedPageBreak/>
        <w:t>Section 9:</w:t>
      </w:r>
      <w:r w:rsidR="007B1F32" w:rsidRPr="00E16E43">
        <w:rPr>
          <w:rFonts w:ascii="Times New Roman" w:hAnsi="Times New Roman"/>
          <w:b/>
          <w:i/>
          <w:sz w:val="24"/>
          <w:szCs w:val="24"/>
        </w:rPr>
        <w:t xml:space="preserve"> Product Specification</w:t>
      </w:r>
      <w:r w:rsidR="005818C5">
        <w:rPr>
          <w:rFonts w:ascii="Times New Roman" w:hAnsi="Times New Roman"/>
          <w:b/>
          <w:i/>
          <w:sz w:val="24"/>
          <w:szCs w:val="24"/>
        </w:rPr>
        <w:t xml:space="preserve"> contd. </w:t>
      </w:r>
      <w:r w:rsidR="00C96B90">
        <w:rPr>
          <w:rFonts w:ascii="Times New Roman" w:hAnsi="Times New Roman"/>
          <w:b/>
          <w:i/>
          <w:sz w:val="24"/>
          <w:szCs w:val="24"/>
        </w:rPr>
        <w:t>*</w:t>
      </w:r>
    </w:p>
    <w:tbl>
      <w:tblPr>
        <w:tblW w:w="5330" w:type="pct"/>
        <w:tblInd w:w="-556" w:type="dxa"/>
        <w:tblLayout w:type="fixed"/>
        <w:tblLook w:val="04A0" w:firstRow="1" w:lastRow="0" w:firstColumn="1" w:lastColumn="0" w:noHBand="0" w:noVBand="1"/>
      </w:tblPr>
      <w:tblGrid>
        <w:gridCol w:w="2913"/>
        <w:gridCol w:w="2284"/>
        <w:gridCol w:w="1172"/>
        <w:gridCol w:w="919"/>
        <w:gridCol w:w="1311"/>
        <w:gridCol w:w="1435"/>
        <w:gridCol w:w="1027"/>
        <w:gridCol w:w="1046"/>
        <w:gridCol w:w="1043"/>
        <w:gridCol w:w="1043"/>
        <w:gridCol w:w="916"/>
      </w:tblGrid>
      <w:tr w:rsidR="007B0D36" w:rsidRPr="007B0D36" w:rsidTr="007B0D36">
        <w:trPr>
          <w:trHeight w:val="1308"/>
        </w:trPr>
        <w:tc>
          <w:tcPr>
            <w:tcW w:w="172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C5" w:rsidRPr="00E16E43" w:rsidRDefault="005818C5" w:rsidP="00DA31F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Identity of </w:t>
            </w: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  <w:t>Active Substance</w:t>
            </w: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in the product                                            </w:t>
            </w: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C5" w:rsidRPr="00E16E43" w:rsidRDefault="005818C5" w:rsidP="000576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CAS No                                                                          </w:t>
            </w:r>
          </w:p>
        </w:tc>
        <w:tc>
          <w:tcPr>
            <w:tcW w:w="30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C5" w:rsidRDefault="005818C5" w:rsidP="00A738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Nano-material</w:t>
            </w:r>
          </w:p>
          <w:p w:rsidR="005818C5" w:rsidRPr="00E16E43" w:rsidRDefault="005818C5" w:rsidP="00A738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Yes/No </w:t>
            </w:r>
          </w:p>
        </w:tc>
        <w:tc>
          <w:tcPr>
            <w:tcW w:w="43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8C5" w:rsidRDefault="005818C5" w:rsidP="00A738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Particle size distribution</w:t>
            </w:r>
          </w:p>
          <w:p w:rsidR="005818C5" w:rsidRPr="00E16E43" w:rsidRDefault="005818C5" w:rsidP="00A738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(nm)</w:t>
            </w:r>
          </w:p>
        </w:tc>
        <w:tc>
          <w:tcPr>
            <w:tcW w:w="47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C5" w:rsidRPr="00E16E43" w:rsidRDefault="005818C5" w:rsidP="00BA6C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Manufacturer of AS </w:t>
            </w:r>
          </w:p>
        </w:tc>
        <w:tc>
          <w:tcPr>
            <w:tcW w:w="68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9594"/>
            <w:vAlign w:val="center"/>
            <w:hideMark/>
          </w:tcPr>
          <w:p w:rsidR="005818C5" w:rsidRPr="00E16E43" w:rsidRDefault="005818C5" w:rsidP="000576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Content of active substance in the product (as a quantity) units = g/kg, g/L etc                                </w:t>
            </w:r>
          </w:p>
        </w:tc>
        <w:tc>
          <w:tcPr>
            <w:tcW w:w="3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C2D69A"/>
            <w:vAlign w:val="center"/>
            <w:hideMark/>
          </w:tcPr>
          <w:p w:rsidR="005818C5" w:rsidRPr="00E16E43" w:rsidRDefault="005818C5" w:rsidP="000576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Content of active substance in the product                 (as a %) units = w/w OR %v/v           </w:t>
            </w:r>
          </w:p>
        </w:tc>
        <w:tc>
          <w:tcPr>
            <w:tcW w:w="3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C5" w:rsidRPr="00E16E43" w:rsidRDefault="005818C5" w:rsidP="000576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SDS Attached             Yes/No</w:t>
            </w:r>
          </w:p>
        </w:tc>
        <w:tc>
          <w:tcPr>
            <w:tcW w:w="3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18C5" w:rsidRPr="00E16E43" w:rsidRDefault="005818C5" w:rsidP="000576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LoA Attached          Yes/No</w:t>
            </w:r>
          </w:p>
        </w:tc>
      </w:tr>
      <w:tr w:rsidR="007B0D36" w:rsidRPr="007B0D36" w:rsidTr="007B0D36">
        <w:trPr>
          <w:trHeight w:val="261"/>
        </w:trPr>
        <w:tc>
          <w:tcPr>
            <w:tcW w:w="172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8C5" w:rsidRPr="0006674F" w:rsidRDefault="005818C5" w:rsidP="0006674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8C5" w:rsidRPr="00E16E43" w:rsidRDefault="005818C5" w:rsidP="007137E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8C5" w:rsidRPr="00E16E43" w:rsidRDefault="005818C5" w:rsidP="007137E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8C5" w:rsidRPr="00E16E43" w:rsidRDefault="005818C5" w:rsidP="007137E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8C5" w:rsidRPr="00E16E43" w:rsidRDefault="005818C5" w:rsidP="007137E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9594"/>
            <w:vAlign w:val="center"/>
          </w:tcPr>
          <w:p w:rsidR="005818C5" w:rsidRPr="00E16E43" w:rsidRDefault="005818C5" w:rsidP="007137E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2D69A"/>
            <w:vAlign w:val="center"/>
          </w:tcPr>
          <w:p w:rsidR="005818C5" w:rsidRPr="00E16E43" w:rsidRDefault="005818C5" w:rsidP="007137E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8C5" w:rsidRPr="00E16E43" w:rsidRDefault="005818C5" w:rsidP="007137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18C5" w:rsidRPr="00E16E43" w:rsidRDefault="005818C5" w:rsidP="007137E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B0D36" w:rsidRPr="007B0D36" w:rsidTr="007B0D36">
        <w:trPr>
          <w:trHeight w:val="276"/>
        </w:trPr>
        <w:tc>
          <w:tcPr>
            <w:tcW w:w="1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86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9594"/>
            <w:vAlign w:val="center"/>
            <w:hideMark/>
          </w:tcPr>
          <w:p w:rsidR="005818C5" w:rsidRPr="00E16E43" w:rsidRDefault="005818C5" w:rsidP="00A473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818C5" w:rsidRPr="00E16E43" w:rsidRDefault="005818C5" w:rsidP="00A473A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8C5" w:rsidRPr="00E16E43" w:rsidRDefault="005818C5" w:rsidP="00A47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8C5" w:rsidRPr="00E16E43" w:rsidRDefault="005818C5" w:rsidP="00A473A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B0D36" w:rsidRPr="007B0D36" w:rsidTr="007B0D36">
        <w:trPr>
          <w:trHeight w:val="288"/>
        </w:trPr>
        <w:tc>
          <w:tcPr>
            <w:tcW w:w="1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9594"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B0D36" w:rsidRPr="007B0D36" w:rsidTr="007B0D36">
        <w:trPr>
          <w:trHeight w:val="288"/>
        </w:trPr>
        <w:tc>
          <w:tcPr>
            <w:tcW w:w="1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9594"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B0D36" w:rsidRPr="007B0D36" w:rsidTr="007B0D36">
        <w:trPr>
          <w:trHeight w:val="276"/>
        </w:trPr>
        <w:tc>
          <w:tcPr>
            <w:tcW w:w="1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6" w:type="pct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9594"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8C5" w:rsidRPr="00E16E43" w:rsidRDefault="005818C5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02796" w:rsidRPr="007B0D36" w:rsidTr="00CF1043">
        <w:trPr>
          <w:trHeight w:val="276"/>
        </w:trPr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F32" w:rsidRPr="00E16E43" w:rsidRDefault="007B1F32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F32" w:rsidRPr="00E16E43" w:rsidRDefault="007B1F32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F32" w:rsidRPr="00E16E43" w:rsidRDefault="007B1F32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F32" w:rsidRPr="00E16E43" w:rsidRDefault="007B1F32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1F32" w:rsidRPr="00E16E43" w:rsidRDefault="007B1F32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F32" w:rsidRPr="00E16E43" w:rsidRDefault="007B1F32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F32" w:rsidRPr="00E16E43" w:rsidRDefault="007B1F32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F32" w:rsidRPr="00E16E43" w:rsidRDefault="007B1F32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B1F32" w:rsidRPr="00E16E43" w:rsidRDefault="007B1F32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1F32" w:rsidRPr="00E16E43" w:rsidRDefault="007B1F32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02796" w:rsidRPr="007B0D36" w:rsidTr="00CF1043">
        <w:trPr>
          <w:trHeight w:val="1219"/>
        </w:trPr>
        <w:tc>
          <w:tcPr>
            <w:tcW w:w="1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1F32" w:rsidRPr="00E16E43" w:rsidRDefault="007B1F32" w:rsidP="00353FA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Identity of </w:t>
            </w: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u w:val="single"/>
              </w:rPr>
              <w:t>Co-formulants</w:t>
            </w: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(other than AS) in the pr</w:t>
            </w:r>
            <w:r w:rsidR="00DA31F4"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oduct</w:t>
            </w: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                                    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F32" w:rsidRPr="00E16E43" w:rsidRDefault="007B1F32" w:rsidP="00353F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Trade name (if applicable) 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F32" w:rsidRPr="00E16E43" w:rsidRDefault="007B1F32" w:rsidP="00353F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CAS No                                                                                                              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F32" w:rsidRPr="00E16E43" w:rsidRDefault="007B1F32" w:rsidP="00353F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Manufacturer of the co-formulant                             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F32" w:rsidRPr="00E16E43" w:rsidRDefault="007B1F32" w:rsidP="00353F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Function of the co-formulant                             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bottom"/>
            <w:hideMark/>
          </w:tcPr>
          <w:p w:rsidR="007B1F32" w:rsidRPr="00E16E43" w:rsidRDefault="007B1F32" w:rsidP="00353F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Content of co-formulant in the product      (as a quantity) units = g/kg, g/L etc                                 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bottom"/>
            <w:hideMark/>
          </w:tcPr>
          <w:p w:rsidR="007B1F32" w:rsidRPr="00E16E43" w:rsidRDefault="007B1F32" w:rsidP="00353F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Content of co-formulant in the product                   (as a %) units = w/w OR %v/v                                 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F32" w:rsidRPr="00E16E43" w:rsidRDefault="007B1F32" w:rsidP="00353F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Is this a substance of concern?                            </w:t>
            </w:r>
            <w:r w:rsidR="00353FAC"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Yes/No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F32" w:rsidRPr="00E16E43" w:rsidRDefault="007B1F32" w:rsidP="00353FA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SDS Attached             </w:t>
            </w:r>
            <w:r w:rsidR="00353FAC" w:rsidRPr="00E16E4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Yes/No</w:t>
            </w:r>
          </w:p>
        </w:tc>
      </w:tr>
      <w:tr w:rsidR="00D02796" w:rsidRPr="007B0D36" w:rsidTr="00CF1043">
        <w:trPr>
          <w:trHeight w:val="261"/>
        </w:trPr>
        <w:tc>
          <w:tcPr>
            <w:tcW w:w="1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E43" w:rsidRPr="00E16E43" w:rsidRDefault="00E16E43" w:rsidP="00D0279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E43" w:rsidRPr="00E16E43" w:rsidRDefault="00E16E43" w:rsidP="007B1F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E43" w:rsidRPr="00E16E43" w:rsidRDefault="00E16E43" w:rsidP="007B1F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</w:tcPr>
          <w:p w:rsidR="00E16E43" w:rsidRPr="00E16E43" w:rsidRDefault="00E16E43" w:rsidP="007B1F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</w:tcPr>
          <w:p w:rsidR="00E16E43" w:rsidRPr="00E16E43" w:rsidRDefault="00E16E43" w:rsidP="007B1F3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02796" w:rsidRPr="007B0D36" w:rsidTr="00CF1043">
        <w:trPr>
          <w:trHeight w:val="276"/>
        </w:trPr>
        <w:tc>
          <w:tcPr>
            <w:tcW w:w="1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02796" w:rsidRPr="007B0D36" w:rsidTr="00CF1043">
        <w:trPr>
          <w:trHeight w:val="276"/>
        </w:trPr>
        <w:tc>
          <w:tcPr>
            <w:tcW w:w="1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D02796" w:rsidRPr="007B0D36" w:rsidTr="00CF1043">
        <w:trPr>
          <w:trHeight w:val="276"/>
        </w:trPr>
        <w:tc>
          <w:tcPr>
            <w:tcW w:w="1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E43" w:rsidRPr="00E16E43" w:rsidRDefault="00E16E43" w:rsidP="007B1F3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6E43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1B75F8" w:rsidRDefault="00F227A7" w:rsidP="00685C98">
      <w:pPr>
        <w:spacing w:after="0" w:line="240" w:lineRule="auto"/>
        <w:rPr>
          <w:rFonts w:ascii="Times New Roman" w:hAnsi="Times New Roman"/>
          <w:i/>
          <w:sz w:val="20"/>
          <w:szCs w:val="20"/>
        </w:rPr>
      </w:pPr>
      <w:r w:rsidRPr="00A73859">
        <w:rPr>
          <w:rFonts w:ascii="Times New Roman" w:hAnsi="Times New Roman"/>
          <w:i/>
          <w:sz w:val="20"/>
          <w:szCs w:val="20"/>
        </w:rPr>
        <w:t xml:space="preserve">NB: the total quantities for the pink and green columns </w:t>
      </w:r>
      <w:r w:rsidRPr="008D03F5">
        <w:rPr>
          <w:rFonts w:ascii="Times New Roman" w:hAnsi="Times New Roman"/>
          <w:i/>
          <w:sz w:val="20"/>
          <w:szCs w:val="20"/>
          <w:u w:val="single"/>
        </w:rPr>
        <w:t>must</w:t>
      </w:r>
      <w:r w:rsidRPr="00A73859">
        <w:rPr>
          <w:rFonts w:ascii="Times New Roman" w:hAnsi="Times New Roman"/>
          <w:i/>
          <w:sz w:val="20"/>
          <w:szCs w:val="20"/>
        </w:rPr>
        <w:t xml:space="preserve"> add up to 1000 and 100, respectively. </w:t>
      </w:r>
    </w:p>
    <w:p w:rsidR="00285856" w:rsidRPr="00685C98" w:rsidRDefault="00C96B90" w:rsidP="007B0D36">
      <w:pPr>
        <w:spacing w:after="0" w:line="240" w:lineRule="auto"/>
        <w:rPr>
          <w:rFonts w:ascii="Times New Roman" w:hAnsi="Times New Roman"/>
        </w:rPr>
      </w:pPr>
      <w:r w:rsidRPr="00C96B90">
        <w:rPr>
          <w:rFonts w:ascii="Times New Roman" w:hAnsi="Times New Roman"/>
          <w:i/>
          <w:sz w:val="20"/>
          <w:szCs w:val="20"/>
        </w:rPr>
        <w:t>* Where the application is for a biocidal product generated in situ from 2 or more precursor products, please add an additional specification table for each precursor</w:t>
      </w:r>
      <w:r w:rsidR="007B0D36">
        <w:rPr>
          <w:rFonts w:ascii="Times New Roman" w:hAnsi="Times New Roman"/>
          <w:i/>
          <w:sz w:val="20"/>
          <w:szCs w:val="20"/>
        </w:rPr>
        <w:t xml:space="preserve"> product</w:t>
      </w:r>
    </w:p>
    <w:sectPr w:rsidR="00285856" w:rsidRPr="00685C98" w:rsidSect="007B0D3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D36" w:rsidRDefault="007B0D36" w:rsidP="00685C98">
      <w:pPr>
        <w:spacing w:after="0" w:line="240" w:lineRule="auto"/>
      </w:pPr>
      <w:r>
        <w:separator/>
      </w:r>
    </w:p>
  </w:endnote>
  <w:endnote w:type="continuationSeparator" w:id="0">
    <w:p w:rsidR="007B0D36" w:rsidRDefault="007B0D36" w:rsidP="00685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7E9" w:rsidRDefault="007137E9">
    <w:pPr>
      <w:pStyle w:val="Footer"/>
      <w:jc w:val="right"/>
    </w:pPr>
    <w:r w:rsidRPr="00A0437C">
      <w:rPr>
        <w:rFonts w:ascii="Times New Roman" w:hAnsi="Times New Roman"/>
        <w:sz w:val="20"/>
        <w:szCs w:val="20"/>
      </w:rPr>
      <w:fldChar w:fldCharType="begin"/>
    </w:r>
    <w:r w:rsidRPr="00A0437C">
      <w:rPr>
        <w:rFonts w:ascii="Times New Roman" w:hAnsi="Times New Roman"/>
        <w:sz w:val="20"/>
        <w:szCs w:val="20"/>
      </w:rPr>
      <w:instrText xml:space="preserve"> PAGE   \* MERGEFORMAT </w:instrText>
    </w:r>
    <w:r w:rsidRPr="00A0437C">
      <w:rPr>
        <w:rFonts w:ascii="Times New Roman" w:hAnsi="Times New Roman"/>
        <w:sz w:val="20"/>
        <w:szCs w:val="20"/>
      </w:rPr>
      <w:fldChar w:fldCharType="separate"/>
    </w:r>
    <w:r w:rsidR="007B0D36">
      <w:rPr>
        <w:rFonts w:ascii="Times New Roman" w:hAnsi="Times New Roman"/>
        <w:noProof/>
        <w:sz w:val="20"/>
        <w:szCs w:val="20"/>
      </w:rPr>
      <w:t>2</w:t>
    </w:r>
    <w:r w:rsidRPr="00A0437C">
      <w:rPr>
        <w:rFonts w:ascii="Times New Roman" w:hAnsi="Times New Roman"/>
        <w:sz w:val="20"/>
        <w:szCs w:val="20"/>
      </w:rPr>
      <w:fldChar w:fldCharType="end"/>
    </w:r>
  </w:p>
  <w:p w:rsidR="007137E9" w:rsidRDefault="007137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7E9" w:rsidRPr="00685C98" w:rsidRDefault="007137E9">
    <w:pPr>
      <w:pStyle w:val="Footer"/>
      <w:rPr>
        <w:rFonts w:ascii="Times New Roman" w:hAnsi="Times New Roman"/>
        <w:sz w:val="18"/>
        <w:szCs w:val="18"/>
      </w:rPr>
    </w:pPr>
    <w:r w:rsidRPr="00685C98">
      <w:rPr>
        <w:rFonts w:ascii="Times New Roman" w:hAnsi="Times New Roman"/>
        <w:sz w:val="18"/>
        <w:szCs w:val="18"/>
      </w:rPr>
      <w:t>Version 2.0</w:t>
    </w:r>
  </w:p>
  <w:p w:rsidR="007137E9" w:rsidRPr="00685C98" w:rsidRDefault="007137E9">
    <w:pPr>
      <w:pStyle w:val="Footer"/>
      <w:rPr>
        <w:rFonts w:ascii="Times New Roman" w:hAnsi="Times New Roman"/>
        <w:sz w:val="18"/>
        <w:szCs w:val="18"/>
      </w:rPr>
    </w:pPr>
    <w:r w:rsidRPr="00685C98">
      <w:rPr>
        <w:rFonts w:ascii="Times New Roman" w:hAnsi="Times New Roman"/>
        <w:sz w:val="18"/>
        <w:szCs w:val="18"/>
      </w:rPr>
      <w:t>Date: 01/08/2013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D36" w:rsidRDefault="007B0D36" w:rsidP="00685C98">
      <w:pPr>
        <w:spacing w:after="0" w:line="240" w:lineRule="auto"/>
      </w:pPr>
      <w:r>
        <w:separator/>
      </w:r>
    </w:p>
  </w:footnote>
  <w:footnote w:type="continuationSeparator" w:id="0">
    <w:p w:rsidR="007B0D36" w:rsidRDefault="007B0D36" w:rsidP="00685C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s://encrypted-tbn2.gstatic.com/images?q=tbn:ANd9GcRwewvauVS665fHUMBZVFnWIeaYyJANdFDxN11bmWfhXsXz17CqwA" style="width:76.35pt;height:76.35pt;visibility:visible;mso-wrap-style:square" o:bullet="t">
        <v:imagedata r:id="rId1" o:title="ANd9GcRwewvauVS665fHUMBZVFnWIeaYyJANdFDxN11bmWfhXsXz17CqwA"/>
      </v:shape>
    </w:pict>
  </w:numPicBullet>
  <w:abstractNum w:abstractNumId="0">
    <w:nsid w:val="5B081B30"/>
    <w:multiLevelType w:val="hybridMultilevel"/>
    <w:tmpl w:val="6270CCDA"/>
    <w:lvl w:ilvl="0" w:tplc="1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2EC4D94"/>
    <w:multiLevelType w:val="hybridMultilevel"/>
    <w:tmpl w:val="D14AA41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attachedTemplate r:id="rId1"/>
  <w:revisionView w:inkAnnotation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D36"/>
    <w:rsid w:val="000576D5"/>
    <w:rsid w:val="0006674F"/>
    <w:rsid w:val="00077D6F"/>
    <w:rsid w:val="000A1D8B"/>
    <w:rsid w:val="000C781C"/>
    <w:rsid w:val="001402A4"/>
    <w:rsid w:val="00157DAB"/>
    <w:rsid w:val="001637C5"/>
    <w:rsid w:val="00184591"/>
    <w:rsid w:val="0018527D"/>
    <w:rsid w:val="001B75F8"/>
    <w:rsid w:val="00267E55"/>
    <w:rsid w:val="0027466F"/>
    <w:rsid w:val="00285856"/>
    <w:rsid w:val="002D7C56"/>
    <w:rsid w:val="00317241"/>
    <w:rsid w:val="00353FAC"/>
    <w:rsid w:val="00363B59"/>
    <w:rsid w:val="00392C8C"/>
    <w:rsid w:val="003C3CB5"/>
    <w:rsid w:val="003C4439"/>
    <w:rsid w:val="003F2240"/>
    <w:rsid w:val="00413211"/>
    <w:rsid w:val="004362C6"/>
    <w:rsid w:val="00447595"/>
    <w:rsid w:val="004D5C07"/>
    <w:rsid w:val="005818C5"/>
    <w:rsid w:val="0059656D"/>
    <w:rsid w:val="005A7A0A"/>
    <w:rsid w:val="005D300A"/>
    <w:rsid w:val="006151A7"/>
    <w:rsid w:val="00637969"/>
    <w:rsid w:val="00657016"/>
    <w:rsid w:val="006758EE"/>
    <w:rsid w:val="00685C98"/>
    <w:rsid w:val="006A5427"/>
    <w:rsid w:val="006B007B"/>
    <w:rsid w:val="006F1DDF"/>
    <w:rsid w:val="007137E9"/>
    <w:rsid w:val="00736378"/>
    <w:rsid w:val="007453A3"/>
    <w:rsid w:val="00790058"/>
    <w:rsid w:val="00791A9F"/>
    <w:rsid w:val="007B0D36"/>
    <w:rsid w:val="007B1F32"/>
    <w:rsid w:val="007B4490"/>
    <w:rsid w:val="007F73CB"/>
    <w:rsid w:val="00807496"/>
    <w:rsid w:val="008D03F5"/>
    <w:rsid w:val="008D3E85"/>
    <w:rsid w:val="00905A82"/>
    <w:rsid w:val="00942AE8"/>
    <w:rsid w:val="00961096"/>
    <w:rsid w:val="00A0437C"/>
    <w:rsid w:val="00A4187D"/>
    <w:rsid w:val="00A41EF6"/>
    <w:rsid w:val="00A473AC"/>
    <w:rsid w:val="00A5578D"/>
    <w:rsid w:val="00A73859"/>
    <w:rsid w:val="00A83A43"/>
    <w:rsid w:val="00A86EF1"/>
    <w:rsid w:val="00A87204"/>
    <w:rsid w:val="00AB69FF"/>
    <w:rsid w:val="00B23708"/>
    <w:rsid w:val="00B24557"/>
    <w:rsid w:val="00B3569F"/>
    <w:rsid w:val="00B51D34"/>
    <w:rsid w:val="00B54D79"/>
    <w:rsid w:val="00BA6C11"/>
    <w:rsid w:val="00C11599"/>
    <w:rsid w:val="00C4411A"/>
    <w:rsid w:val="00C60A74"/>
    <w:rsid w:val="00C670A7"/>
    <w:rsid w:val="00C82013"/>
    <w:rsid w:val="00C94DFC"/>
    <w:rsid w:val="00C96B90"/>
    <w:rsid w:val="00CA4919"/>
    <w:rsid w:val="00CD2FA2"/>
    <w:rsid w:val="00CE5F6C"/>
    <w:rsid w:val="00CF1043"/>
    <w:rsid w:val="00D00BF8"/>
    <w:rsid w:val="00D02796"/>
    <w:rsid w:val="00D863A0"/>
    <w:rsid w:val="00D95955"/>
    <w:rsid w:val="00DA1003"/>
    <w:rsid w:val="00DA1C9C"/>
    <w:rsid w:val="00DA31F4"/>
    <w:rsid w:val="00DB7E8D"/>
    <w:rsid w:val="00E16E43"/>
    <w:rsid w:val="00E374D0"/>
    <w:rsid w:val="00EB3900"/>
    <w:rsid w:val="00ED21F1"/>
    <w:rsid w:val="00ED2803"/>
    <w:rsid w:val="00F227A7"/>
    <w:rsid w:val="00F303E2"/>
    <w:rsid w:val="00F61DF1"/>
    <w:rsid w:val="00F81056"/>
    <w:rsid w:val="00FB1E79"/>
    <w:rsid w:val="00FE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791A9F"/>
    <w:pPr>
      <w:keepNext/>
      <w:spacing w:after="0" w:line="240" w:lineRule="auto"/>
      <w:outlineLvl w:val="1"/>
    </w:pPr>
    <w:rPr>
      <w:rFonts w:ascii="Times New Roman" w:hAnsi="Times New Roman"/>
      <w:b/>
      <w:bCs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791A9F"/>
    <w:pPr>
      <w:keepNext/>
      <w:spacing w:after="0" w:line="240" w:lineRule="auto"/>
      <w:jc w:val="center"/>
      <w:outlineLvl w:val="2"/>
    </w:pPr>
    <w:rPr>
      <w:rFonts w:ascii="Arial Narrow" w:hAnsi="Arial Narrow"/>
      <w:b/>
      <w:bCs/>
      <w:szCs w:val="24"/>
    </w:rPr>
  </w:style>
  <w:style w:type="paragraph" w:styleId="Heading4">
    <w:name w:val="heading 4"/>
    <w:basedOn w:val="Normal"/>
    <w:next w:val="Normal"/>
    <w:link w:val="Heading4Char"/>
    <w:qFormat/>
    <w:rsid w:val="00DB7E8D"/>
    <w:pPr>
      <w:keepNext/>
      <w:spacing w:after="0" w:line="240" w:lineRule="auto"/>
      <w:outlineLvl w:val="3"/>
    </w:pPr>
    <w:rPr>
      <w:rFonts w:ascii="Times New Roman" w:hAnsi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5C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5C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5C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C98"/>
  </w:style>
  <w:style w:type="paragraph" w:styleId="Footer">
    <w:name w:val="footer"/>
    <w:basedOn w:val="Normal"/>
    <w:link w:val="FooterChar"/>
    <w:uiPriority w:val="99"/>
    <w:unhideWhenUsed/>
    <w:rsid w:val="00685C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C98"/>
  </w:style>
  <w:style w:type="character" w:styleId="PlaceholderText">
    <w:name w:val="Placeholder Text"/>
    <w:uiPriority w:val="99"/>
    <w:semiHidden/>
    <w:rsid w:val="0096109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61096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791A9F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3Char">
    <w:name w:val="Heading 3 Char"/>
    <w:link w:val="Heading3"/>
    <w:rsid w:val="00791A9F"/>
    <w:rPr>
      <w:rFonts w:ascii="Arial Narrow" w:eastAsia="Times New Roman" w:hAnsi="Arial Narrow" w:cs="Times New Roman"/>
      <w:b/>
      <w:bCs/>
      <w:szCs w:val="24"/>
    </w:rPr>
  </w:style>
  <w:style w:type="paragraph" w:styleId="Title">
    <w:name w:val="Title"/>
    <w:basedOn w:val="Normal"/>
    <w:link w:val="TitleChar"/>
    <w:qFormat/>
    <w:rsid w:val="00791A9F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TitleChar">
    <w:name w:val="Title Char"/>
    <w:link w:val="Title"/>
    <w:rsid w:val="00791A9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semiHidden/>
    <w:rsid w:val="00791A9F"/>
    <w:pPr>
      <w:spacing w:after="0" w:line="240" w:lineRule="auto"/>
    </w:pPr>
    <w:rPr>
      <w:rFonts w:ascii="Times New Roman" w:hAnsi="Times New Roman"/>
      <w:b/>
      <w:bCs/>
      <w:sz w:val="28"/>
      <w:szCs w:val="24"/>
    </w:rPr>
  </w:style>
  <w:style w:type="character" w:customStyle="1" w:styleId="BodyTextChar">
    <w:name w:val="Body Text Char"/>
    <w:link w:val="BodyText"/>
    <w:semiHidden/>
    <w:rsid w:val="00791A9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4Char">
    <w:name w:val="Heading 4 Char"/>
    <w:link w:val="Heading4"/>
    <w:rsid w:val="00DB7E8D"/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DB7E8D"/>
    <w:pPr>
      <w:spacing w:after="0" w:line="240" w:lineRule="auto"/>
    </w:pPr>
    <w:rPr>
      <w:rFonts w:ascii="Times New Roman" w:hAnsi="Times New Roman"/>
      <w:b/>
      <w:bCs/>
      <w:sz w:val="20"/>
      <w:szCs w:val="24"/>
    </w:rPr>
  </w:style>
  <w:style w:type="character" w:customStyle="1" w:styleId="SubtitleChar">
    <w:name w:val="Subtitle Char"/>
    <w:link w:val="Subtitle"/>
    <w:rsid w:val="00DB7E8D"/>
    <w:rPr>
      <w:rFonts w:ascii="Times New Roman" w:eastAsia="Times New Roman" w:hAnsi="Times New Roman" w:cs="Times New Roman"/>
      <w:b/>
      <w:bCs/>
      <w:sz w:val="20"/>
      <w:szCs w:val="24"/>
    </w:rPr>
  </w:style>
  <w:style w:type="character" w:styleId="Strong">
    <w:name w:val="Strong"/>
    <w:uiPriority w:val="22"/>
    <w:qFormat/>
    <w:rsid w:val="00392C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791A9F"/>
    <w:pPr>
      <w:keepNext/>
      <w:spacing w:after="0" w:line="240" w:lineRule="auto"/>
      <w:outlineLvl w:val="1"/>
    </w:pPr>
    <w:rPr>
      <w:rFonts w:ascii="Times New Roman" w:hAnsi="Times New Roman"/>
      <w:b/>
      <w:bCs/>
      <w:sz w:val="20"/>
      <w:szCs w:val="24"/>
    </w:rPr>
  </w:style>
  <w:style w:type="paragraph" w:styleId="Heading3">
    <w:name w:val="heading 3"/>
    <w:basedOn w:val="Normal"/>
    <w:next w:val="Normal"/>
    <w:link w:val="Heading3Char"/>
    <w:qFormat/>
    <w:rsid w:val="00791A9F"/>
    <w:pPr>
      <w:keepNext/>
      <w:spacing w:after="0" w:line="240" w:lineRule="auto"/>
      <w:jc w:val="center"/>
      <w:outlineLvl w:val="2"/>
    </w:pPr>
    <w:rPr>
      <w:rFonts w:ascii="Arial Narrow" w:hAnsi="Arial Narrow"/>
      <w:b/>
      <w:bCs/>
      <w:szCs w:val="24"/>
    </w:rPr>
  </w:style>
  <w:style w:type="paragraph" w:styleId="Heading4">
    <w:name w:val="heading 4"/>
    <w:basedOn w:val="Normal"/>
    <w:next w:val="Normal"/>
    <w:link w:val="Heading4Char"/>
    <w:qFormat/>
    <w:rsid w:val="00DB7E8D"/>
    <w:pPr>
      <w:keepNext/>
      <w:spacing w:after="0" w:line="240" w:lineRule="auto"/>
      <w:outlineLvl w:val="3"/>
    </w:pPr>
    <w:rPr>
      <w:rFonts w:ascii="Times New Roman" w:hAnsi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5C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5C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5C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C98"/>
  </w:style>
  <w:style w:type="paragraph" w:styleId="Footer">
    <w:name w:val="footer"/>
    <w:basedOn w:val="Normal"/>
    <w:link w:val="FooterChar"/>
    <w:uiPriority w:val="99"/>
    <w:unhideWhenUsed/>
    <w:rsid w:val="00685C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C98"/>
  </w:style>
  <w:style w:type="character" w:styleId="PlaceholderText">
    <w:name w:val="Placeholder Text"/>
    <w:uiPriority w:val="99"/>
    <w:semiHidden/>
    <w:rsid w:val="0096109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61096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791A9F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Heading3Char">
    <w:name w:val="Heading 3 Char"/>
    <w:link w:val="Heading3"/>
    <w:rsid w:val="00791A9F"/>
    <w:rPr>
      <w:rFonts w:ascii="Arial Narrow" w:eastAsia="Times New Roman" w:hAnsi="Arial Narrow" w:cs="Times New Roman"/>
      <w:b/>
      <w:bCs/>
      <w:szCs w:val="24"/>
    </w:rPr>
  </w:style>
  <w:style w:type="paragraph" w:styleId="Title">
    <w:name w:val="Title"/>
    <w:basedOn w:val="Normal"/>
    <w:link w:val="TitleChar"/>
    <w:qFormat/>
    <w:rsid w:val="00791A9F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TitleChar">
    <w:name w:val="Title Char"/>
    <w:link w:val="Title"/>
    <w:rsid w:val="00791A9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semiHidden/>
    <w:rsid w:val="00791A9F"/>
    <w:pPr>
      <w:spacing w:after="0" w:line="240" w:lineRule="auto"/>
    </w:pPr>
    <w:rPr>
      <w:rFonts w:ascii="Times New Roman" w:hAnsi="Times New Roman"/>
      <w:b/>
      <w:bCs/>
      <w:sz w:val="28"/>
      <w:szCs w:val="24"/>
    </w:rPr>
  </w:style>
  <w:style w:type="character" w:customStyle="1" w:styleId="BodyTextChar">
    <w:name w:val="Body Text Char"/>
    <w:link w:val="BodyText"/>
    <w:semiHidden/>
    <w:rsid w:val="00791A9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4Char">
    <w:name w:val="Heading 4 Char"/>
    <w:link w:val="Heading4"/>
    <w:rsid w:val="00DB7E8D"/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DB7E8D"/>
    <w:pPr>
      <w:spacing w:after="0" w:line="240" w:lineRule="auto"/>
    </w:pPr>
    <w:rPr>
      <w:rFonts w:ascii="Times New Roman" w:hAnsi="Times New Roman"/>
      <w:b/>
      <w:bCs/>
      <w:sz w:val="20"/>
      <w:szCs w:val="24"/>
    </w:rPr>
  </w:style>
  <w:style w:type="character" w:customStyle="1" w:styleId="SubtitleChar">
    <w:name w:val="Subtitle Char"/>
    <w:link w:val="Subtitle"/>
    <w:rsid w:val="00DB7E8D"/>
    <w:rPr>
      <w:rFonts w:ascii="Times New Roman" w:eastAsia="Times New Roman" w:hAnsi="Times New Roman" w:cs="Times New Roman"/>
      <w:b/>
      <w:bCs/>
      <w:sz w:val="20"/>
      <w:szCs w:val="24"/>
    </w:rPr>
  </w:style>
  <w:style w:type="character" w:styleId="Strong">
    <w:name w:val="Strong"/>
    <w:uiPriority w:val="22"/>
    <w:qFormat/>
    <w:rsid w:val="00392C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5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0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7" w:color="656769"/>
                        <w:right w:val="none" w:sz="0" w:space="0" w:color="auto"/>
                      </w:divBdr>
                      <w:divsChild>
                        <w:div w:id="167965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5" w:color="656769"/>
                          </w:divBdr>
                          <w:divsChild>
                            <w:div w:id="1695230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8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Pesticides\04%20Biocides\06%20Templates%20(Biocides)\Notification\Biocidal%20Product%20Notification%20Application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Biocidal Product Notification Application Form.dotx</Template>
  <TotalTime>5</TotalTime>
  <Pages>5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Agriculture</Company>
  <LinksUpToDate>false</LinksUpToDate>
  <CharactersWithSpaces>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Harrison, John</dc:creator>
  <cp:lastModifiedBy>Harrison, John</cp:lastModifiedBy>
  <cp:revision>1</cp:revision>
  <cp:lastPrinted>2013-12-09T12:13:00Z</cp:lastPrinted>
  <dcterms:created xsi:type="dcterms:W3CDTF">2016-03-03T16:14:00Z</dcterms:created>
  <dcterms:modified xsi:type="dcterms:W3CDTF">2016-03-03T16:19:00Z</dcterms:modified>
</cp:coreProperties>
</file>